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63235" w14:textId="77777777" w:rsidR="001B59A9" w:rsidRPr="000E2BE1" w:rsidRDefault="00B35983" w:rsidP="000E2BE1">
      <w:pPr>
        <w:spacing w:line="360" w:lineRule="auto"/>
        <w:jc w:val="center"/>
        <w:rPr>
          <w:rFonts w:ascii="Times New Roman" w:hAnsi="Times New Roman"/>
        </w:rPr>
      </w:pPr>
      <w:r w:rsidRPr="000E2BE1">
        <w:rPr>
          <w:rFonts w:ascii="Times New Roman" w:eastAsia="方正书宋_GBK" w:hAnsi="Times New Roman"/>
          <w:bCs/>
        </w:rPr>
        <w:t>绝密</w:t>
      </w:r>
      <w:r w:rsidRPr="000E2BE1">
        <w:rPr>
          <w:rFonts w:ascii="Segoe UI Symbol" w:eastAsia="方正书宋_GBK" w:hAnsi="Segoe UI Symbol" w:cs="Segoe UI Symbol"/>
          <w:bCs/>
        </w:rPr>
        <w:t>★</w:t>
      </w:r>
      <w:r w:rsidRPr="000E2BE1">
        <w:rPr>
          <w:rFonts w:ascii="Times New Roman" w:eastAsia="方正书宋_GBK" w:hAnsi="Times New Roman"/>
          <w:bCs/>
        </w:rPr>
        <w:t>启用前</w:t>
      </w:r>
      <w:r w:rsidRPr="000E2BE1">
        <w:rPr>
          <w:rFonts w:ascii="Times New Roman" w:hAnsi="Times New Roman"/>
          <w:bCs/>
        </w:rPr>
        <w:t xml:space="preserve">                                                 </w:t>
      </w:r>
      <w:r w:rsidRPr="000E2BE1">
        <w:rPr>
          <w:rFonts w:ascii="Times New Roman" w:eastAsia="方正书宋_GBK" w:hAnsi="Times New Roman"/>
          <w:bCs/>
        </w:rPr>
        <w:t>试卷类型：</w:t>
      </w:r>
      <w:r w:rsidRPr="000E2BE1">
        <w:rPr>
          <w:rFonts w:ascii="Times New Roman" w:hAnsi="Times New Roman"/>
        </w:rPr>
        <w:t>A</w:t>
      </w:r>
    </w:p>
    <w:p w14:paraId="44A74085" w14:textId="7A7DF174" w:rsidR="001A4334" w:rsidRDefault="00C27866" w:rsidP="000E2BE1">
      <w:pPr>
        <w:spacing w:afterLines="50" w:after="156" w:line="360" w:lineRule="auto"/>
        <w:jc w:val="center"/>
        <w:rPr>
          <w:rFonts w:ascii="Times New Roman" w:hAnsi="Times New Roman"/>
          <w:sz w:val="32"/>
          <w:szCs w:val="32"/>
        </w:rPr>
      </w:pPr>
      <w:bookmarkStart w:id="0" w:name="_Hlk34423706"/>
      <w:r w:rsidRPr="00C27866">
        <w:rPr>
          <w:rFonts w:ascii="Times New Roman" w:hAnsi="Times New Roman" w:hint="eastAsia"/>
          <w:sz w:val="32"/>
          <w:szCs w:val="32"/>
        </w:rPr>
        <w:t>2020</w:t>
      </w:r>
      <w:r w:rsidRPr="00C27866">
        <w:rPr>
          <w:rFonts w:ascii="Times New Roman" w:hAnsi="Times New Roman" w:hint="eastAsia"/>
          <w:sz w:val="32"/>
          <w:szCs w:val="32"/>
        </w:rPr>
        <w:t>年深圳市普通高中高三年级第二次线上统一测试</w:t>
      </w:r>
    </w:p>
    <w:p w14:paraId="0F325698" w14:textId="1E1BD0BE" w:rsidR="001B59A9" w:rsidRPr="000E2BE1" w:rsidRDefault="00C27866" w:rsidP="00C27866">
      <w:pPr>
        <w:shd w:val="clear" w:color="auto" w:fill="FFFFFF"/>
        <w:wordWrap w:val="0"/>
        <w:spacing w:afterLines="50" w:after="156" w:line="360" w:lineRule="auto"/>
        <w:ind w:right="1320"/>
        <w:jc w:val="right"/>
        <w:rPr>
          <w:rFonts w:ascii="Times New Roman" w:hAnsi="Times New Roman"/>
          <w:bCs/>
          <w:sz w:val="40"/>
          <w:szCs w:val="40"/>
        </w:rPr>
      </w:pPr>
      <w:bookmarkStart w:id="1" w:name="_GoBack"/>
      <w:bookmarkEnd w:id="0"/>
      <w:bookmarkEnd w:id="1"/>
      <w:r>
        <w:rPr>
          <w:rFonts w:ascii="Times New Roman" w:eastAsia="方正黑体简体" w:hAnsi="Times New Roman" w:hint="eastAsia"/>
          <w:bCs/>
          <w:sz w:val="44"/>
          <w:szCs w:val="40"/>
        </w:rPr>
        <w:t>理科</w:t>
      </w:r>
      <w:r w:rsidR="00B35983" w:rsidRPr="000E2BE1">
        <w:rPr>
          <w:rFonts w:ascii="Times New Roman" w:eastAsia="方正黑体简体" w:hAnsi="Times New Roman"/>
          <w:bCs/>
          <w:sz w:val="44"/>
          <w:szCs w:val="40"/>
        </w:rPr>
        <w:t>数学</w:t>
      </w:r>
      <w:r w:rsidR="00B35983" w:rsidRPr="000E2BE1">
        <w:rPr>
          <w:rFonts w:ascii="Times New Roman" w:eastAsia="黑体" w:hAnsi="Times New Roman"/>
          <w:bCs/>
          <w:sz w:val="40"/>
          <w:szCs w:val="40"/>
        </w:rPr>
        <w:t xml:space="preserve">         </w:t>
      </w:r>
      <w:r>
        <w:rPr>
          <w:rFonts w:ascii="Times New Roman" w:eastAsia="黑体" w:hAnsi="Times New Roman"/>
          <w:bCs/>
          <w:sz w:val="40"/>
          <w:szCs w:val="40"/>
        </w:rPr>
        <w:t xml:space="preserve">  </w:t>
      </w:r>
      <w:r>
        <w:rPr>
          <w:rFonts w:ascii="Times New Roman" w:hAnsi="Times New Roman"/>
          <w:bCs/>
          <w:szCs w:val="21"/>
        </w:rPr>
        <w:t xml:space="preserve"> </w:t>
      </w:r>
    </w:p>
    <w:p w14:paraId="1930AD75" w14:textId="77777777" w:rsidR="001B59A9" w:rsidRPr="000E2BE1" w:rsidRDefault="00B35983" w:rsidP="000E2BE1">
      <w:pPr>
        <w:spacing w:line="360" w:lineRule="auto"/>
        <w:jc w:val="center"/>
        <w:rPr>
          <w:rFonts w:ascii="Times New Roman" w:eastAsia="方正楷体_GBK" w:hAnsi="Times New Roman"/>
          <w:b/>
          <w:bCs/>
          <w:sz w:val="44"/>
          <w:szCs w:val="44"/>
        </w:rPr>
      </w:pPr>
      <w:r w:rsidRPr="000E2BE1">
        <w:rPr>
          <w:rFonts w:ascii="Times New Roman" w:eastAsia="方正楷体_GBK" w:hAnsi="Times New Roman"/>
        </w:rPr>
        <w:t>本试卷共</w:t>
      </w:r>
      <w:r w:rsidRPr="000E2BE1">
        <w:rPr>
          <w:rFonts w:ascii="Times New Roman" w:hAnsi="Times New Roman"/>
          <w:bCs/>
          <w:szCs w:val="21"/>
        </w:rPr>
        <w:t>6</w:t>
      </w:r>
      <w:r w:rsidRPr="000E2BE1">
        <w:rPr>
          <w:rFonts w:ascii="Times New Roman" w:eastAsia="方正楷体_GBK" w:hAnsi="Times New Roman"/>
        </w:rPr>
        <w:t>页，</w:t>
      </w:r>
      <w:r w:rsidRPr="000E2BE1">
        <w:rPr>
          <w:rFonts w:ascii="Times New Roman" w:hAnsi="Times New Roman"/>
          <w:bCs/>
          <w:szCs w:val="21"/>
        </w:rPr>
        <w:t>23</w:t>
      </w:r>
      <w:r w:rsidRPr="000E2BE1">
        <w:rPr>
          <w:rFonts w:ascii="Times New Roman" w:eastAsia="方正楷体_GBK" w:hAnsi="Times New Roman"/>
        </w:rPr>
        <w:t>小题，满分</w:t>
      </w:r>
      <w:r w:rsidRPr="000E2BE1">
        <w:rPr>
          <w:rFonts w:ascii="Times New Roman" w:hAnsi="Times New Roman"/>
          <w:bCs/>
          <w:szCs w:val="21"/>
        </w:rPr>
        <w:t>150</w:t>
      </w:r>
      <w:r w:rsidRPr="000E2BE1">
        <w:rPr>
          <w:rFonts w:ascii="Times New Roman" w:eastAsia="方正楷体_GBK" w:hAnsi="Times New Roman"/>
        </w:rPr>
        <w:t>分．考试用时</w:t>
      </w:r>
      <w:r w:rsidRPr="000E2BE1">
        <w:rPr>
          <w:rFonts w:ascii="Times New Roman" w:hAnsi="Times New Roman"/>
          <w:bCs/>
          <w:szCs w:val="21"/>
        </w:rPr>
        <w:t>120</w:t>
      </w:r>
      <w:r w:rsidRPr="000E2BE1">
        <w:rPr>
          <w:rFonts w:ascii="Times New Roman" w:eastAsia="方正楷体_GBK" w:hAnsi="Times New Roman"/>
        </w:rPr>
        <w:t>分钟．</w:t>
      </w:r>
    </w:p>
    <w:p w14:paraId="5A5FC6E9" w14:textId="77777777" w:rsidR="007D6174" w:rsidRPr="000E2BE1" w:rsidRDefault="007D6174" w:rsidP="000E2BE1">
      <w:pPr>
        <w:pStyle w:val="a3"/>
        <w:tabs>
          <w:tab w:val="left" w:pos="3828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</w:rPr>
      </w:pPr>
      <w:bookmarkStart w:id="2" w:name="_Hlk34135424"/>
    </w:p>
    <w:p w14:paraId="275EB99B" w14:textId="010E6F60" w:rsidR="001B59A9" w:rsidRPr="000E2BE1" w:rsidRDefault="00B35983" w:rsidP="000E2BE1">
      <w:pPr>
        <w:pStyle w:val="a3"/>
        <w:tabs>
          <w:tab w:val="left" w:pos="3828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</w:rPr>
      </w:pPr>
      <w:r w:rsidRPr="000E2BE1">
        <w:rPr>
          <w:rFonts w:ascii="Times New Roman" w:eastAsia="黑体" w:hAnsi="Times New Roman"/>
        </w:rPr>
        <w:t>一、</w:t>
      </w:r>
      <w:bookmarkEnd w:id="2"/>
      <w:r w:rsidRPr="000E2BE1">
        <w:rPr>
          <w:rFonts w:ascii="Times New Roman" w:eastAsia="黑体" w:hAnsi="Times New Roman"/>
        </w:rPr>
        <w:t>选择题：本题共</w:t>
      </w:r>
      <w:r w:rsidRPr="000E2BE1">
        <w:rPr>
          <w:rFonts w:ascii="Times New Roman" w:eastAsia="黑体" w:hAnsi="Times New Roman"/>
        </w:rPr>
        <w:t xml:space="preserve"> 12 </w:t>
      </w:r>
      <w:r w:rsidRPr="000E2BE1">
        <w:rPr>
          <w:rFonts w:ascii="Times New Roman" w:eastAsia="黑体" w:hAnsi="Times New Roman"/>
        </w:rPr>
        <w:t>小题，每小题</w:t>
      </w:r>
      <w:r w:rsidRPr="000E2BE1">
        <w:rPr>
          <w:rFonts w:ascii="Times New Roman" w:eastAsia="黑体" w:hAnsi="Times New Roman"/>
        </w:rPr>
        <w:t>5</w:t>
      </w:r>
      <w:r w:rsidRPr="000E2BE1">
        <w:rPr>
          <w:rFonts w:ascii="Times New Roman" w:eastAsia="黑体" w:hAnsi="Times New Roman"/>
        </w:rPr>
        <w:t>分，共</w:t>
      </w:r>
      <w:r w:rsidRPr="000E2BE1">
        <w:rPr>
          <w:rFonts w:ascii="Times New Roman" w:eastAsia="黑体" w:hAnsi="Times New Roman"/>
        </w:rPr>
        <w:t xml:space="preserve"> 60 </w:t>
      </w:r>
      <w:r w:rsidRPr="000E2BE1">
        <w:rPr>
          <w:rFonts w:ascii="Times New Roman" w:eastAsia="黑体" w:hAnsi="Times New Roman"/>
        </w:rPr>
        <w:t>分</w:t>
      </w:r>
      <w:r w:rsidR="00A4612E" w:rsidRPr="000E2BE1">
        <w:rPr>
          <w:rFonts w:ascii="Times New Roman" w:eastAsia="黑体" w:hAnsi="Times New Roman"/>
        </w:rPr>
        <w:t>．</w:t>
      </w:r>
      <w:r w:rsidRPr="000E2BE1">
        <w:rPr>
          <w:rFonts w:ascii="Times New Roman" w:eastAsia="黑体" w:hAnsi="Times New Roman"/>
        </w:rPr>
        <w:t>在每小题给出的四个选项中，只有一项是符合题目要求的．</w:t>
      </w:r>
    </w:p>
    <w:p w14:paraId="3BB76D99" w14:textId="0405E971" w:rsidR="00A00E00" w:rsidRPr="000E2BE1" w:rsidRDefault="00A00E00" w:rsidP="000E2BE1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1.</w:t>
      </w:r>
      <w:r w:rsidRPr="000E2BE1">
        <w:rPr>
          <w:rFonts w:ascii="Times New Roman" w:hAnsi="Times New Roman"/>
          <w:szCs w:val="21"/>
        </w:rPr>
        <w:t>已知集合</w:t>
      </w:r>
      <w:r w:rsidRPr="000E2BE1">
        <w:rPr>
          <w:rFonts w:ascii="Times New Roman" w:hAnsi="Times New Roman"/>
          <w:position w:val="-28"/>
        </w:rPr>
        <w:object w:dxaOrig="1900" w:dyaOrig="680" w14:anchorId="66B0EA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3.75pt" o:ole="">
            <v:imagedata r:id="rId7" o:title=""/>
          </v:shape>
          <o:OLEObject Type="Embed" ProgID="Equation.DSMT4" ShapeID="_x0000_i1025" DrawAspect="Content" ObjectID="_1647977918" r:id="rId8"/>
        </w:object>
      </w:r>
      <w:r w:rsidR="00181D00">
        <w:rPr>
          <w:rFonts w:ascii="Times New Roman" w:hAnsi="Times New Roman" w:hint="eastAsia"/>
        </w:rPr>
        <w:t>，</w:t>
      </w:r>
      <w:r w:rsidRPr="000E2BE1">
        <w:rPr>
          <w:rFonts w:ascii="Times New Roman" w:hAnsi="Times New Roman"/>
          <w:position w:val="-28"/>
          <w:szCs w:val="21"/>
        </w:rPr>
        <w:object w:dxaOrig="2180" w:dyaOrig="680" w14:anchorId="2C2B9123">
          <v:shape id="_x0000_i1026" type="#_x0000_t75" style="width:108.75pt;height:33.75pt" o:ole="">
            <v:imagedata r:id="rId9" o:title=""/>
          </v:shape>
          <o:OLEObject Type="Embed" ProgID="Equation.DSMT4" ShapeID="_x0000_i1026" DrawAspect="Content" ObjectID="_1647977919" r:id="rId10"/>
        </w:object>
      </w:r>
      <w:r w:rsidRPr="000E2BE1">
        <w:rPr>
          <w:rFonts w:ascii="Times New Roman" w:hAnsi="Times New Roman"/>
          <w:szCs w:val="21"/>
        </w:rPr>
        <w:t>，则</w:t>
      </w:r>
      <w:r w:rsidRPr="000E2BE1">
        <w:rPr>
          <w:rFonts w:ascii="Times New Roman" w:hAnsi="Times New Roman"/>
          <w:position w:val="-14"/>
          <w:szCs w:val="21"/>
        </w:rPr>
        <w:object w:dxaOrig="1200" w:dyaOrig="400" w14:anchorId="1E6BB213">
          <v:shape id="_x0000_i1027" type="#_x0000_t75" style="width:60pt;height:20.25pt" o:ole="">
            <v:imagedata r:id="rId11" o:title=""/>
          </v:shape>
          <o:OLEObject Type="Embed" ProgID="Equation.DSMT4" ShapeID="_x0000_i1027" DrawAspect="Content" ObjectID="_1647977920" r:id="rId12"/>
        </w:object>
      </w:r>
      <w:r w:rsidRPr="000E2BE1">
        <w:rPr>
          <w:rFonts w:ascii="Times New Roman" w:hAnsi="Times New Roman"/>
          <w:szCs w:val="21"/>
        </w:rPr>
        <w:t xml:space="preserve">  </w:t>
      </w:r>
    </w:p>
    <w:p w14:paraId="06F44946" w14:textId="2D0FC69B" w:rsidR="00A00E00" w:rsidRPr="000E2BE1" w:rsidRDefault="00A00E00" w:rsidP="00181D00">
      <w:pPr>
        <w:tabs>
          <w:tab w:val="left" w:pos="420"/>
          <w:tab w:val="left" w:pos="2410"/>
          <w:tab w:val="left" w:pos="4201"/>
          <w:tab w:val="left" w:pos="4395"/>
          <w:tab w:val="left" w:pos="4678"/>
          <w:tab w:val="left" w:pos="6089"/>
          <w:tab w:val="left" w:pos="6379"/>
          <w:tab w:val="left" w:pos="6663"/>
          <w:tab w:val="left" w:pos="7557"/>
        </w:tabs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position w:val="-6"/>
          <w:szCs w:val="21"/>
        </w:rPr>
        <w:object w:dxaOrig="260" w:dyaOrig="279" w14:anchorId="249B4BE2">
          <v:shape id="_x0000_i1028" type="#_x0000_t75" style="width:12.75pt;height:14.25pt" o:ole="">
            <v:imagedata r:id="rId13" o:title=""/>
          </v:shape>
          <o:OLEObject Type="Embed" ProgID="Equation.DSMT4" ShapeID="_x0000_i1028" DrawAspect="Content" ObjectID="_1647977921" r:id="rId14"/>
        </w:object>
      </w:r>
      <w:r w:rsidRPr="000E2BE1">
        <w:rPr>
          <w:rFonts w:ascii="Times New Roman" w:hAnsi="Times New Roman"/>
          <w:szCs w:val="21"/>
        </w:rPr>
        <w:t xml:space="preserve">           </w:t>
      </w:r>
      <w:r w:rsidR="00181D00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 xml:space="preserve"> B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8"/>
          <w:szCs w:val="21"/>
        </w:rPr>
        <w:object w:dxaOrig="780" w:dyaOrig="680" w14:anchorId="74BAF3CA">
          <v:shape id="_x0000_i1029" type="#_x0000_t75" style="width:39pt;height:33.75pt" o:ole="">
            <v:imagedata r:id="rId15" o:title=""/>
          </v:shape>
          <o:OLEObject Type="Embed" ProgID="Equation.DSMT4" ShapeID="_x0000_i1029" DrawAspect="Content" ObjectID="_1647977922" r:id="rId16"/>
        </w:object>
      </w:r>
      <w:r w:rsidRPr="000E2BE1">
        <w:rPr>
          <w:rFonts w:ascii="Times New Roman" w:hAnsi="Times New Roman"/>
          <w:szCs w:val="21"/>
        </w:rPr>
        <w:t xml:space="preserve">          C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8"/>
          <w:szCs w:val="21"/>
        </w:rPr>
        <w:object w:dxaOrig="639" w:dyaOrig="680" w14:anchorId="432792A8">
          <v:shape id="_x0000_i1030" type="#_x0000_t75" style="width:32.25pt;height:33.75pt" o:ole="">
            <v:imagedata r:id="rId17" o:title=""/>
          </v:shape>
          <o:OLEObject Type="Embed" ProgID="Equation.DSMT4" ShapeID="_x0000_i1030" DrawAspect="Content" ObjectID="_1647977923" r:id="rId18"/>
        </w:object>
      </w:r>
      <w:r w:rsidRPr="000E2BE1">
        <w:rPr>
          <w:rFonts w:ascii="Times New Roman" w:hAnsi="Times New Roman"/>
          <w:szCs w:val="21"/>
        </w:rPr>
        <w:t xml:space="preserve">      </w:t>
      </w:r>
      <w:r w:rsid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 xml:space="preserve">   D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14"/>
          <w:szCs w:val="21"/>
        </w:rPr>
        <w:object w:dxaOrig="639" w:dyaOrig="400" w14:anchorId="6031FDB0">
          <v:shape id="_x0000_i1031" type="#_x0000_t75" style="width:32.25pt;height:20.25pt" o:ole="">
            <v:imagedata r:id="rId19" o:title=""/>
          </v:shape>
          <o:OLEObject Type="Embed" ProgID="Equation.DSMT4" ShapeID="_x0000_i1031" DrawAspect="Content" ObjectID="_1647977924" r:id="rId20"/>
        </w:object>
      </w:r>
    </w:p>
    <w:p w14:paraId="23E8E82C" w14:textId="77777777" w:rsidR="000E2BE1" w:rsidRDefault="00A00E00" w:rsidP="000E2BE1">
      <w:pPr>
        <w:spacing w:line="360" w:lineRule="auto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 xml:space="preserve">2. </w:t>
      </w:r>
      <w:r w:rsidRPr="000E2BE1">
        <w:rPr>
          <w:rFonts w:ascii="Times New Roman" w:hAnsi="Times New Roman"/>
          <w:szCs w:val="21"/>
        </w:rPr>
        <w:t>棣莫弗公式</w:t>
      </w:r>
      <w:r w:rsidRPr="000E2BE1">
        <w:rPr>
          <w:rFonts w:ascii="Times New Roman" w:hAnsi="Times New Roman"/>
          <w:position w:val="-10"/>
          <w:szCs w:val="21"/>
        </w:rPr>
        <w:object w:dxaOrig="3240" w:dyaOrig="360" w14:anchorId="78DE2DCA">
          <v:shape id="_x0000_i1032" type="#_x0000_t75" alt="学科网(www.zxxk.com)--国内最大的教育资源门户，提供试卷、教案、课件、论文、素材及各类教学资源下载，还有大量而丰富的教学相关资讯！" style="width:159.75pt;height:18.75pt" o:ole="">
            <v:imagedata r:id="rId21" o:title=""/>
          </v:shape>
          <o:OLEObject Type="Embed" ProgID="Equation.DSMT4" ShapeID="_x0000_i1032" DrawAspect="Content" ObjectID="_1647977925" r:id="rId22"/>
        </w:object>
      </w:r>
      <w:r w:rsidRPr="000E2BE1">
        <w:rPr>
          <w:rFonts w:ascii="Times New Roman" w:hAnsi="Times New Roman"/>
          <w:position w:val="-10"/>
          <w:szCs w:val="21"/>
        </w:rPr>
        <w:object w:dxaOrig="220" w:dyaOrig="320" w14:anchorId="7E8F8AF3">
          <v:shape id="_x0000_i1033" type="#_x0000_t75" alt="学科网(www.zxxk.com)--国内最大的教育资源门户，提供试卷、教案、课件、论文、素材及各类教学资源下载，还有大量而丰富的教学相关资讯！" style="width:10.5pt;height:16.5pt" o:ole="">
            <v:imagedata r:id="rId23" o:title=""/>
          </v:shape>
          <o:OLEObject Type="Embed" ProgID="Equation.DSMT4" ShapeID="_x0000_i1033" DrawAspect="Content" ObjectID="_1647977926" r:id="rId24"/>
        </w:object>
      </w:r>
      <w:r w:rsidRPr="000E2BE1">
        <w:rPr>
          <w:rFonts w:ascii="Times New Roman" w:hAnsi="Times New Roman"/>
          <w:szCs w:val="21"/>
        </w:rPr>
        <w:t>为虚数单位）是由法国数学家</w:t>
      </w:r>
      <w:proofErr w:type="gramStart"/>
      <w:r w:rsidRPr="000E2BE1">
        <w:rPr>
          <w:rFonts w:ascii="Times New Roman" w:hAnsi="Times New Roman"/>
          <w:szCs w:val="21"/>
        </w:rPr>
        <w:t>棣</w:t>
      </w:r>
      <w:proofErr w:type="gramEnd"/>
      <w:r w:rsidRPr="000E2BE1">
        <w:rPr>
          <w:rFonts w:ascii="Times New Roman" w:hAnsi="Times New Roman"/>
          <w:szCs w:val="21"/>
        </w:rPr>
        <w:t>莫</w:t>
      </w:r>
      <w:proofErr w:type="gramStart"/>
      <w:r w:rsidRPr="000E2BE1">
        <w:rPr>
          <w:rFonts w:ascii="Times New Roman" w:hAnsi="Times New Roman"/>
          <w:szCs w:val="21"/>
        </w:rPr>
        <w:t>弗</w:t>
      </w:r>
      <w:proofErr w:type="gramEnd"/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1667-1754</w:t>
      </w:r>
      <w:r w:rsidRPr="000E2BE1">
        <w:rPr>
          <w:rFonts w:ascii="Times New Roman" w:hAnsi="Times New Roman"/>
          <w:szCs w:val="21"/>
        </w:rPr>
        <w:t>）发现的，根据棣莫弗公式可知，复数</w:t>
      </w:r>
      <w:r w:rsidRPr="000E2BE1">
        <w:rPr>
          <w:rFonts w:ascii="Times New Roman" w:hAnsi="Times New Roman"/>
          <w:position w:val="-24"/>
          <w:szCs w:val="21"/>
        </w:rPr>
        <w:object w:dxaOrig="1620" w:dyaOrig="620" w14:anchorId="63D2941F">
          <v:shape id="_x0000_i1034" type="#_x0000_t75" alt="学科网(www.zxxk.com)--国内最大的教育资源门户，提供试卷、教案、课件、论文、素材及各类教学资源下载，还有大量而丰富的教学相关资讯！" style="width:79.5pt;height:31.5pt" o:ole="">
            <v:imagedata r:id="rId25" o:title=""/>
          </v:shape>
          <o:OLEObject Type="Embed" ProgID="Equation.DSMT4" ShapeID="_x0000_i1034" DrawAspect="Content" ObjectID="_1647977927" r:id="rId26"/>
        </w:object>
      </w:r>
      <w:r w:rsidRPr="000E2BE1">
        <w:rPr>
          <w:rFonts w:ascii="Times New Roman" w:hAnsi="Times New Roman"/>
          <w:szCs w:val="21"/>
        </w:rPr>
        <w:t>在复平面内所对应的点位于</w:t>
      </w:r>
      <w:r w:rsidR="000E2BE1">
        <w:rPr>
          <w:rFonts w:ascii="Times New Roman" w:hAnsi="Times New Roman" w:hint="eastAsia"/>
          <w:szCs w:val="21"/>
        </w:rPr>
        <w:t xml:space="preserve"> </w:t>
      </w:r>
      <w:r w:rsidR="000E2BE1">
        <w:rPr>
          <w:rFonts w:ascii="Times New Roman" w:hAnsi="Times New Roman"/>
          <w:szCs w:val="21"/>
        </w:rPr>
        <w:t xml:space="preserve"> </w:t>
      </w:r>
    </w:p>
    <w:p w14:paraId="722EAF0D" w14:textId="1357363D" w:rsidR="00A00E00" w:rsidRPr="000E2BE1" w:rsidRDefault="00A00E00" w:rsidP="00181D00">
      <w:pPr>
        <w:tabs>
          <w:tab w:val="left" w:pos="284"/>
          <w:tab w:val="left" w:pos="567"/>
          <w:tab w:val="left" w:pos="2552"/>
          <w:tab w:val="left" w:pos="4536"/>
          <w:tab w:val="left" w:pos="4678"/>
          <w:tab w:val="left" w:pos="6663"/>
        </w:tabs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>第一象限</w:t>
      </w:r>
      <w:r w:rsidRPr="000E2BE1">
        <w:rPr>
          <w:rFonts w:ascii="Times New Roman" w:hAnsi="Times New Roman"/>
          <w:szCs w:val="21"/>
        </w:rPr>
        <w:t xml:space="preserve">       </w:t>
      </w:r>
      <w:r w:rsidR="00181D00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>B</w:t>
      </w:r>
      <w:r w:rsidRPr="000E2BE1">
        <w:rPr>
          <w:rFonts w:ascii="Times New Roman" w:hAnsi="Times New Roman"/>
          <w:szCs w:val="21"/>
        </w:rPr>
        <w:t>．第二象限</w:t>
      </w:r>
      <w:r w:rsidRPr="000E2BE1">
        <w:rPr>
          <w:rFonts w:ascii="Times New Roman" w:hAnsi="Times New Roman"/>
          <w:szCs w:val="21"/>
        </w:rPr>
        <w:t xml:space="preserve">         C</w:t>
      </w:r>
      <w:r w:rsidRPr="000E2BE1">
        <w:rPr>
          <w:rFonts w:ascii="Times New Roman" w:hAnsi="Times New Roman"/>
          <w:szCs w:val="21"/>
        </w:rPr>
        <w:t>．第三象限</w:t>
      </w:r>
      <w:r w:rsidRPr="000E2BE1">
        <w:rPr>
          <w:rFonts w:ascii="Times New Roman" w:hAnsi="Times New Roman"/>
          <w:szCs w:val="21"/>
        </w:rPr>
        <w:t xml:space="preserve">       </w:t>
      </w:r>
      <w:r w:rsid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>D</w:t>
      </w:r>
      <w:r w:rsidRPr="000E2BE1">
        <w:rPr>
          <w:rFonts w:ascii="Times New Roman" w:hAnsi="Times New Roman"/>
          <w:szCs w:val="21"/>
        </w:rPr>
        <w:t>．第四象限</w:t>
      </w:r>
    </w:p>
    <w:p w14:paraId="1A5E84CF" w14:textId="258C666C" w:rsidR="00A00E00" w:rsidRPr="000E2BE1" w:rsidRDefault="00A00E00" w:rsidP="00181D00">
      <w:pPr>
        <w:tabs>
          <w:tab w:val="left" w:pos="6521"/>
          <w:tab w:val="left" w:pos="6663"/>
        </w:tabs>
        <w:spacing w:line="360" w:lineRule="auto"/>
        <w:rPr>
          <w:rFonts w:ascii="Times New Roman" w:hAnsi="Times New Roman"/>
        </w:rPr>
      </w:pPr>
      <w:r w:rsidRPr="000E2BE1">
        <w:rPr>
          <w:rFonts w:ascii="Times New Roman" w:hAnsi="Times New Roman"/>
        </w:rPr>
        <w:t>3</w:t>
      </w:r>
      <w:r w:rsidRPr="000E2BE1">
        <w:rPr>
          <w:rFonts w:ascii="Times New Roman" w:hAnsi="Times New Roman"/>
        </w:rPr>
        <w:t>．已知点</w:t>
      </w:r>
      <w:r w:rsidRPr="000E2BE1">
        <w:rPr>
          <w:rFonts w:ascii="Times New Roman" w:hAnsi="Times New Roman"/>
          <w:position w:val="-10"/>
        </w:rPr>
        <w:object w:dxaOrig="499" w:dyaOrig="320" w14:anchorId="13197094">
          <v:shape id="_x0000_i1035" type="#_x0000_t75" style="width:25.5pt;height:16.5pt" o:ole="">
            <v:imagedata r:id="rId27" o:title=""/>
          </v:shape>
          <o:OLEObject Type="Embed" ProgID="Equation.DSMT4" ShapeID="_x0000_i1035" DrawAspect="Content" ObjectID="_1647977928" r:id="rId28"/>
        </w:object>
      </w:r>
      <w:r w:rsidRPr="000E2BE1">
        <w:rPr>
          <w:rFonts w:ascii="Times New Roman" w:hAnsi="Times New Roman"/>
        </w:rPr>
        <w:t>和</w:t>
      </w:r>
      <w:r w:rsidRPr="000E2BE1">
        <w:rPr>
          <w:rFonts w:ascii="Times New Roman" w:hAnsi="Times New Roman"/>
          <w:position w:val="-10"/>
        </w:rPr>
        <w:object w:dxaOrig="700" w:dyaOrig="320" w14:anchorId="52009BF5">
          <v:shape id="_x0000_i1036" type="#_x0000_t75" style="width:35.25pt;height:15.75pt" o:ole="">
            <v:imagedata r:id="rId29" o:title=""/>
          </v:shape>
          <o:OLEObject Type="Embed" ProgID="Equation.DSMT4" ShapeID="_x0000_i1036" DrawAspect="Content" ObjectID="_1647977929" r:id="rId30"/>
        </w:object>
      </w:r>
      <w:r w:rsidRPr="000E2BE1">
        <w:rPr>
          <w:rFonts w:ascii="Times New Roman" w:hAnsi="Times New Roman"/>
        </w:rPr>
        <w:t>在直线</w:t>
      </w:r>
      <w:r w:rsidRPr="000E2BE1">
        <w:rPr>
          <w:rFonts w:ascii="Times New Roman" w:hAnsi="Times New Roman"/>
          <w:position w:val="-10"/>
        </w:rPr>
        <w:object w:dxaOrig="1520" w:dyaOrig="320" w14:anchorId="7C6BD6B3">
          <v:shape id="_x0000_i1037" type="#_x0000_t75" style="width:75.75pt;height:15.75pt;mso-position-horizontal-relative:page;mso-position-vertical-relative:page" o:ole="">
            <v:imagedata r:id="rId31" o:title=""/>
          </v:shape>
          <o:OLEObject Type="Embed" ProgID="Equation.3" ShapeID="_x0000_i1037" DrawAspect="Content" ObjectID="_1647977930" r:id="rId32"/>
        </w:object>
      </w:r>
      <w:r w:rsidRPr="000E2BE1">
        <w:rPr>
          <w:rFonts w:ascii="Times New Roman" w:hAnsi="Times New Roman"/>
        </w:rPr>
        <w:t>的两侧，则</w:t>
      </w:r>
      <w:r w:rsidR="00F76ECB">
        <w:rPr>
          <w:rFonts w:ascii="Times New Roman" w:hAnsi="Times New Roman" w:hint="eastAsia"/>
        </w:rPr>
        <w:t>实数</w:t>
      </w:r>
      <w:r w:rsidRPr="000E2BE1">
        <w:rPr>
          <w:rFonts w:ascii="Times New Roman" w:hAnsi="Times New Roman"/>
          <w:position w:val="-6"/>
        </w:rPr>
        <w:object w:dxaOrig="200" w:dyaOrig="220" w14:anchorId="501882EB">
          <v:shape id="_x0000_i1038" type="#_x0000_t75" style="width:9.75pt;height:11.25pt;mso-position-horizontal-relative:page;mso-position-vertical-relative:page" o:ole="">
            <v:imagedata r:id="rId33" o:title=""/>
          </v:shape>
          <o:OLEObject Type="Embed" ProgID="Equation.3" ShapeID="_x0000_i1038" DrawAspect="Content" ObjectID="_1647977931" r:id="rId34"/>
        </w:object>
      </w:r>
      <w:r w:rsidRPr="000E2BE1">
        <w:rPr>
          <w:rFonts w:ascii="Times New Roman" w:hAnsi="Times New Roman"/>
        </w:rPr>
        <w:t>的取值范围是</w:t>
      </w:r>
      <w:r w:rsidRPr="000E2BE1">
        <w:rPr>
          <w:rFonts w:ascii="Times New Roman" w:hAnsi="Times New Roman"/>
        </w:rPr>
        <w:t xml:space="preserve">    </w:t>
      </w:r>
    </w:p>
    <w:p w14:paraId="79D885B0" w14:textId="292E5DF4" w:rsidR="000E2BE1" w:rsidRDefault="00A00E00" w:rsidP="00181D00">
      <w:pPr>
        <w:tabs>
          <w:tab w:val="left" w:pos="2552"/>
        </w:tabs>
        <w:spacing w:line="360" w:lineRule="auto"/>
        <w:ind w:firstLineChars="200" w:firstLine="42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A</w:t>
      </w:r>
      <w:r w:rsidRPr="000E2BE1">
        <w:rPr>
          <w:rFonts w:ascii="Times New Roman" w:hAnsi="Times New Roman"/>
        </w:rPr>
        <w:t>．</w:t>
      </w:r>
      <w:r w:rsidR="000E2BE1">
        <w:rPr>
          <w:rFonts w:ascii="Times New Roman" w:hAnsi="Times New Roman"/>
        </w:rPr>
        <w:t xml:space="preserve"> </w:t>
      </w:r>
      <w:r w:rsidR="00304BA5" w:rsidRPr="000E2BE1">
        <w:rPr>
          <w:rFonts w:ascii="Times New Roman" w:hAnsi="Times New Roman"/>
          <w:position w:val="-6"/>
        </w:rPr>
        <w:object w:dxaOrig="1239" w:dyaOrig="280" w14:anchorId="4AF03F6D">
          <v:shape id="_x0000_i1039" type="#_x0000_t75" style="width:62.25pt;height:14.25pt;mso-position-horizontal-relative:page;mso-position-vertical-relative:page" o:ole="">
            <v:imagedata r:id="rId35" o:title=""/>
          </v:shape>
          <o:OLEObject Type="Embed" ProgID="Equation.3" ShapeID="_x0000_i1039" DrawAspect="Content" ObjectID="_1647977932" r:id="rId36"/>
        </w:object>
      </w:r>
      <w:r w:rsidR="000E2BE1">
        <w:rPr>
          <w:rFonts w:ascii="Times New Roman" w:hAnsi="Times New Roman"/>
        </w:rPr>
        <w:t xml:space="preserve">                </w:t>
      </w:r>
      <w:r w:rsidR="00304BA5">
        <w:rPr>
          <w:rFonts w:ascii="Times New Roman" w:hAnsi="Times New Roman"/>
        </w:rPr>
        <w:t xml:space="preserve">     </w:t>
      </w:r>
      <w:r w:rsidR="00181D00">
        <w:rPr>
          <w:rFonts w:ascii="Times New Roman" w:hAnsi="Times New Roman"/>
        </w:rPr>
        <w:t xml:space="preserve"> </w:t>
      </w:r>
      <w:r w:rsidR="000E2BE1">
        <w:rPr>
          <w:rFonts w:ascii="Times New Roman" w:hAnsi="Times New Roman"/>
        </w:rPr>
        <w:t xml:space="preserve">   </w:t>
      </w:r>
      <w:r w:rsidRPr="000E2BE1">
        <w:rPr>
          <w:rFonts w:ascii="Times New Roman" w:hAnsi="Times New Roman"/>
        </w:rPr>
        <w:t>B</w:t>
      </w:r>
      <w:r w:rsidRPr="000E2BE1">
        <w:rPr>
          <w:rFonts w:ascii="Times New Roman" w:hAnsi="Times New Roman"/>
        </w:rPr>
        <w:t>．</w:t>
      </w:r>
      <w:r w:rsidRPr="000E2BE1">
        <w:rPr>
          <w:rFonts w:ascii="Times New Roman" w:hAnsi="Times New Roman"/>
          <w:position w:val="-6"/>
        </w:rPr>
        <w:object w:dxaOrig="579" w:dyaOrig="280" w14:anchorId="19CF5307">
          <v:shape id="_x0000_i1040" type="#_x0000_t75" style="width:29.25pt;height:14.25pt;mso-position-horizontal-relative:page;mso-position-vertical-relative:page" o:ole="">
            <v:imagedata r:id="rId37" o:title=""/>
          </v:shape>
          <o:OLEObject Type="Embed" ProgID="Equation.3" ShapeID="_x0000_i1040" DrawAspect="Content" ObjectID="_1647977933" r:id="rId38"/>
        </w:object>
      </w:r>
      <w:r w:rsidRPr="000E2BE1">
        <w:rPr>
          <w:rFonts w:ascii="Times New Roman" w:hAnsi="Times New Roman"/>
        </w:rPr>
        <w:t>或</w:t>
      </w:r>
      <w:r w:rsidRPr="000E2BE1">
        <w:rPr>
          <w:rFonts w:ascii="Times New Roman" w:hAnsi="Times New Roman"/>
          <w:position w:val="-6"/>
        </w:rPr>
        <w:object w:dxaOrig="699" w:dyaOrig="280" w14:anchorId="41B0ED63">
          <v:shape id="_x0000_i1041" type="#_x0000_t75" style="width:35.25pt;height:14.25pt;mso-position-horizontal-relative:page;mso-position-vertical-relative:page" o:ole="">
            <v:imagedata r:id="rId39" o:title=""/>
          </v:shape>
          <o:OLEObject Type="Embed" ProgID="Equation.3" ShapeID="_x0000_i1041" DrawAspect="Content" ObjectID="_1647977934" r:id="rId40"/>
        </w:object>
      </w:r>
      <w:r w:rsidRPr="000E2BE1">
        <w:rPr>
          <w:rFonts w:ascii="Times New Roman" w:hAnsi="Times New Roman"/>
        </w:rPr>
        <w:t xml:space="preserve">  </w:t>
      </w:r>
    </w:p>
    <w:p w14:paraId="3719C93A" w14:textId="72D71056" w:rsidR="00A00E00" w:rsidRPr="000E2BE1" w:rsidRDefault="00A00E00" w:rsidP="000E2BE1">
      <w:pPr>
        <w:spacing w:line="360" w:lineRule="auto"/>
        <w:ind w:firstLineChars="200" w:firstLine="42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C</w:t>
      </w:r>
      <w:r w:rsidRPr="000E2BE1">
        <w:rPr>
          <w:rFonts w:ascii="Times New Roman" w:hAnsi="Times New Roman"/>
        </w:rPr>
        <w:t>．</w:t>
      </w:r>
      <w:r w:rsidR="00304BA5" w:rsidRPr="000E2BE1">
        <w:rPr>
          <w:rFonts w:ascii="Times New Roman" w:hAnsi="Times New Roman"/>
          <w:position w:val="-6"/>
        </w:rPr>
        <w:object w:dxaOrig="560" w:dyaOrig="279" w14:anchorId="140CF8D9">
          <v:shape id="_x0000_i1042" type="#_x0000_t75" style="width:27.75pt;height:14.25pt" o:ole="">
            <v:imagedata r:id="rId41" o:title=""/>
          </v:shape>
          <o:OLEObject Type="Embed" ProgID="Equation.DSMT4" ShapeID="_x0000_i1042" DrawAspect="Content" ObjectID="_1647977935" r:id="rId42"/>
        </w:object>
      </w:r>
      <w:r w:rsidR="00304BA5" w:rsidRPr="000E2BE1">
        <w:rPr>
          <w:rFonts w:ascii="Times New Roman" w:hAnsi="Times New Roman"/>
        </w:rPr>
        <w:t>或</w:t>
      </w:r>
      <w:r w:rsidR="00304BA5" w:rsidRPr="000E2BE1">
        <w:rPr>
          <w:rFonts w:ascii="Times New Roman" w:hAnsi="Times New Roman"/>
          <w:position w:val="-6"/>
        </w:rPr>
        <w:object w:dxaOrig="699" w:dyaOrig="280" w14:anchorId="50B36091">
          <v:shape id="_x0000_i1043" type="#_x0000_t75" style="width:35.25pt;height:14.25pt;mso-position-horizontal-relative:page;mso-position-vertical-relative:page" o:ole="">
            <v:imagedata r:id="rId43" o:title=""/>
          </v:shape>
          <o:OLEObject Type="Embed" ProgID="Equation.3" ShapeID="_x0000_i1043" DrawAspect="Content" ObjectID="_1647977936" r:id="rId44"/>
        </w:object>
      </w:r>
      <w:r w:rsidR="00304BA5" w:rsidRPr="000E2BE1">
        <w:rPr>
          <w:rFonts w:ascii="Times New Roman" w:hAnsi="Times New Roman"/>
        </w:rPr>
        <w:t xml:space="preserve">  </w:t>
      </w:r>
      <w:r w:rsidRPr="000E2BE1">
        <w:rPr>
          <w:rFonts w:ascii="Times New Roman" w:hAnsi="Times New Roman"/>
        </w:rPr>
        <w:t xml:space="preserve">  </w:t>
      </w:r>
      <w:r w:rsidR="000E2BE1">
        <w:rPr>
          <w:rFonts w:ascii="Times New Roman" w:hAnsi="Times New Roman"/>
        </w:rPr>
        <w:t xml:space="preserve">                 </w:t>
      </w:r>
      <w:r w:rsidR="00181D00">
        <w:rPr>
          <w:rFonts w:ascii="Times New Roman" w:hAnsi="Times New Roman"/>
        </w:rPr>
        <w:t xml:space="preserve"> </w:t>
      </w:r>
      <w:r w:rsidR="000E2BE1">
        <w:rPr>
          <w:rFonts w:ascii="Times New Roman" w:hAnsi="Times New Roman"/>
        </w:rPr>
        <w:t xml:space="preserve">  </w:t>
      </w:r>
      <w:r w:rsidRPr="000E2BE1">
        <w:rPr>
          <w:rFonts w:ascii="Times New Roman" w:hAnsi="Times New Roman"/>
        </w:rPr>
        <w:t>D</w:t>
      </w:r>
      <w:r w:rsidRPr="000E2BE1">
        <w:rPr>
          <w:rFonts w:ascii="Times New Roman" w:hAnsi="Times New Roman"/>
        </w:rPr>
        <w:t>．</w:t>
      </w:r>
      <w:r w:rsidRPr="000E2BE1">
        <w:rPr>
          <w:rFonts w:ascii="Times New Roman" w:hAnsi="Times New Roman"/>
          <w:position w:val="-6"/>
        </w:rPr>
        <w:object w:dxaOrig="1239" w:dyaOrig="280" w14:anchorId="1764C982">
          <v:shape id="_x0000_i1044" type="#_x0000_t75" style="width:62.25pt;height:14.25pt;mso-position-horizontal-relative:page;mso-position-vertical-relative:page" o:ole="">
            <v:imagedata r:id="rId45" o:title=""/>
          </v:shape>
          <o:OLEObject Type="Embed" ProgID="Equation.3" ShapeID="_x0000_i1044" DrawAspect="Content" ObjectID="_1647977937" r:id="rId46"/>
        </w:object>
      </w:r>
    </w:p>
    <w:p w14:paraId="7349779C" w14:textId="3BE67457" w:rsidR="00A00E00" w:rsidRPr="000E2BE1" w:rsidRDefault="00A00E00" w:rsidP="000E2BE1">
      <w:pPr>
        <w:spacing w:line="360" w:lineRule="auto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 xml:space="preserve">4. </w:t>
      </w:r>
      <w:r w:rsidRPr="000E2BE1">
        <w:rPr>
          <w:rFonts w:ascii="Times New Roman" w:hAnsi="Times New Roman"/>
          <w:szCs w:val="21"/>
        </w:rPr>
        <w:t>已知</w:t>
      </w:r>
      <w:r w:rsidRPr="000E2BE1">
        <w:rPr>
          <w:rFonts w:ascii="Times New Roman" w:hAnsi="Times New Roman"/>
          <w:position w:val="-44"/>
          <w:szCs w:val="21"/>
        </w:rPr>
        <w:object w:dxaOrig="2720" w:dyaOrig="999" w14:anchorId="109347F0">
          <v:shape id="_x0000_i1045" type="#_x0000_t75" style="width:135.75pt;height:50.25pt" o:ole="">
            <v:imagedata r:id="rId47" o:title=""/>
          </v:shape>
          <o:OLEObject Type="Embed" ProgID="Equation.DSMT4" ShapeID="_x0000_i1045" DrawAspect="Content" ObjectID="_1647977938" r:id="rId48"/>
        </w:object>
      </w:r>
      <w:r w:rsidRPr="000E2BE1">
        <w:rPr>
          <w:rFonts w:ascii="Times New Roman" w:hAnsi="Times New Roman"/>
          <w:szCs w:val="21"/>
        </w:rPr>
        <w:t>是</w:t>
      </w:r>
      <w:r w:rsidRPr="000E2BE1">
        <w:rPr>
          <w:rFonts w:ascii="Times New Roman" w:hAnsi="Times New Roman"/>
          <w:position w:val="-10"/>
          <w:szCs w:val="21"/>
        </w:rPr>
        <w:object w:dxaOrig="940" w:dyaOrig="320" w14:anchorId="7D3B6F24">
          <v:shape id="_x0000_i1046" type="#_x0000_t75" style="width:47.25pt;height:15.75pt" o:ole="">
            <v:imagedata r:id="rId49" o:title=""/>
          </v:shape>
          <o:OLEObject Type="Embed" ProgID="Equation.DSMT4" ShapeID="_x0000_i1046" DrawAspect="Content" ObjectID="_1647977939" r:id="rId50"/>
        </w:object>
      </w:r>
      <w:r w:rsidRPr="000E2BE1">
        <w:rPr>
          <w:rFonts w:ascii="Times New Roman" w:hAnsi="Times New Roman"/>
          <w:szCs w:val="21"/>
        </w:rPr>
        <w:t>上的减函数，那么</w:t>
      </w:r>
      <w:r w:rsidR="00DC7C34">
        <w:rPr>
          <w:rFonts w:ascii="Times New Roman" w:hAnsi="Times New Roman" w:hint="eastAsia"/>
          <w:szCs w:val="21"/>
        </w:rPr>
        <w:t>实数</w:t>
      </w:r>
      <w:r w:rsidRPr="000E2BE1">
        <w:rPr>
          <w:rFonts w:ascii="Times New Roman" w:hAnsi="Times New Roman"/>
          <w:position w:val="-6"/>
          <w:szCs w:val="21"/>
        </w:rPr>
        <w:object w:dxaOrig="200" w:dyaOrig="220" w14:anchorId="6C23B7AE">
          <v:shape id="_x0000_i1047" type="#_x0000_t75" style="width:9.75pt;height:11.25pt" o:ole="">
            <v:imagedata r:id="rId51" o:title=""/>
          </v:shape>
          <o:OLEObject Type="Embed" ProgID="Equation.DSMT4" ShapeID="_x0000_i1047" DrawAspect="Content" ObjectID="_1647977940" r:id="rId52"/>
        </w:object>
      </w:r>
      <w:r w:rsidRPr="000E2BE1">
        <w:rPr>
          <w:rFonts w:ascii="Times New Roman" w:hAnsi="Times New Roman"/>
          <w:szCs w:val="21"/>
        </w:rPr>
        <w:t>的取值范围是</w:t>
      </w:r>
    </w:p>
    <w:p w14:paraId="647EA144" w14:textId="1708E036" w:rsidR="00A00E00" w:rsidRPr="000E2BE1" w:rsidRDefault="00A00E00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 xml:space="preserve">A. </w:t>
      </w:r>
      <w:r w:rsidRPr="000E2BE1">
        <w:rPr>
          <w:rFonts w:ascii="Times New Roman" w:hAnsi="Times New Roman"/>
          <w:position w:val="-10"/>
          <w:szCs w:val="21"/>
        </w:rPr>
        <w:object w:dxaOrig="520" w:dyaOrig="320" w14:anchorId="314A74F0">
          <v:shape id="_x0000_i1048" type="#_x0000_t75" style="width:26.25pt;height:15.75pt" o:ole="">
            <v:imagedata r:id="rId53" o:title=""/>
          </v:shape>
          <o:OLEObject Type="Embed" ProgID="Equation.DSMT4" ShapeID="_x0000_i1048" DrawAspect="Content" ObjectID="_1647977941" r:id="rId54"/>
        </w:object>
      </w:r>
      <w:r w:rsidRPr="000E2BE1">
        <w:rPr>
          <w:rFonts w:ascii="Times New Roman" w:hAnsi="Times New Roman"/>
          <w:szCs w:val="21"/>
        </w:rPr>
        <w:tab/>
        <w:t xml:space="preserve">            B</w:t>
      </w:r>
      <w:r w:rsidRPr="000E2BE1">
        <w:rPr>
          <w:rFonts w:ascii="Times New Roman" w:hAnsi="Times New Roman"/>
          <w:szCs w:val="21"/>
        </w:rPr>
        <w:t>．</w:t>
      </w:r>
      <w:r w:rsidR="00495CDA" w:rsidRPr="00495CDA">
        <w:rPr>
          <w:rFonts w:ascii="Times New Roman" w:hAnsi="Times New Roman"/>
          <w:position w:val="-28"/>
          <w:szCs w:val="21"/>
        </w:rPr>
        <w:object w:dxaOrig="660" w:dyaOrig="680" w14:anchorId="1074F63B">
          <v:shape id="_x0000_i1049" type="#_x0000_t75" style="width:33pt;height:33.75pt" o:ole="">
            <v:imagedata r:id="rId55" o:title=""/>
          </v:shape>
          <o:OLEObject Type="Embed" ProgID="Equation.DSMT4" ShapeID="_x0000_i1049" DrawAspect="Content" ObjectID="_1647977942" r:id="rId56"/>
        </w:object>
      </w:r>
      <w:r w:rsidRPr="000E2BE1">
        <w:rPr>
          <w:rFonts w:ascii="Times New Roman" w:hAnsi="Times New Roman"/>
          <w:szCs w:val="21"/>
        </w:rPr>
        <w:t xml:space="preserve">    </w:t>
      </w:r>
      <w:r w:rsidRPr="000E2BE1">
        <w:rPr>
          <w:rFonts w:ascii="Times New Roman" w:hAnsi="Times New Roman"/>
          <w:szCs w:val="21"/>
        </w:rPr>
        <w:tab/>
        <w:t xml:space="preserve">     C.</w:t>
      </w:r>
      <w:r w:rsidR="00495CDA" w:rsidRPr="00495CDA">
        <w:rPr>
          <w:rFonts w:ascii="Times New Roman" w:hAnsi="Times New Roman"/>
          <w:position w:val="-28"/>
          <w:szCs w:val="21"/>
        </w:rPr>
        <w:object w:dxaOrig="720" w:dyaOrig="680" w14:anchorId="11C34C63">
          <v:shape id="_x0000_i1050" type="#_x0000_t75" style="width:36pt;height:33.75pt" o:ole="">
            <v:imagedata r:id="rId57" o:title=""/>
          </v:shape>
          <o:OLEObject Type="Embed" ProgID="Equation.DSMT4" ShapeID="_x0000_i1050" DrawAspect="Content" ObjectID="_1647977943" r:id="rId58"/>
        </w:object>
      </w:r>
      <w:r w:rsidRPr="000E2BE1">
        <w:rPr>
          <w:rFonts w:ascii="Times New Roman" w:hAnsi="Times New Roman"/>
          <w:szCs w:val="21"/>
        </w:rPr>
        <w:tab/>
      </w:r>
      <w:r w:rsidRPr="000E2BE1">
        <w:rPr>
          <w:rFonts w:ascii="Times New Roman" w:hAnsi="Times New Roman"/>
          <w:szCs w:val="21"/>
        </w:rPr>
        <w:tab/>
      </w:r>
      <w:r w:rsidR="00181D00">
        <w:rPr>
          <w:rFonts w:ascii="Times New Roman" w:hAnsi="Times New Roman"/>
          <w:szCs w:val="21"/>
        </w:rPr>
        <w:t xml:space="preserve">    </w:t>
      </w:r>
      <w:r w:rsidRPr="000E2BE1">
        <w:rPr>
          <w:rFonts w:ascii="Times New Roman" w:hAnsi="Times New Roman"/>
          <w:szCs w:val="21"/>
        </w:rPr>
        <w:t>D</w:t>
      </w:r>
      <w:r w:rsidRPr="000E2BE1">
        <w:rPr>
          <w:rFonts w:ascii="Times New Roman" w:hAnsi="Times New Roman"/>
          <w:szCs w:val="21"/>
        </w:rPr>
        <w:t>．</w:t>
      </w:r>
      <w:r w:rsidR="00495CDA" w:rsidRPr="00495CDA">
        <w:rPr>
          <w:rFonts w:ascii="Times New Roman" w:hAnsi="Times New Roman"/>
          <w:position w:val="-28"/>
          <w:szCs w:val="21"/>
        </w:rPr>
        <w:object w:dxaOrig="639" w:dyaOrig="680" w14:anchorId="722EB89E">
          <v:shape id="_x0000_i1051" type="#_x0000_t75" style="width:31.5pt;height:33.75pt" o:ole="">
            <v:imagedata r:id="rId59" o:title=""/>
          </v:shape>
          <o:OLEObject Type="Embed" ProgID="Equation.DSMT4" ShapeID="_x0000_i1051" DrawAspect="Content" ObjectID="_1647977944" r:id="rId60"/>
        </w:object>
      </w:r>
    </w:p>
    <w:p w14:paraId="68FDA8CF" w14:textId="062173FC" w:rsidR="00A00E00" w:rsidRPr="000E2BE1" w:rsidRDefault="00A00E00" w:rsidP="000E2BE1">
      <w:pPr>
        <w:spacing w:line="360" w:lineRule="auto"/>
        <w:rPr>
          <w:rFonts w:ascii="Times New Roman" w:hAnsi="Times New Roman"/>
          <w:szCs w:val="21"/>
        </w:rPr>
      </w:pPr>
      <w:bookmarkStart w:id="3" w:name="_Hlk36934679"/>
      <w:r w:rsidRPr="000E2BE1">
        <w:rPr>
          <w:rFonts w:ascii="Times New Roman" w:hAnsi="Times New Roman"/>
          <w:szCs w:val="21"/>
        </w:rPr>
        <w:t xml:space="preserve">5. </w:t>
      </w:r>
      <w:r w:rsidRPr="000E2BE1">
        <w:rPr>
          <w:rFonts w:ascii="Times New Roman" w:hAnsi="Times New Roman"/>
          <w:szCs w:val="21"/>
        </w:rPr>
        <w:t>在</w:t>
      </w:r>
      <w:r w:rsidRPr="000E2BE1">
        <w:rPr>
          <w:rFonts w:ascii="Times New Roman" w:hAnsi="Times New Roman"/>
          <w:position w:val="-6"/>
        </w:rPr>
        <w:object w:dxaOrig="680" w:dyaOrig="279" w14:anchorId="056D800F">
          <v:shape id="_x0000_i1052" type="#_x0000_t75" style="width:33.75pt;height:14.25pt" o:ole="">
            <v:imagedata r:id="rId61" o:title=""/>
          </v:shape>
          <o:OLEObject Type="Embed" ProgID="Equation.DSMT4" ShapeID="_x0000_i1052" DrawAspect="Content" ObjectID="_1647977945" r:id="rId62"/>
        </w:object>
      </w:r>
      <w:r w:rsidRPr="000E2BE1">
        <w:rPr>
          <w:rFonts w:ascii="Times New Roman" w:hAnsi="Times New Roman"/>
          <w:szCs w:val="21"/>
        </w:rPr>
        <w:t>中，</w:t>
      </w:r>
      <w:r w:rsidRPr="000E2BE1">
        <w:rPr>
          <w:rFonts w:ascii="Times New Roman" w:hAnsi="Times New Roman"/>
          <w:position w:val="-4"/>
        </w:rPr>
        <w:object w:dxaOrig="260" w:dyaOrig="260" w14:anchorId="54D68043">
          <v:shape id="_x0000_i1053" type="#_x0000_t75" style="width:12.75pt;height:12.75pt" o:ole="">
            <v:imagedata r:id="rId63" o:title=""/>
          </v:shape>
          <o:OLEObject Type="Embed" ProgID="Equation.DSMT4" ShapeID="_x0000_i1053" DrawAspect="Content" ObjectID="_1647977946" r:id="rId64"/>
        </w:object>
      </w:r>
      <w:r w:rsidRPr="000E2BE1">
        <w:rPr>
          <w:rFonts w:ascii="Times New Roman" w:hAnsi="Times New Roman"/>
        </w:rPr>
        <w:t>是</w:t>
      </w:r>
      <w:r w:rsidRPr="000E2BE1">
        <w:rPr>
          <w:rFonts w:ascii="Times New Roman" w:hAnsi="Times New Roman"/>
          <w:position w:val="-6"/>
        </w:rPr>
        <w:object w:dxaOrig="400" w:dyaOrig="279" w14:anchorId="440368C0">
          <v:shape id="_x0000_i1054" type="#_x0000_t75" style="width:20.25pt;height:14.25pt" o:ole="">
            <v:imagedata r:id="rId65" o:title=""/>
          </v:shape>
          <o:OLEObject Type="Embed" ProgID="Equation.DSMT4" ShapeID="_x0000_i1054" DrawAspect="Content" ObjectID="_1647977947" r:id="rId66"/>
        </w:object>
      </w:r>
      <w:r w:rsidRPr="000E2BE1">
        <w:rPr>
          <w:rFonts w:ascii="Times New Roman" w:hAnsi="Times New Roman"/>
        </w:rPr>
        <w:t>边上一点，</w:t>
      </w:r>
      <w:r w:rsidRPr="000E2BE1">
        <w:rPr>
          <w:rFonts w:ascii="Times New Roman" w:hAnsi="Times New Roman"/>
          <w:position w:val="-4"/>
          <w:szCs w:val="21"/>
        </w:rPr>
        <w:object w:dxaOrig="999" w:dyaOrig="260" w14:anchorId="51D6627E">
          <v:shape id="_x0000_i1055" type="#_x0000_t75" alt="高考资源网(ks5u.com),中国最大的高考网站,您身边的高考专家。" style="width:50.25pt;height:12.75pt" o:ole="">
            <v:imagedata r:id="rId67" o:title=""/>
          </v:shape>
          <o:OLEObject Type="Embed" ProgID="Equation.DSMT4" ShapeID="_x0000_i1055" DrawAspect="Content" ObjectID="_1647977948" r:id="rId68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noProof/>
          <w:position w:val="-8"/>
          <w:szCs w:val="21"/>
        </w:rPr>
        <w:drawing>
          <wp:inline distT="0" distB="0" distL="0" distR="0" wp14:anchorId="72D2E9E6" wp14:editId="2064198A">
            <wp:extent cx="600075" cy="228600"/>
            <wp:effectExtent l="0" t="0" r="9525" b="0"/>
            <wp:docPr id="11" name="图片 1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BE1">
        <w:rPr>
          <w:rFonts w:ascii="Times New Roman" w:hAnsi="Times New Roman"/>
          <w:noProof/>
          <w:position w:val="-4"/>
          <w:szCs w:val="21"/>
        </w:rPr>
        <w:drawing>
          <wp:inline distT="0" distB="0" distL="0" distR="0" wp14:anchorId="3B3475B6" wp14:editId="669491E5">
            <wp:extent cx="257175" cy="200025"/>
            <wp:effectExtent l="0" t="0" r="9525" b="9525"/>
            <wp:docPr id="12" name="图片 1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18"/>
          <w:szCs w:val="21"/>
        </w:rPr>
        <w:object w:dxaOrig="820" w:dyaOrig="480" w14:anchorId="288D6653">
          <v:shape id="_x0000_i1056" type="#_x0000_t75" alt="高考资源网(ks5u.com),中国最大的高考网站,您身边的高考专家。" style="width:41.25pt;height:24pt" o:ole="">
            <v:imagedata r:id="rId71" o:title=""/>
          </v:shape>
          <o:OLEObject Type="Embed" ProgID="Equation.DSMT4" ShapeID="_x0000_i1056" DrawAspect="Content" ObjectID="_1647977949" r:id="rId72"/>
        </w:object>
      </w:r>
      <w:r w:rsidRPr="000E2BE1">
        <w:rPr>
          <w:rFonts w:ascii="Times New Roman" w:hAnsi="Times New Roman"/>
          <w:szCs w:val="21"/>
        </w:rPr>
        <w:t>，则</w:t>
      </w:r>
      <w:r w:rsidRPr="000E2BE1">
        <w:rPr>
          <w:rFonts w:ascii="Times New Roman" w:hAnsi="Times New Roman"/>
          <w:position w:val="-6"/>
          <w:szCs w:val="21"/>
        </w:rPr>
        <w:object w:dxaOrig="880" w:dyaOrig="340" w14:anchorId="539B3CDE">
          <v:shape id="_x0000_i1057" type="#_x0000_t75" alt="高考资源网(ks5u.com),中国最大的高考网站,您身边的高考专家。" style="width:44.25pt;height:17.25pt" o:ole="">
            <v:imagedata r:id="rId73" o:title=""/>
          </v:shape>
          <o:OLEObject Type="Embed" ProgID="Equation.DSMT4" ShapeID="_x0000_i1057" DrawAspect="Content" ObjectID="_1647977950" r:id="rId74"/>
        </w:object>
      </w:r>
      <w:r w:rsidRPr="000E2BE1">
        <w:rPr>
          <w:rFonts w:ascii="Times New Roman" w:hAnsi="Times New Roman"/>
          <w:szCs w:val="21"/>
        </w:rPr>
        <w:t>=</w:t>
      </w:r>
    </w:p>
    <w:p w14:paraId="746D0248" w14:textId="1FC9D9FF" w:rsidR="000E2BE1" w:rsidRPr="000E2BE1" w:rsidRDefault="00A00E00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8"/>
          <w:szCs w:val="21"/>
        </w:rPr>
        <w:object w:dxaOrig="480" w:dyaOrig="360" w14:anchorId="057AEBC4">
          <v:shape id="_x0000_i1058" type="#_x0000_t75" alt="高考资源网(ks5u.com),中国最大的高考网站,您身边的高考专家。" style="width:24pt;height:18pt" o:ole="">
            <v:imagedata r:id="rId75" o:title=""/>
          </v:shape>
          <o:OLEObject Type="Embed" ProgID="Equation.DSMT4" ShapeID="_x0000_i1058" DrawAspect="Content" ObjectID="_1647977951" r:id="rId76"/>
        </w:object>
      </w:r>
      <w:r w:rsidRPr="000E2BE1">
        <w:rPr>
          <w:rFonts w:ascii="Times New Roman" w:hAnsi="Times New Roman"/>
          <w:szCs w:val="21"/>
        </w:rPr>
        <w:t xml:space="preserve">            B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4"/>
          <w:szCs w:val="21"/>
        </w:rPr>
        <w:object w:dxaOrig="400" w:dyaOrig="680" w14:anchorId="57B36CE2">
          <v:shape id="_x0000_i1059" type="#_x0000_t75" alt="高考资源网(ks5u.com),中国最大的高考网站,您身边的高考专家。" style="width:20.25pt;height:33.75pt" o:ole="">
            <v:imagedata r:id="rId77" o:title=""/>
          </v:shape>
          <o:OLEObject Type="Embed" ProgID="Equation.DSMT4" ShapeID="_x0000_i1059" DrawAspect="Content" ObjectID="_1647977952" r:id="rId78"/>
        </w:object>
      </w:r>
      <w:r w:rsidRPr="000E2BE1">
        <w:rPr>
          <w:rFonts w:ascii="Times New Roman" w:hAnsi="Times New Roman"/>
          <w:szCs w:val="21"/>
        </w:rPr>
        <w:t xml:space="preserve">          </w:t>
      </w:r>
      <w:r w:rsidR="00181D00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 xml:space="preserve">   C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4"/>
          <w:szCs w:val="21"/>
        </w:rPr>
        <w:object w:dxaOrig="400" w:dyaOrig="680" w14:anchorId="1964FA2A">
          <v:shape id="_x0000_i1060" type="#_x0000_t75" alt="高考资源网(ks5u.com),中国最大的高考网站,您身边的高考专家。" style="width:20.25pt;height:33.75pt" o:ole="">
            <v:imagedata r:id="rId79" o:title=""/>
          </v:shape>
          <o:OLEObject Type="Embed" ProgID="Equation.DSMT4" ShapeID="_x0000_i1060" DrawAspect="Content" ObjectID="_1647977953" r:id="rId80"/>
        </w:object>
      </w:r>
      <w:r w:rsidRPr="000E2BE1">
        <w:rPr>
          <w:rFonts w:ascii="Times New Roman" w:hAnsi="Times New Roman"/>
          <w:szCs w:val="21"/>
        </w:rPr>
        <w:t xml:space="preserve">            D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8"/>
          <w:szCs w:val="21"/>
        </w:rPr>
        <w:object w:dxaOrig="360" w:dyaOrig="360" w14:anchorId="51DDCB7D">
          <v:shape id="_x0000_i1061" type="#_x0000_t75" alt="高考资源网(ks5u.com),中国最大的高考网站,您身边的高考专家。" style="width:18pt;height:18pt" o:ole="">
            <v:imagedata r:id="rId81" o:title=""/>
          </v:shape>
          <o:OLEObject Type="Embed" ProgID="Equation.DSMT4" ShapeID="_x0000_i1061" DrawAspect="Content" ObjectID="_1647977954" r:id="rId82"/>
        </w:object>
      </w:r>
      <w:bookmarkEnd w:id="3"/>
    </w:p>
    <w:p w14:paraId="1A4EE119" w14:textId="77777777" w:rsidR="00C27866" w:rsidRDefault="00C27866" w:rsidP="000E2BE1">
      <w:pPr>
        <w:spacing w:line="360" w:lineRule="auto"/>
        <w:ind w:leftChars="1" w:left="283" w:hangingChars="134" w:hanging="281"/>
        <w:rPr>
          <w:rFonts w:ascii="Times New Roman" w:hAnsi="Times New Roman"/>
        </w:rPr>
      </w:pPr>
    </w:p>
    <w:p w14:paraId="0BCA3F78" w14:textId="701CC217" w:rsidR="00A00E00" w:rsidRPr="000E2BE1" w:rsidRDefault="00A00E00" w:rsidP="000E2BE1">
      <w:pPr>
        <w:spacing w:line="360" w:lineRule="auto"/>
        <w:ind w:leftChars="1" w:left="283" w:hangingChars="134" w:hanging="281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</w:rPr>
        <w:lastRenderedPageBreak/>
        <w:t>6</w:t>
      </w:r>
      <w:r w:rsidRPr="000E2BE1">
        <w:rPr>
          <w:rFonts w:ascii="Times New Roman" w:hAnsi="Times New Roman"/>
        </w:rPr>
        <w:t>．</w:t>
      </w:r>
      <w:r w:rsidRPr="000E2BE1">
        <w:rPr>
          <w:rFonts w:ascii="Times New Roman" w:hAnsi="Times New Roman"/>
          <w:szCs w:val="21"/>
        </w:rPr>
        <w:t>已知一个四棱锥的高为</w:t>
      </w:r>
      <w:r w:rsidRPr="000E2BE1">
        <w:rPr>
          <w:rFonts w:ascii="Times New Roman" w:hAnsi="Times New Roman"/>
          <w:position w:val="-6"/>
          <w:szCs w:val="21"/>
        </w:rPr>
        <w:object w:dxaOrig="180" w:dyaOrig="279" w14:anchorId="44D45706">
          <v:shape id="_x0000_i1062" type="#_x0000_t75" alt="高考资源网( www.ks5u.com)，中国最大的高考网站，您身边的高考专家。" style="width:9pt;height:14.25pt" o:ole="">
            <v:imagedata r:id="rId83" o:title=""/>
          </v:shape>
          <o:OLEObject Type="Embed" ProgID="Equation.DSMT4" ShapeID="_x0000_i1062" DrawAspect="Content" ObjectID="_1647977955" r:id="rId84"/>
        </w:object>
      </w:r>
      <w:r w:rsidRPr="000E2BE1">
        <w:rPr>
          <w:rFonts w:ascii="Times New Roman" w:hAnsi="Times New Roman"/>
          <w:szCs w:val="21"/>
        </w:rPr>
        <w:t>，其底面用</w:t>
      </w:r>
      <w:proofErr w:type="gramStart"/>
      <w:r w:rsidRPr="000E2BE1">
        <w:rPr>
          <w:rFonts w:ascii="Times New Roman" w:hAnsi="Times New Roman"/>
          <w:szCs w:val="21"/>
        </w:rPr>
        <w:t>斜二测</w:t>
      </w:r>
      <w:proofErr w:type="gramEnd"/>
      <w:r w:rsidRPr="000E2BE1">
        <w:rPr>
          <w:rFonts w:ascii="Times New Roman" w:hAnsi="Times New Roman"/>
          <w:szCs w:val="21"/>
        </w:rPr>
        <w:t>画法所画出的水平放置的直观图是一个边长为</w:t>
      </w:r>
      <w:r w:rsidRPr="000E2BE1">
        <w:rPr>
          <w:rFonts w:ascii="Times New Roman" w:hAnsi="Times New Roman"/>
          <w:position w:val="-4"/>
          <w:szCs w:val="21"/>
        </w:rPr>
        <w:object w:dxaOrig="139" w:dyaOrig="260" w14:anchorId="211B4824">
          <v:shape id="_x0000_i1063" type="#_x0000_t75" alt="高考资源网( www.ks5u.com)，中国最大的高考网站，您身边的高考专家。" style="width:6.75pt;height:13.5pt" o:ole="">
            <v:imagedata r:id="rId85" o:title=""/>
          </v:shape>
          <o:OLEObject Type="Embed" ProgID="Equation.DSMT4" ShapeID="_x0000_i1063" DrawAspect="Content" ObjectID="_1647977956" r:id="rId86"/>
        </w:object>
      </w:r>
      <w:r w:rsidRPr="000E2BE1">
        <w:rPr>
          <w:rFonts w:ascii="Times New Roman" w:hAnsi="Times New Roman"/>
          <w:szCs w:val="21"/>
        </w:rPr>
        <w:t>的正方形</w:t>
      </w:r>
      <w:r w:rsidRPr="000E2BE1">
        <w:rPr>
          <w:rFonts w:ascii="Times New Roman" w:hAnsi="Times New Roman"/>
          <w:szCs w:val="21"/>
        </w:rPr>
        <w:t>, </w:t>
      </w:r>
      <w:r w:rsidRPr="000E2BE1">
        <w:rPr>
          <w:rFonts w:ascii="Times New Roman" w:hAnsi="Times New Roman"/>
          <w:szCs w:val="21"/>
        </w:rPr>
        <w:t>则此四棱锥的体积为</w:t>
      </w:r>
      <w:r w:rsidRPr="000E2BE1">
        <w:rPr>
          <w:rFonts w:ascii="Times New Roman" w:hAnsi="Times New Roman"/>
          <w:szCs w:val="21"/>
        </w:rPr>
        <w:t xml:space="preserve">                                      </w:t>
      </w:r>
    </w:p>
    <w:p w14:paraId="68F19357" w14:textId="2A92C8CE" w:rsidR="00A00E00" w:rsidRPr="000E2BE1" w:rsidRDefault="00A00E00" w:rsidP="006F7E3D">
      <w:pPr>
        <w:spacing w:line="360" w:lineRule="auto"/>
        <w:ind w:leftChars="50" w:left="105" w:firstLineChars="150" w:firstLine="315"/>
        <w:rPr>
          <w:rFonts w:ascii="Times New Roman" w:hAnsi="Times New Roman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6"/>
        </w:rPr>
        <w:object w:dxaOrig="380" w:dyaOrig="340" w14:anchorId="2EAB4114">
          <v:shape id="_x0000_i1064" type="#_x0000_t75" alt="高考资源网( www.ks5u.com)，中国最大的高考网站，您身边的高考专家。" style="width:18.75pt;height:17.25pt" o:ole="">
            <v:imagedata r:id="rId87" o:title=""/>
          </v:shape>
          <o:OLEObject Type="Embed" ProgID="Equation.DSMT4" ShapeID="_x0000_i1064" DrawAspect="Content" ObjectID="_1647977957" r:id="rId88"/>
        </w:object>
      </w:r>
      <w:r w:rsidRPr="000E2BE1">
        <w:rPr>
          <w:rFonts w:ascii="Times New Roman" w:hAnsi="Times New Roman"/>
        </w:rPr>
        <w:t xml:space="preserve">        </w:t>
      </w:r>
      <w:r w:rsidR="006F7E3D">
        <w:rPr>
          <w:rFonts w:ascii="Times New Roman" w:hAnsi="Times New Roman"/>
        </w:rPr>
        <w:t xml:space="preserve">  </w:t>
      </w:r>
      <w:r w:rsidR="00181D00">
        <w:rPr>
          <w:rFonts w:ascii="Times New Roman" w:hAnsi="Times New Roman"/>
        </w:rPr>
        <w:t xml:space="preserve">  </w:t>
      </w:r>
      <w:r w:rsidR="006F7E3D">
        <w:rPr>
          <w:rFonts w:ascii="Times New Roman" w:hAnsi="Times New Roman"/>
        </w:rPr>
        <w:t xml:space="preserve"> </w:t>
      </w:r>
      <w:r w:rsidRPr="000E2BE1">
        <w:rPr>
          <w:rFonts w:ascii="Times New Roman" w:hAnsi="Times New Roman"/>
        </w:rPr>
        <w:t xml:space="preserve"> </w:t>
      </w:r>
      <w:r w:rsidRPr="000E2BE1">
        <w:rPr>
          <w:rFonts w:ascii="Times New Roman" w:hAnsi="Times New Roman"/>
          <w:szCs w:val="21"/>
        </w:rPr>
        <w:t>B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6"/>
        </w:rPr>
        <w:object w:dxaOrig="499" w:dyaOrig="340" w14:anchorId="7AEC7859">
          <v:shape id="_x0000_i1065" type="#_x0000_t75" alt="高考资源网( www.ks5u.com)，中国最大的高考网站，您身边的高考专家。" style="width:24.75pt;height:17.25pt" o:ole="">
            <v:imagedata r:id="rId89" o:title=""/>
          </v:shape>
          <o:OLEObject Type="Embed" ProgID="Equation.DSMT4" ShapeID="_x0000_i1065" DrawAspect="Content" ObjectID="_1647977958" r:id="rId90"/>
        </w:object>
      </w:r>
      <w:r w:rsidRPr="000E2BE1">
        <w:rPr>
          <w:rFonts w:ascii="Times New Roman" w:hAnsi="Times New Roman"/>
        </w:rPr>
        <w:t xml:space="preserve">      </w:t>
      </w:r>
      <w:r w:rsidR="006F7E3D">
        <w:rPr>
          <w:rFonts w:ascii="Times New Roman" w:hAnsi="Times New Roman"/>
        </w:rPr>
        <w:t xml:space="preserve">    </w:t>
      </w:r>
      <w:r w:rsidRPr="000E2BE1">
        <w:rPr>
          <w:rFonts w:ascii="Times New Roman" w:hAnsi="Times New Roman"/>
        </w:rPr>
        <w:t xml:space="preserve">  </w:t>
      </w:r>
      <w:r w:rsidRPr="000E2BE1">
        <w:rPr>
          <w:rFonts w:ascii="Times New Roman" w:hAnsi="Times New Roman"/>
          <w:szCs w:val="21"/>
        </w:rPr>
        <w:t>C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4"/>
        </w:rPr>
        <w:object w:dxaOrig="220" w:dyaOrig="620" w14:anchorId="5CD1F799">
          <v:shape id="_x0000_i1066" type="#_x0000_t75" alt="高考资源网( www.ks5u.com)，中国最大的高考网站，您身边的高考专家。" style="width:11.25pt;height:30.75pt" o:ole="">
            <v:imagedata r:id="rId91" o:title=""/>
          </v:shape>
          <o:OLEObject Type="Embed" ProgID="Equation.DSMT4" ShapeID="_x0000_i1066" DrawAspect="Content" ObjectID="_1647977959" r:id="rId92"/>
        </w:object>
      </w:r>
      <w:r w:rsidRPr="000E2BE1">
        <w:rPr>
          <w:rFonts w:ascii="Times New Roman" w:hAnsi="Times New Roman"/>
        </w:rPr>
        <w:t xml:space="preserve">       </w:t>
      </w:r>
      <w:r w:rsidR="006F7E3D">
        <w:rPr>
          <w:rFonts w:ascii="Times New Roman" w:hAnsi="Times New Roman"/>
        </w:rPr>
        <w:t xml:space="preserve">    </w:t>
      </w:r>
      <w:r w:rsidRPr="000E2BE1">
        <w:rPr>
          <w:rFonts w:ascii="Times New Roman" w:hAnsi="Times New Roman"/>
        </w:rPr>
        <w:t xml:space="preserve">  </w:t>
      </w:r>
      <w:r w:rsidRPr="000E2BE1">
        <w:rPr>
          <w:rFonts w:ascii="Times New Roman" w:hAnsi="Times New Roman"/>
          <w:szCs w:val="21"/>
        </w:rPr>
        <w:t>D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6"/>
        </w:rPr>
        <w:object w:dxaOrig="499" w:dyaOrig="340" w14:anchorId="7E149FCA">
          <v:shape id="_x0000_i1067" type="#_x0000_t75" alt="高考资源网( www.ks5u.com)，中国最大的高考网站，您身边的高考专家。" style="width:24.75pt;height:17.25pt" o:ole="">
            <v:imagedata r:id="rId93" o:title=""/>
          </v:shape>
          <o:OLEObject Type="Embed" ProgID="Equation.DSMT4" ShapeID="_x0000_i1067" DrawAspect="Content" ObjectID="_1647977960" r:id="rId94"/>
        </w:object>
      </w:r>
    </w:p>
    <w:p w14:paraId="16AE6C04" w14:textId="5D2F185C" w:rsidR="00A00E00" w:rsidRPr="000E2BE1" w:rsidRDefault="00A00E00" w:rsidP="00AA31AD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Chars="1" w:left="283" w:hangingChars="134" w:hanging="281"/>
        <w:jc w:val="left"/>
        <w:rPr>
          <w:rFonts w:ascii="Times New Roman" w:hAnsi="Times New Roman"/>
        </w:rPr>
      </w:pPr>
      <w:r w:rsidRPr="000E2BE1">
        <w:rPr>
          <w:rFonts w:ascii="Times New Roman" w:hAnsi="Times New Roman"/>
        </w:rPr>
        <w:t>7</w:t>
      </w:r>
      <w:r w:rsidRPr="000E2BE1">
        <w:rPr>
          <w:rFonts w:ascii="Times New Roman" w:hAnsi="Times New Roman"/>
        </w:rPr>
        <w:t>．在等</w:t>
      </w:r>
      <w:r w:rsidR="00AA31AD">
        <w:rPr>
          <w:rFonts w:ascii="Times New Roman" w:hAnsi="Times New Roman" w:hint="eastAsia"/>
        </w:rPr>
        <w:t>差</w:t>
      </w:r>
      <w:r w:rsidRPr="000E2BE1">
        <w:rPr>
          <w:rFonts w:ascii="Times New Roman" w:hAnsi="Times New Roman"/>
        </w:rPr>
        <w:t>数列</w:t>
      </w:r>
      <w:r w:rsidRPr="000E2BE1">
        <w:rPr>
          <w:rFonts w:ascii="Times New Roman" w:hAnsi="Times New Roman"/>
          <w:position w:val="-12"/>
          <w:szCs w:val="21"/>
        </w:rPr>
        <w:object w:dxaOrig="480" w:dyaOrig="360" w14:anchorId="78430835">
          <v:shape id="_x0000_i1068" type="#_x0000_t75" style="width:24pt;height:18pt" o:ole="">
            <v:imagedata r:id="rId95" o:title=""/>
          </v:shape>
          <o:OLEObject Type="Embed" ProgID="Equation.3" ShapeID="_x0000_i1068" DrawAspect="Content" ObjectID="_1647977961" r:id="rId96"/>
        </w:object>
      </w:r>
      <w:r w:rsidRPr="000E2BE1">
        <w:rPr>
          <w:rFonts w:ascii="Times New Roman" w:hAnsi="Times New Roman"/>
        </w:rPr>
        <w:t>中，</w:t>
      </w:r>
      <w:r w:rsidR="00AA31AD" w:rsidRPr="000E2BE1">
        <w:rPr>
          <w:rFonts w:ascii="Times New Roman" w:hAnsi="Times New Roman"/>
          <w:position w:val="-12"/>
          <w:vertAlign w:val="subscript"/>
        </w:rPr>
        <w:object w:dxaOrig="300" w:dyaOrig="360" w14:anchorId="165FB9EF">
          <v:shape id="_x0000_i1069" type="#_x0000_t75" style="width:15pt;height:18pt" o:ole="">
            <v:imagedata r:id="rId97" o:title=""/>
          </v:shape>
          <o:OLEObject Type="Embed" ProgID="Equation.3" ShapeID="_x0000_i1069" DrawAspect="Content" ObjectID="_1647977962" r:id="rId98"/>
        </w:object>
      </w:r>
      <w:r w:rsidR="00AA31AD" w:rsidRPr="000E2BE1">
        <w:rPr>
          <w:rFonts w:ascii="Times New Roman" w:hAnsi="Times New Roman"/>
        </w:rPr>
        <w:t>为其前</w:t>
      </w:r>
      <w:r w:rsidR="00AA31AD" w:rsidRPr="000E2BE1">
        <w:rPr>
          <w:rFonts w:ascii="Times New Roman" w:hAnsi="Times New Roman"/>
          <w:position w:val="-6"/>
        </w:rPr>
        <w:object w:dxaOrig="200" w:dyaOrig="220" w14:anchorId="716CB8B3">
          <v:shape id="_x0000_i1070" type="#_x0000_t75" style="width:9.75pt;height:11.25pt" o:ole="">
            <v:imagedata r:id="rId99" o:title=""/>
          </v:shape>
          <o:OLEObject Type="Embed" ProgID="Equation.3" ShapeID="_x0000_i1070" DrawAspect="Content" ObjectID="_1647977963" r:id="rId100"/>
        </w:object>
      </w:r>
      <w:r w:rsidR="00AA31AD" w:rsidRPr="000E2BE1">
        <w:rPr>
          <w:rFonts w:ascii="Times New Roman" w:hAnsi="Times New Roman"/>
        </w:rPr>
        <w:t>项的和</w:t>
      </w:r>
      <w:r w:rsidR="00AA31AD">
        <w:rPr>
          <w:rFonts w:ascii="Times New Roman" w:hAnsi="Times New Roman" w:hint="eastAsia"/>
        </w:rPr>
        <w:t>，已知</w:t>
      </w:r>
      <w:r w:rsidRPr="000E2BE1">
        <w:rPr>
          <w:rFonts w:ascii="Times New Roman" w:hAnsi="Times New Roman"/>
          <w:position w:val="-12"/>
        </w:rPr>
        <w:object w:dxaOrig="999" w:dyaOrig="360" w14:anchorId="3E9ED4F6">
          <v:shape id="_x0000_i1071" type="#_x0000_t75" style="width:50.25pt;height:18pt" o:ole="">
            <v:imagedata r:id="rId101" o:title=""/>
          </v:shape>
          <o:OLEObject Type="Embed" ProgID="Equation.DSMT4" ShapeID="_x0000_i1071" DrawAspect="Content" ObjectID="_1647977964" r:id="rId102"/>
        </w:object>
      </w:r>
      <w:r w:rsidRPr="000E2BE1">
        <w:rPr>
          <w:rFonts w:ascii="Times New Roman" w:hAnsi="Times New Roman"/>
        </w:rPr>
        <w:t>，且</w:t>
      </w:r>
      <w:r w:rsidRPr="000E2BE1">
        <w:rPr>
          <w:rFonts w:ascii="Times New Roman" w:hAnsi="Times New Roman"/>
          <w:position w:val="-10"/>
        </w:rPr>
        <w:object w:dxaOrig="660" w:dyaOrig="340" w14:anchorId="6E5CB702">
          <v:shape id="_x0000_i1072" type="#_x0000_t75" style="width:33pt;height:17.25pt" o:ole="">
            <v:imagedata r:id="rId103" o:title=""/>
          </v:shape>
          <o:OLEObject Type="Embed" ProgID="Equation.3" ShapeID="_x0000_i1072" DrawAspect="Content" ObjectID="_1647977965" r:id="rId104"/>
        </w:object>
      </w:r>
      <w:r w:rsidRPr="000E2BE1">
        <w:rPr>
          <w:rFonts w:ascii="Times New Roman" w:hAnsi="Times New Roman"/>
        </w:rPr>
        <w:t>，若</w:t>
      </w:r>
      <w:r w:rsidRPr="000E2BE1">
        <w:rPr>
          <w:rFonts w:ascii="Times New Roman" w:hAnsi="Times New Roman"/>
          <w:position w:val="-12"/>
          <w:vertAlign w:val="subscript"/>
        </w:rPr>
        <w:object w:dxaOrig="300" w:dyaOrig="360" w14:anchorId="0041801A">
          <v:shape id="_x0000_i1073" type="#_x0000_t75" style="width:15pt;height:18pt" o:ole="">
            <v:imagedata r:id="rId105" o:title=""/>
          </v:shape>
          <o:OLEObject Type="Embed" ProgID="Equation.3" ShapeID="_x0000_i1073" DrawAspect="Content" ObjectID="_1647977966" r:id="rId106"/>
        </w:object>
      </w:r>
      <w:r w:rsidRPr="000E2BE1">
        <w:rPr>
          <w:rFonts w:ascii="Times New Roman" w:hAnsi="Times New Roman"/>
        </w:rPr>
        <w:t>取得最大值，则</w:t>
      </w:r>
      <w:r w:rsidRPr="000E2BE1">
        <w:rPr>
          <w:rFonts w:ascii="Times New Roman" w:hAnsi="Times New Roman"/>
          <w:position w:val="-6"/>
        </w:rPr>
        <w:object w:dxaOrig="200" w:dyaOrig="220" w14:anchorId="6BDC0EF4">
          <v:shape id="_x0000_i1074" type="#_x0000_t75" style="width:9.75pt;height:11.25pt" o:ole="">
            <v:imagedata r:id="rId99" o:title=""/>
          </v:shape>
          <o:OLEObject Type="Embed" ProgID="Equation.3" ShapeID="_x0000_i1074" DrawAspect="Content" ObjectID="_1647977967" r:id="rId107"/>
        </w:object>
      </w:r>
      <w:r w:rsidR="00AA31AD">
        <w:rPr>
          <w:rFonts w:ascii="Times New Roman" w:hAnsi="Times New Roman" w:hint="eastAsia"/>
        </w:rPr>
        <w:t>为</w:t>
      </w:r>
      <w:r w:rsidR="00AA31AD">
        <w:rPr>
          <w:rFonts w:ascii="Times New Roman" w:hAnsi="Times New Roman" w:hint="eastAsia"/>
        </w:rPr>
        <w:t xml:space="preserve"> </w:t>
      </w:r>
    </w:p>
    <w:p w14:paraId="3C728F26" w14:textId="092ECE57" w:rsidR="00A00E00" w:rsidRPr="000E2BE1" w:rsidRDefault="00A00E00" w:rsidP="000E2BE1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jc w:val="left"/>
        <w:rPr>
          <w:rFonts w:ascii="Times New Roman" w:hAnsi="Times New Roman"/>
        </w:rPr>
      </w:pPr>
      <w:r w:rsidRPr="000E2BE1">
        <w:rPr>
          <w:rFonts w:ascii="Times New Roman" w:hAnsi="Times New Roman"/>
        </w:rPr>
        <w:tab/>
        <w:t>A</w:t>
      </w:r>
      <w:r w:rsidRPr="000E2BE1">
        <w:rPr>
          <w:rFonts w:ascii="Times New Roman" w:hAnsi="Times New Roman"/>
        </w:rPr>
        <w:t>．</w:t>
      </w:r>
      <w:r w:rsidR="00203B8F" w:rsidRPr="00203B8F">
        <w:rPr>
          <w:rFonts w:ascii="Times New Roman" w:hAnsi="Times New Roman"/>
          <w:position w:val="-6"/>
          <w:szCs w:val="21"/>
        </w:rPr>
        <w:object w:dxaOrig="320" w:dyaOrig="279" w14:anchorId="47C5D72F">
          <v:shape id="_x0000_i1075" type="#_x0000_t75" style="width:15.75pt;height:13.5pt" o:ole="">
            <v:imagedata r:id="rId108" o:title=""/>
          </v:shape>
          <o:OLEObject Type="Embed" ProgID="Equation.DSMT4" ShapeID="_x0000_i1075" DrawAspect="Content" ObjectID="_1647977968" r:id="rId109"/>
        </w:object>
      </w:r>
      <w:r w:rsidRPr="000E2BE1">
        <w:rPr>
          <w:rFonts w:ascii="Times New Roman" w:hAnsi="Times New Roman"/>
        </w:rPr>
        <w:tab/>
      </w:r>
      <w:r w:rsidR="00181D00">
        <w:rPr>
          <w:rFonts w:ascii="Times New Roman" w:hAnsi="Times New Roman"/>
        </w:rPr>
        <w:t xml:space="preserve"> </w:t>
      </w:r>
      <w:r w:rsidR="006F7E3D">
        <w:rPr>
          <w:rFonts w:ascii="Times New Roman" w:hAnsi="Times New Roman"/>
        </w:rPr>
        <w:t xml:space="preserve">  </w:t>
      </w:r>
      <w:r w:rsidRPr="000E2BE1">
        <w:rPr>
          <w:rFonts w:ascii="Times New Roman" w:hAnsi="Times New Roman"/>
        </w:rPr>
        <w:t>B</w:t>
      </w:r>
      <w:r w:rsidRPr="000E2BE1">
        <w:rPr>
          <w:rFonts w:ascii="Times New Roman" w:hAnsi="Times New Roman"/>
        </w:rPr>
        <w:t>．</w:t>
      </w:r>
      <w:r w:rsidR="00203B8F" w:rsidRPr="00AA31AD">
        <w:rPr>
          <w:rFonts w:ascii="Times New Roman" w:hAnsi="Times New Roman"/>
          <w:position w:val="-4"/>
          <w:szCs w:val="21"/>
        </w:rPr>
        <w:object w:dxaOrig="300" w:dyaOrig="260" w14:anchorId="781CDE97">
          <v:shape id="_x0000_i1076" type="#_x0000_t75" style="width:15pt;height:12.75pt" o:ole="">
            <v:imagedata r:id="rId110" o:title=""/>
          </v:shape>
          <o:OLEObject Type="Embed" ProgID="Equation.DSMT4" ShapeID="_x0000_i1076" DrawAspect="Content" ObjectID="_1647977969" r:id="rId111"/>
        </w:object>
      </w:r>
      <w:r w:rsidRPr="000E2BE1">
        <w:rPr>
          <w:rFonts w:ascii="Times New Roman" w:hAnsi="Times New Roman"/>
        </w:rPr>
        <w:tab/>
      </w:r>
      <w:r w:rsidR="006F7E3D">
        <w:rPr>
          <w:rFonts w:ascii="Times New Roman" w:hAnsi="Times New Roman"/>
        </w:rPr>
        <w:t xml:space="preserve">   </w:t>
      </w:r>
      <w:r w:rsidR="00181D00">
        <w:rPr>
          <w:rFonts w:ascii="Times New Roman" w:hAnsi="Times New Roman"/>
        </w:rPr>
        <w:t xml:space="preserve"> </w:t>
      </w:r>
      <w:r w:rsidR="006F7E3D">
        <w:rPr>
          <w:rFonts w:ascii="Times New Roman" w:hAnsi="Times New Roman"/>
        </w:rPr>
        <w:t xml:space="preserve"> </w:t>
      </w:r>
      <w:r w:rsidRPr="000E2BE1">
        <w:rPr>
          <w:rFonts w:ascii="Times New Roman" w:hAnsi="Times New Roman"/>
        </w:rPr>
        <w:t>C</w:t>
      </w:r>
      <w:r w:rsidRPr="000E2BE1">
        <w:rPr>
          <w:rFonts w:ascii="Times New Roman" w:hAnsi="Times New Roman"/>
        </w:rPr>
        <w:t>．</w:t>
      </w:r>
      <w:r w:rsidR="00203B8F" w:rsidRPr="00AA31AD">
        <w:rPr>
          <w:rFonts w:ascii="Times New Roman" w:hAnsi="Times New Roman"/>
          <w:position w:val="-4"/>
          <w:szCs w:val="21"/>
        </w:rPr>
        <w:object w:dxaOrig="320" w:dyaOrig="260" w14:anchorId="46CB257B">
          <v:shape id="_x0000_i1077" type="#_x0000_t75" style="width:15.75pt;height:12.75pt" o:ole="">
            <v:imagedata r:id="rId112" o:title=""/>
          </v:shape>
          <o:OLEObject Type="Embed" ProgID="Equation.DSMT4" ShapeID="_x0000_i1077" DrawAspect="Content" ObjectID="_1647977970" r:id="rId113"/>
        </w:object>
      </w:r>
      <w:r w:rsidRPr="000E2BE1">
        <w:rPr>
          <w:rFonts w:ascii="Times New Roman" w:hAnsi="Times New Roman"/>
        </w:rPr>
        <w:tab/>
      </w:r>
      <w:r w:rsidR="006F7E3D">
        <w:rPr>
          <w:rFonts w:ascii="Times New Roman" w:hAnsi="Times New Roman"/>
        </w:rPr>
        <w:t xml:space="preserve">   </w:t>
      </w:r>
      <w:r w:rsidR="00181D00">
        <w:rPr>
          <w:rFonts w:ascii="Times New Roman" w:hAnsi="Times New Roman"/>
        </w:rPr>
        <w:t xml:space="preserve">  </w:t>
      </w:r>
      <w:r w:rsidR="006F7E3D">
        <w:rPr>
          <w:rFonts w:ascii="Times New Roman" w:hAnsi="Times New Roman"/>
        </w:rPr>
        <w:t xml:space="preserve"> </w:t>
      </w:r>
      <w:r w:rsidRPr="000E2BE1">
        <w:rPr>
          <w:rFonts w:ascii="Times New Roman" w:hAnsi="Times New Roman"/>
        </w:rPr>
        <w:t>D</w:t>
      </w:r>
      <w:r w:rsidRPr="000E2BE1">
        <w:rPr>
          <w:rFonts w:ascii="Times New Roman" w:hAnsi="Times New Roman"/>
        </w:rPr>
        <w:t>．</w:t>
      </w:r>
      <w:r w:rsidR="00203B8F" w:rsidRPr="00AA31AD">
        <w:rPr>
          <w:rFonts w:ascii="Times New Roman" w:hAnsi="Times New Roman"/>
          <w:position w:val="-6"/>
          <w:szCs w:val="21"/>
        </w:rPr>
        <w:object w:dxaOrig="300" w:dyaOrig="279" w14:anchorId="6308965F">
          <v:shape id="_x0000_i1078" type="#_x0000_t75" style="width:15pt;height:13.5pt" o:ole="">
            <v:imagedata r:id="rId114" o:title=""/>
          </v:shape>
          <o:OLEObject Type="Embed" ProgID="Equation.DSMT4" ShapeID="_x0000_i1078" DrawAspect="Content" ObjectID="_1647977971" r:id="rId115"/>
        </w:object>
      </w:r>
    </w:p>
    <w:p w14:paraId="11EA7967" w14:textId="51BC344C" w:rsidR="00A00E00" w:rsidRPr="000E2BE1" w:rsidRDefault="00A00E00" w:rsidP="000E2BE1">
      <w:pPr>
        <w:spacing w:line="360" w:lineRule="auto"/>
        <w:ind w:left="284" w:hanging="284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8</w:t>
      </w:r>
      <w:r w:rsidRPr="000E2BE1">
        <w:rPr>
          <w:rFonts w:ascii="Times New Roman" w:hAnsi="Times New Roman"/>
          <w:bCs/>
        </w:rPr>
        <w:t>．</w:t>
      </w:r>
      <w:r w:rsidRPr="000E2BE1">
        <w:rPr>
          <w:rFonts w:ascii="Times New Roman" w:hAnsi="Times New Roman"/>
          <w:szCs w:val="21"/>
        </w:rPr>
        <w:t>已知抛物线</w:t>
      </w:r>
      <w:r w:rsidRPr="000E2BE1">
        <w:rPr>
          <w:rFonts w:ascii="Times New Roman" w:hAnsi="Times New Roman"/>
          <w:position w:val="-10"/>
          <w:szCs w:val="21"/>
        </w:rPr>
        <w:object w:dxaOrig="800" w:dyaOrig="360" w14:anchorId="7436989B">
          <v:shape id="_x0000_i1079" type="#_x0000_t75" style="width:39.75pt;height:18pt" o:ole="">
            <v:imagedata r:id="rId116" o:title=""/>
          </v:shape>
          <o:OLEObject Type="Embed" ProgID="Equation.3" ShapeID="_x0000_i1079" DrawAspect="Content" ObjectID="_1647977972" r:id="rId117"/>
        </w:object>
      </w:r>
      <w:r w:rsidRPr="000E2BE1">
        <w:rPr>
          <w:rFonts w:ascii="Times New Roman" w:hAnsi="Times New Roman"/>
          <w:szCs w:val="21"/>
        </w:rPr>
        <w:t>，过点</w:t>
      </w:r>
      <w:r w:rsidRPr="000E2BE1">
        <w:rPr>
          <w:rFonts w:ascii="Times New Roman" w:hAnsi="Times New Roman"/>
          <w:position w:val="-10"/>
          <w:szCs w:val="21"/>
        </w:rPr>
        <w:object w:dxaOrig="820" w:dyaOrig="320" w14:anchorId="6D89652C">
          <v:shape id="_x0000_i1080" type="#_x0000_t75" style="width:41.25pt;height:15.75pt" o:ole="">
            <v:imagedata r:id="rId118" o:title=""/>
          </v:shape>
          <o:OLEObject Type="Embed" ProgID="Equation.DSMT4" ShapeID="_x0000_i1080" DrawAspect="Content" ObjectID="_1647977973" r:id="rId119"/>
        </w:object>
      </w:r>
      <w:r w:rsidRPr="000E2BE1">
        <w:rPr>
          <w:rFonts w:ascii="Times New Roman" w:hAnsi="Times New Roman"/>
          <w:szCs w:val="21"/>
        </w:rPr>
        <w:t>作倾斜角为</w:t>
      </w:r>
      <w:r w:rsidRPr="000E2BE1">
        <w:rPr>
          <w:rFonts w:ascii="Times New Roman" w:hAnsi="Times New Roman"/>
          <w:position w:val="-24"/>
          <w:szCs w:val="21"/>
        </w:rPr>
        <w:object w:dxaOrig="240" w:dyaOrig="620" w14:anchorId="4AFB345B">
          <v:shape id="_x0000_i1081" type="#_x0000_t75" style="width:12pt;height:30.75pt" o:ole="">
            <v:imagedata r:id="rId120" o:title=""/>
          </v:shape>
          <o:OLEObject Type="Embed" ProgID="Equation.DSMT4" ShapeID="_x0000_i1081" DrawAspect="Content" ObjectID="_1647977974" r:id="rId121"/>
        </w:object>
      </w:r>
      <w:r w:rsidRPr="000E2BE1">
        <w:rPr>
          <w:rFonts w:ascii="Times New Roman" w:hAnsi="Times New Roman"/>
          <w:szCs w:val="21"/>
        </w:rPr>
        <w:t>的直线</w:t>
      </w:r>
      <w:r w:rsidRPr="000E2BE1">
        <w:rPr>
          <w:rFonts w:ascii="Times New Roman" w:hAnsi="Times New Roman"/>
          <w:position w:val="-6"/>
          <w:szCs w:val="21"/>
        </w:rPr>
        <w:object w:dxaOrig="139" w:dyaOrig="279" w14:anchorId="22146C24">
          <v:shape id="_x0000_i1082" type="#_x0000_t75" style="width:6.75pt;height:15pt" o:ole="">
            <v:imagedata r:id="rId122" o:title=""/>
          </v:shape>
          <o:OLEObject Type="Embed" ProgID="Equation.3" ShapeID="_x0000_i1082" DrawAspect="Content" ObjectID="_1647977975" r:id="rId123"/>
        </w:object>
      </w:r>
      <w:r w:rsidRPr="000E2BE1">
        <w:rPr>
          <w:rFonts w:ascii="Times New Roman" w:hAnsi="Times New Roman"/>
          <w:szCs w:val="21"/>
        </w:rPr>
        <w:t>，若</w:t>
      </w:r>
      <w:r w:rsidRPr="000E2BE1">
        <w:rPr>
          <w:rFonts w:ascii="Times New Roman" w:hAnsi="Times New Roman"/>
          <w:position w:val="-6"/>
          <w:szCs w:val="21"/>
        </w:rPr>
        <w:object w:dxaOrig="139" w:dyaOrig="279" w14:anchorId="048555D5">
          <v:shape id="_x0000_i1083" type="#_x0000_t75" style="width:6.75pt;height:15pt" o:ole="">
            <v:imagedata r:id="rId124" o:title=""/>
          </v:shape>
          <o:OLEObject Type="Embed" ProgID="Equation.3" ShapeID="_x0000_i1083" DrawAspect="Content" ObjectID="_1647977976" r:id="rId125"/>
        </w:object>
      </w:r>
      <w:r w:rsidRPr="000E2BE1">
        <w:rPr>
          <w:rFonts w:ascii="Times New Roman" w:hAnsi="Times New Roman"/>
          <w:szCs w:val="21"/>
        </w:rPr>
        <w:t>与抛物线交于</w:t>
      </w:r>
      <w:r w:rsidRPr="000E2BE1">
        <w:rPr>
          <w:rFonts w:ascii="Times New Roman" w:hAnsi="Times New Roman"/>
          <w:position w:val="-4"/>
          <w:szCs w:val="21"/>
        </w:rPr>
        <w:object w:dxaOrig="240" w:dyaOrig="260" w14:anchorId="0A3A7B10">
          <v:shape id="_x0000_i1084" type="#_x0000_t75" style="width:12pt;height:12.75pt" o:ole="">
            <v:imagedata r:id="rId126" o:title=""/>
          </v:shape>
          <o:OLEObject Type="Embed" ProgID="Equation.DSMT4" ShapeID="_x0000_i1084" DrawAspect="Content" ObjectID="_1647977977" r:id="rId127"/>
        </w:object>
      </w:r>
      <w:r w:rsidRPr="000E2BE1">
        <w:rPr>
          <w:rFonts w:ascii="Times New Roman" w:hAnsi="Times New Roman"/>
          <w:szCs w:val="21"/>
        </w:rPr>
        <w:t>、</w:t>
      </w:r>
      <w:r w:rsidRPr="000E2BE1">
        <w:rPr>
          <w:rFonts w:ascii="Times New Roman" w:hAnsi="Times New Roman"/>
          <w:bCs/>
          <w:position w:val="-6"/>
          <w:szCs w:val="21"/>
        </w:rPr>
        <w:object w:dxaOrig="240" w:dyaOrig="279" w14:anchorId="008FCE83">
          <v:shape id="_x0000_i1085" type="#_x0000_t75" style="width:12pt;height:14.25pt" o:ole="">
            <v:imagedata r:id="rId128" o:title=""/>
          </v:shape>
          <o:OLEObject Type="Embed" ProgID="Equation.DSMT4" ShapeID="_x0000_i1085" DrawAspect="Content" ObjectID="_1647977978" r:id="rId129"/>
        </w:object>
      </w:r>
      <w:r w:rsidRPr="000E2BE1">
        <w:rPr>
          <w:rFonts w:ascii="Times New Roman" w:hAnsi="Times New Roman"/>
          <w:szCs w:val="21"/>
        </w:rPr>
        <w:t>两点，弦</w:t>
      </w:r>
      <w:r w:rsidRPr="000E2BE1">
        <w:rPr>
          <w:rFonts w:ascii="Times New Roman" w:hAnsi="Times New Roman"/>
          <w:position w:val="-6"/>
          <w:szCs w:val="21"/>
        </w:rPr>
        <w:object w:dxaOrig="400" w:dyaOrig="279" w14:anchorId="27F225D3">
          <v:shape id="_x0000_i1086" type="#_x0000_t75" style="width:20.25pt;height:14.25pt" o:ole="">
            <v:imagedata r:id="rId130" o:title=""/>
          </v:shape>
          <o:OLEObject Type="Embed" ProgID="Equation.DSMT4" ShapeID="_x0000_i1086" DrawAspect="Content" ObjectID="_1647977979" r:id="rId131"/>
        </w:object>
      </w:r>
      <w:r w:rsidRPr="000E2BE1">
        <w:rPr>
          <w:rFonts w:ascii="Times New Roman" w:hAnsi="Times New Roman"/>
          <w:szCs w:val="21"/>
        </w:rPr>
        <w:t>的中垂线交</w:t>
      </w:r>
      <w:r w:rsidRPr="000E2BE1">
        <w:rPr>
          <w:rFonts w:ascii="Times New Roman" w:hAnsi="Times New Roman"/>
          <w:position w:val="-6"/>
          <w:szCs w:val="21"/>
        </w:rPr>
        <w:object w:dxaOrig="200" w:dyaOrig="220" w14:anchorId="0FA1C5E8">
          <v:shape id="_x0000_i1087" type="#_x0000_t75" style="width:9.75pt;height:11.25pt" o:ole="">
            <v:imagedata r:id="rId132" o:title=""/>
          </v:shape>
          <o:OLEObject Type="Embed" ProgID="Equation.3" ShapeID="_x0000_i1087" DrawAspect="Content" ObjectID="_1647977980" r:id="rId133"/>
        </w:object>
      </w:r>
      <w:r w:rsidRPr="000E2BE1">
        <w:rPr>
          <w:rFonts w:ascii="Times New Roman" w:hAnsi="Times New Roman"/>
          <w:szCs w:val="21"/>
        </w:rPr>
        <w:t>轴于点</w:t>
      </w:r>
      <w:r w:rsidRPr="000E2BE1">
        <w:rPr>
          <w:rFonts w:ascii="Times New Roman" w:hAnsi="Times New Roman"/>
          <w:position w:val="-4"/>
          <w:szCs w:val="21"/>
        </w:rPr>
        <w:object w:dxaOrig="240" w:dyaOrig="260" w14:anchorId="4C320160">
          <v:shape id="_x0000_i1088" type="#_x0000_t75" style="width:12pt;height:12.75pt" o:ole="">
            <v:imagedata r:id="rId134" o:title=""/>
          </v:shape>
          <o:OLEObject Type="Embed" ProgID="Equation.DSMT4" ShapeID="_x0000_i1088" DrawAspect="Content" ObjectID="_1647977981" r:id="rId135"/>
        </w:object>
      </w:r>
      <w:r w:rsidRPr="000E2BE1">
        <w:rPr>
          <w:rFonts w:ascii="Times New Roman" w:hAnsi="Times New Roman"/>
          <w:szCs w:val="21"/>
        </w:rPr>
        <w:t>，则线段</w:t>
      </w:r>
      <w:r w:rsidRPr="000E2BE1">
        <w:rPr>
          <w:rFonts w:ascii="Times New Roman" w:hAnsi="Times New Roman"/>
          <w:position w:val="-4"/>
          <w:szCs w:val="21"/>
        </w:rPr>
        <w:object w:dxaOrig="400" w:dyaOrig="260" w14:anchorId="356BA8E3">
          <v:shape id="_x0000_i1089" type="#_x0000_t75" style="width:20.25pt;height:12.75pt" o:ole="">
            <v:imagedata r:id="rId136" o:title=""/>
          </v:shape>
          <o:OLEObject Type="Embed" ProgID="Equation.DSMT4" ShapeID="_x0000_i1089" DrawAspect="Content" ObjectID="_1647977982" r:id="rId137"/>
        </w:object>
      </w:r>
      <w:r w:rsidRPr="000E2BE1">
        <w:rPr>
          <w:rFonts w:ascii="Times New Roman" w:hAnsi="Times New Roman"/>
          <w:szCs w:val="21"/>
        </w:rPr>
        <w:t>的长为</w:t>
      </w:r>
    </w:p>
    <w:p w14:paraId="6B401AAA" w14:textId="332566D9" w:rsidR="00A00E00" w:rsidRPr="000E2BE1" w:rsidRDefault="00A00E00" w:rsidP="00181D00">
      <w:pPr>
        <w:tabs>
          <w:tab w:val="left" w:pos="426"/>
          <w:tab w:val="left" w:pos="2552"/>
          <w:tab w:val="left" w:pos="4678"/>
        </w:tabs>
        <w:spacing w:line="360" w:lineRule="auto"/>
        <w:ind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4"/>
          <w:szCs w:val="21"/>
        </w:rPr>
        <w:object w:dxaOrig="320" w:dyaOrig="620" w14:anchorId="7E3AE8EC">
          <v:shape id="_x0000_i1090" type="#_x0000_t75" style="width:15.75pt;height:30.75pt" o:ole="">
            <v:imagedata r:id="rId138" o:title=""/>
          </v:shape>
          <o:OLEObject Type="Embed" ProgID="Equation.DSMT4" ShapeID="_x0000_i1090" DrawAspect="Content" ObjectID="_1647977983" r:id="rId139"/>
        </w:object>
      </w:r>
      <w:r w:rsidR="00181D00">
        <w:rPr>
          <w:rFonts w:ascii="Times New Roman" w:hAnsi="Times New Roman"/>
          <w:szCs w:val="21"/>
        </w:rPr>
        <w:t xml:space="preserve">             </w:t>
      </w:r>
      <w:r w:rsidR="006F7E3D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>B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position w:val="-24"/>
          <w:szCs w:val="21"/>
        </w:rPr>
        <w:object w:dxaOrig="220" w:dyaOrig="620" w14:anchorId="3506AB7B">
          <v:shape id="_x0000_i1091" type="#_x0000_t75" style="width:11.25pt;height:30.75pt" o:ole="">
            <v:imagedata r:id="rId140" o:title=""/>
          </v:shape>
          <o:OLEObject Type="Embed" ProgID="Equation.DSMT4" ShapeID="_x0000_i1091" DrawAspect="Content" ObjectID="_1647977984" r:id="rId141"/>
        </w:object>
      </w:r>
      <w:r w:rsidR="00181D00">
        <w:rPr>
          <w:rFonts w:ascii="Times New Roman" w:hAnsi="Times New Roman"/>
          <w:szCs w:val="21"/>
        </w:rPr>
        <w:t xml:space="preserve">               </w:t>
      </w:r>
      <w:r w:rsidRPr="000E2BE1">
        <w:rPr>
          <w:rFonts w:ascii="Times New Roman" w:hAnsi="Times New Roman"/>
        </w:rPr>
        <w:t>C.</w:t>
      </w:r>
      <w:r w:rsidRPr="000E2BE1">
        <w:rPr>
          <w:rFonts w:ascii="Times New Roman" w:hAnsi="Times New Roman"/>
          <w:position w:val="-24"/>
          <w:szCs w:val="21"/>
        </w:rPr>
        <w:object w:dxaOrig="620" w:dyaOrig="680" w14:anchorId="5BED705D">
          <v:shape id="_x0000_i1092" type="#_x0000_t75" style="width:30.75pt;height:33.75pt" o:ole="">
            <v:imagedata r:id="rId142" o:title=""/>
          </v:shape>
          <o:OLEObject Type="Embed" ProgID="Equation.DSMT4" ShapeID="_x0000_i1092" DrawAspect="Content" ObjectID="_1647977985" r:id="rId143"/>
        </w:object>
      </w:r>
      <w:r w:rsidRPr="000E2BE1">
        <w:rPr>
          <w:rFonts w:ascii="Times New Roman" w:hAnsi="Times New Roman"/>
          <w:szCs w:val="21"/>
        </w:rPr>
        <w:tab/>
      </w:r>
      <w:r w:rsidR="00181D00">
        <w:rPr>
          <w:rFonts w:ascii="Times New Roman" w:hAnsi="Times New Roman"/>
          <w:szCs w:val="21"/>
        </w:rPr>
        <w:t xml:space="preserve">        </w:t>
      </w:r>
      <w:r w:rsidRPr="000E2BE1">
        <w:rPr>
          <w:rFonts w:ascii="Times New Roman" w:hAnsi="Times New Roman"/>
        </w:rPr>
        <w:t xml:space="preserve">D. </w:t>
      </w:r>
      <w:r w:rsidRPr="000E2BE1">
        <w:rPr>
          <w:rFonts w:ascii="Times New Roman" w:hAnsi="Times New Roman"/>
          <w:position w:val="-8"/>
          <w:szCs w:val="21"/>
        </w:rPr>
        <w:object w:dxaOrig="460" w:dyaOrig="360" w14:anchorId="3EFC8217">
          <v:shape id="_x0000_i1093" type="#_x0000_t75" style="width:23.25pt;height:18pt" o:ole="">
            <v:imagedata r:id="rId144" o:title=""/>
          </v:shape>
          <o:OLEObject Type="Embed" ProgID="Equation.DSMT4" ShapeID="_x0000_i1093" DrawAspect="Content" ObjectID="_1647977986" r:id="rId145"/>
        </w:object>
      </w:r>
    </w:p>
    <w:p w14:paraId="154BD915" w14:textId="24D01875" w:rsidR="00A00E00" w:rsidRPr="000E2BE1" w:rsidRDefault="00A00E00" w:rsidP="000E2BE1">
      <w:pPr>
        <w:spacing w:line="360" w:lineRule="auto"/>
        <w:ind w:leftChars="1" w:left="283" w:hangingChars="134" w:hanging="281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9</w:t>
      </w:r>
      <w:r w:rsidRPr="000E2BE1">
        <w:rPr>
          <w:rFonts w:ascii="Times New Roman" w:hAnsi="Times New Roman"/>
          <w:szCs w:val="21"/>
        </w:rPr>
        <w:t>．</w:t>
      </w:r>
      <w:r w:rsidR="00217D11">
        <w:rPr>
          <w:rFonts w:ascii="Times New Roman" w:hAnsi="Times New Roman" w:hint="eastAsia"/>
          <w:szCs w:val="21"/>
        </w:rPr>
        <w:t>已知</w:t>
      </w:r>
      <w:r w:rsidRPr="000E2BE1">
        <w:rPr>
          <w:rFonts w:ascii="Times New Roman" w:hAnsi="Times New Roman"/>
          <w:szCs w:val="21"/>
        </w:rPr>
        <w:t>函数</w:t>
      </w:r>
      <w:r w:rsidR="00217D11" w:rsidRPr="00217D11">
        <w:rPr>
          <w:rFonts w:ascii="Times New Roman" w:hAnsi="Times New Roman"/>
          <w:position w:val="-24"/>
          <w:szCs w:val="21"/>
        </w:rPr>
        <w:object w:dxaOrig="3300" w:dyaOrig="620" w14:anchorId="5E573C95">
          <v:shape id="_x0000_i1094" type="#_x0000_t75" alt="《大榕树数学教研网》（http://www.shuxue.net）可能是全球最大的数学专业网站！" style="width:165pt;height:30.75pt" o:ole="">
            <v:imagedata r:id="rId146" o:title=""/>
          </v:shape>
          <o:OLEObject Type="Embed" ProgID="Equation.DSMT4" ShapeID="_x0000_i1094" DrawAspect="Content" ObjectID="_1647977987" r:id="rId147"/>
        </w:object>
      </w:r>
      <w:r w:rsidRPr="000E2BE1">
        <w:rPr>
          <w:rFonts w:ascii="Times New Roman" w:hAnsi="Times New Roman"/>
          <w:szCs w:val="21"/>
        </w:rPr>
        <w:t>的</w:t>
      </w:r>
      <w:proofErr w:type="gramStart"/>
      <w:r w:rsidRPr="000E2BE1">
        <w:rPr>
          <w:rFonts w:ascii="Times New Roman" w:hAnsi="Times New Roman"/>
          <w:szCs w:val="21"/>
        </w:rPr>
        <w:t>最小正</w:t>
      </w:r>
      <w:proofErr w:type="gramEnd"/>
      <w:r w:rsidRPr="000E2BE1">
        <w:rPr>
          <w:rFonts w:ascii="Times New Roman" w:hAnsi="Times New Roman"/>
          <w:szCs w:val="21"/>
        </w:rPr>
        <w:t>周期是</w:t>
      </w:r>
      <w:r w:rsidRPr="000E2BE1">
        <w:rPr>
          <w:rFonts w:ascii="Times New Roman" w:hAnsi="Times New Roman"/>
          <w:position w:val="-6"/>
        </w:rPr>
        <w:object w:dxaOrig="200" w:dyaOrig="220" w14:anchorId="7817922E">
          <v:shape id="_x0000_i1095" type="#_x0000_t75" style="width:9.75pt;height:11.25pt" o:ole="">
            <v:imagedata r:id="rId148" o:title=""/>
          </v:shape>
          <o:OLEObject Type="Embed" ProgID="Equation.DSMT4" ShapeID="_x0000_i1095" DrawAspect="Content" ObjectID="_1647977988" r:id="rId149"/>
        </w:object>
      </w:r>
      <w:r w:rsidRPr="000E2BE1">
        <w:rPr>
          <w:rFonts w:ascii="Times New Roman" w:hAnsi="Times New Roman"/>
          <w:szCs w:val="21"/>
        </w:rPr>
        <w:t>，</w:t>
      </w:r>
      <w:r w:rsidR="00A44167">
        <w:rPr>
          <w:rFonts w:ascii="Times New Roman" w:hAnsi="Times New Roman" w:hint="eastAsia"/>
          <w:szCs w:val="21"/>
        </w:rPr>
        <w:t>把它</w:t>
      </w:r>
      <w:proofErr w:type="gramStart"/>
      <w:r w:rsidRPr="000E2BE1">
        <w:rPr>
          <w:rFonts w:ascii="Times New Roman" w:hAnsi="Times New Roman"/>
          <w:szCs w:val="21"/>
        </w:rPr>
        <w:t>图象</w:t>
      </w:r>
      <w:proofErr w:type="gramEnd"/>
      <w:r w:rsidRPr="000E2BE1">
        <w:rPr>
          <w:rFonts w:ascii="Times New Roman" w:hAnsi="Times New Roman"/>
          <w:szCs w:val="21"/>
        </w:rPr>
        <w:t>向右平移</w:t>
      </w:r>
      <w:r w:rsidRPr="000E2BE1">
        <w:rPr>
          <w:rFonts w:ascii="Times New Roman" w:hAnsi="Times New Roman"/>
          <w:position w:val="-24"/>
        </w:rPr>
        <w:object w:dxaOrig="240" w:dyaOrig="620" w14:anchorId="3B4FE925">
          <v:shape id="_x0000_i1096" type="#_x0000_t75" style="width:12pt;height:30.75pt" o:ole="">
            <v:imagedata r:id="rId150" o:title=""/>
          </v:shape>
          <o:OLEObject Type="Embed" ProgID="Equation.DSMT4" ShapeID="_x0000_i1096" DrawAspect="Content" ObjectID="_1647977989" r:id="rId151"/>
        </w:object>
      </w:r>
      <w:proofErr w:type="gramStart"/>
      <w:r w:rsidRPr="000E2BE1">
        <w:rPr>
          <w:rFonts w:ascii="Times New Roman" w:hAnsi="Times New Roman"/>
          <w:szCs w:val="21"/>
        </w:rPr>
        <w:t>个</w:t>
      </w:r>
      <w:proofErr w:type="gramEnd"/>
      <w:r w:rsidRPr="000E2BE1">
        <w:rPr>
          <w:rFonts w:ascii="Times New Roman" w:hAnsi="Times New Roman"/>
          <w:szCs w:val="21"/>
        </w:rPr>
        <w:t>单位后得到</w:t>
      </w:r>
      <w:r w:rsidR="00A44167">
        <w:rPr>
          <w:rFonts w:ascii="Times New Roman" w:hAnsi="Times New Roman" w:hint="eastAsia"/>
          <w:szCs w:val="21"/>
        </w:rPr>
        <w:t>的</w:t>
      </w:r>
      <w:proofErr w:type="gramStart"/>
      <w:r w:rsidR="00A44167">
        <w:rPr>
          <w:rFonts w:ascii="Times New Roman" w:hAnsi="Times New Roman" w:hint="eastAsia"/>
          <w:szCs w:val="21"/>
        </w:rPr>
        <w:t>图象</w:t>
      </w:r>
      <w:proofErr w:type="gramEnd"/>
      <w:r w:rsidR="00A44167">
        <w:rPr>
          <w:rFonts w:ascii="Times New Roman" w:hAnsi="Times New Roman" w:hint="eastAsia"/>
          <w:szCs w:val="21"/>
        </w:rPr>
        <w:t>所对应</w:t>
      </w:r>
      <w:r w:rsidRPr="000E2BE1">
        <w:rPr>
          <w:rFonts w:ascii="Times New Roman" w:hAnsi="Times New Roman"/>
          <w:szCs w:val="21"/>
        </w:rPr>
        <w:t>的函数为奇函数</w:t>
      </w:r>
      <w:r w:rsidR="00A44167" w:rsidRPr="000E2BE1">
        <w:rPr>
          <w:rFonts w:ascii="Times New Roman" w:hAnsi="Times New Roman"/>
          <w:szCs w:val="21"/>
        </w:rPr>
        <w:t>．</w:t>
      </w:r>
      <w:proofErr w:type="gramStart"/>
      <w:r w:rsidR="00A44167">
        <w:rPr>
          <w:rFonts w:ascii="Times New Roman" w:hAnsi="Times New Roman" w:hint="eastAsia"/>
          <w:szCs w:val="21"/>
        </w:rPr>
        <w:t>.</w:t>
      </w:r>
      <w:r w:rsidRPr="000E2BE1">
        <w:rPr>
          <w:rFonts w:ascii="Times New Roman" w:hAnsi="Times New Roman"/>
          <w:szCs w:val="21"/>
        </w:rPr>
        <w:t>现</w:t>
      </w:r>
      <w:r w:rsidR="00F52BF9">
        <w:rPr>
          <w:rFonts w:ascii="Times New Roman" w:hAnsi="Times New Roman" w:hint="eastAsia"/>
          <w:szCs w:val="21"/>
        </w:rPr>
        <w:t>有</w:t>
      </w:r>
      <w:r w:rsidRPr="000E2BE1">
        <w:rPr>
          <w:rFonts w:ascii="Times New Roman" w:hAnsi="Times New Roman"/>
          <w:szCs w:val="21"/>
        </w:rPr>
        <w:t>下列结论</w:t>
      </w:r>
      <w:proofErr w:type="gramEnd"/>
      <w:r w:rsidRPr="000E2BE1">
        <w:rPr>
          <w:rFonts w:ascii="Times New Roman" w:hAnsi="Times New Roman"/>
          <w:szCs w:val="21"/>
        </w:rPr>
        <w:t>：</w:t>
      </w:r>
    </w:p>
    <w:p w14:paraId="19D3AEB5" w14:textId="5CB233FB" w:rsidR="00A00E00" w:rsidRPr="000E2BE1" w:rsidRDefault="00A00E00" w:rsidP="000E2BE1">
      <w:pPr>
        <w:spacing w:line="360" w:lineRule="auto"/>
        <w:rPr>
          <w:rFonts w:ascii="Times New Roman" w:hAnsi="Times New Roman"/>
          <w:szCs w:val="21"/>
          <w:lang w:eastAsia="ja-JP"/>
        </w:rPr>
      </w:pPr>
      <w:r w:rsidRPr="000E2BE1">
        <w:rPr>
          <w:rFonts w:ascii="Times New Roman" w:hAnsi="Times New Roman"/>
          <w:szCs w:val="21"/>
        </w:rPr>
        <w:t xml:space="preserve">    </w:t>
      </w:r>
      <w:r w:rsidRPr="000E2BE1">
        <w:rPr>
          <w:rFonts w:ascii="宋体" w:hAnsi="宋体" w:cs="宋体" w:hint="eastAsia"/>
          <w:szCs w:val="21"/>
          <w:lang w:eastAsia="ja-JP"/>
        </w:rPr>
        <w:t>①</w:t>
      </w:r>
      <w:r w:rsidRPr="000E2BE1">
        <w:rPr>
          <w:rFonts w:ascii="Times New Roman" w:hAnsi="Times New Roman"/>
          <w:szCs w:val="21"/>
        </w:rPr>
        <w:t>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03B002CB">
          <v:shape id="_x0000_i1097" type="#_x0000_t75" alt="《大榕树数学教研网》（http://www.shuxue.net）可能是全球最大的数学专业网站！" style="width:27pt;height:15.75pt" o:ole="">
            <v:imagedata r:id="rId152" o:title=""/>
          </v:shape>
          <o:OLEObject Type="Embed" ProgID="Equation.DSMT4" ShapeID="_x0000_i1097" DrawAspect="Content" ObjectID="_1647977990" r:id="rId153"/>
        </w:object>
      </w:r>
      <w:r w:rsidRPr="000E2BE1">
        <w:rPr>
          <w:rFonts w:ascii="Times New Roman" w:hAnsi="Times New Roman"/>
          <w:szCs w:val="21"/>
        </w:rPr>
        <w:t>的图象关于</w:t>
      </w:r>
      <w:r w:rsidR="00F52BF9">
        <w:rPr>
          <w:rFonts w:ascii="Times New Roman" w:hAnsi="Times New Roman" w:hint="eastAsia"/>
          <w:szCs w:val="21"/>
        </w:rPr>
        <w:t>直线</w:t>
      </w:r>
      <w:r w:rsidRPr="000E2BE1">
        <w:rPr>
          <w:rFonts w:ascii="Times New Roman" w:hAnsi="Times New Roman"/>
          <w:position w:val="-24"/>
          <w:szCs w:val="21"/>
        </w:rPr>
        <w:object w:dxaOrig="720" w:dyaOrig="620" w14:anchorId="1267CAC4">
          <v:shape id="_x0000_i1098" type="#_x0000_t75" alt="《大榕树数学教研网》（http://www.shuxue.net）可能是全球最大的数学专业网站！" style="width:36pt;height:30.75pt" o:ole="">
            <v:imagedata r:id="rId154" o:title=""/>
          </v:shape>
          <o:OLEObject Type="Embed" ProgID="Equation.DSMT4" ShapeID="_x0000_i1098" DrawAspect="Content" ObjectID="_1647977991" r:id="rId155"/>
        </w:object>
      </w:r>
      <w:r w:rsidRPr="000E2BE1">
        <w:rPr>
          <w:rFonts w:ascii="Times New Roman" w:hAnsi="Times New Roman"/>
          <w:szCs w:val="21"/>
        </w:rPr>
        <w:t>对称</w:t>
      </w:r>
      <w:r w:rsidRPr="000E2BE1">
        <w:rPr>
          <w:rFonts w:ascii="Times New Roman" w:hAnsi="Times New Roman"/>
          <w:szCs w:val="21"/>
        </w:rPr>
        <w:t xml:space="preserve">     </w:t>
      </w:r>
      <w:r w:rsidRPr="000E2BE1">
        <w:rPr>
          <w:rFonts w:ascii="宋体" w:hAnsi="宋体" w:cs="宋体" w:hint="eastAsia"/>
          <w:szCs w:val="21"/>
          <w:lang w:eastAsia="ja-JP"/>
        </w:rPr>
        <w:t>②</w:t>
      </w:r>
      <w:r w:rsidRPr="000E2BE1">
        <w:rPr>
          <w:rFonts w:ascii="Times New Roman" w:hAnsi="Times New Roman"/>
          <w:szCs w:val="21"/>
        </w:rPr>
        <w:t>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32DA6A57">
          <v:shape id="_x0000_i1099" type="#_x0000_t75" alt="《大榕树数学教研网》（http://www.shuxue.net）可能是全球最大的数学专业网站！" style="width:27pt;height:15.75pt" o:ole="">
            <v:imagedata r:id="rId152" o:title=""/>
          </v:shape>
          <o:OLEObject Type="Embed" ProgID="Equation.DSMT4" ShapeID="_x0000_i1099" DrawAspect="Content" ObjectID="_1647977992" r:id="rId156"/>
        </w:object>
      </w:r>
      <w:r w:rsidRPr="000E2BE1">
        <w:rPr>
          <w:rFonts w:ascii="Times New Roman" w:hAnsi="Times New Roman"/>
          <w:szCs w:val="21"/>
        </w:rPr>
        <w:t>的图象关于</w:t>
      </w:r>
      <w:r w:rsidR="00F52BF9">
        <w:rPr>
          <w:rFonts w:ascii="Times New Roman" w:hAnsi="Times New Roman" w:hint="eastAsia"/>
          <w:szCs w:val="21"/>
        </w:rPr>
        <w:t>点</w:t>
      </w:r>
      <w:r w:rsidRPr="000E2BE1">
        <w:rPr>
          <w:rFonts w:ascii="Times New Roman" w:hAnsi="Times New Roman"/>
          <w:position w:val="-24"/>
          <w:szCs w:val="21"/>
        </w:rPr>
        <w:object w:dxaOrig="720" w:dyaOrig="620" w14:anchorId="002E5ABC">
          <v:shape id="_x0000_i1100" type="#_x0000_t75" alt="《大榕树数学教研网》（http://www.shuxue.net）可能是全球最大的数学专业网站！" style="width:36pt;height:30.75pt" o:ole="">
            <v:imagedata r:id="rId157" o:title=""/>
          </v:shape>
          <o:OLEObject Type="Embed" ProgID="Equation.DSMT4" ShapeID="_x0000_i1100" DrawAspect="Content" ObjectID="_1647977993" r:id="rId158"/>
        </w:object>
      </w:r>
      <w:r w:rsidRPr="000E2BE1">
        <w:rPr>
          <w:rFonts w:ascii="Times New Roman" w:hAnsi="Times New Roman"/>
          <w:szCs w:val="21"/>
        </w:rPr>
        <w:t>对称</w:t>
      </w:r>
      <w:r w:rsidRP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  <w:lang w:eastAsia="ja-JP"/>
        </w:rPr>
        <w:t xml:space="preserve"> </w:t>
      </w:r>
    </w:p>
    <w:p w14:paraId="68E21272" w14:textId="5FBA1FB7" w:rsidR="00A00E00" w:rsidRPr="000E2BE1" w:rsidRDefault="00A00E00" w:rsidP="006F7E3D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宋体" w:hAnsi="宋体" w:cs="宋体" w:hint="eastAsia"/>
          <w:szCs w:val="21"/>
          <w:lang w:eastAsia="ja-JP"/>
        </w:rPr>
        <w:t>③</w:t>
      </w:r>
      <w:r w:rsidRPr="000E2BE1">
        <w:rPr>
          <w:rFonts w:ascii="Times New Roman" w:hAnsi="Times New Roman"/>
          <w:szCs w:val="21"/>
        </w:rPr>
        <w:t>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0D5B8A95">
          <v:shape id="_x0000_i1101" type="#_x0000_t75" alt="《大榕树数学教研网》（http://www.shuxue.net）可能是全球最大的数学专业网站！" style="width:27pt;height:15.75pt" o:ole="">
            <v:imagedata r:id="rId152" o:title=""/>
          </v:shape>
          <o:OLEObject Type="Embed" ProgID="Equation.DSMT4" ShapeID="_x0000_i1101" DrawAspect="Content" ObjectID="_1647977994" r:id="rId159"/>
        </w:object>
      </w:r>
      <w:r w:rsidRPr="000E2BE1">
        <w:rPr>
          <w:rFonts w:ascii="Times New Roman" w:hAnsi="Times New Roman"/>
          <w:szCs w:val="21"/>
        </w:rPr>
        <w:t>在区间</w:t>
      </w:r>
      <w:r w:rsidRPr="000E2BE1">
        <w:rPr>
          <w:rFonts w:ascii="Times New Roman" w:hAnsi="Times New Roman"/>
          <w:position w:val="-28"/>
          <w:szCs w:val="21"/>
        </w:rPr>
        <w:object w:dxaOrig="1160" w:dyaOrig="680" w14:anchorId="0BE03706">
          <v:shape id="_x0000_i1102" type="#_x0000_t75" alt="《大榕树数学教研网》（http://www.shuxue.net）可能是全球最大的数学专业网站！" style="width:57.75pt;height:33.75pt" o:ole="">
            <v:imagedata r:id="rId160" o:title=""/>
          </v:shape>
          <o:OLEObject Type="Embed" ProgID="Equation.DSMT4" ShapeID="_x0000_i1102" DrawAspect="Content" ObjectID="_1647977995" r:id="rId161"/>
        </w:object>
      </w:r>
      <w:r w:rsidRPr="000E2BE1">
        <w:rPr>
          <w:rFonts w:ascii="Times New Roman" w:hAnsi="Times New Roman"/>
          <w:szCs w:val="21"/>
        </w:rPr>
        <w:t>上单调递减</w:t>
      </w:r>
      <w:r w:rsidRPr="000E2BE1">
        <w:rPr>
          <w:rFonts w:ascii="Times New Roman" w:hAnsi="Times New Roman"/>
          <w:szCs w:val="21"/>
        </w:rPr>
        <w:t xml:space="preserve">   </w:t>
      </w:r>
      <w:r w:rsidRPr="000E2BE1">
        <w:rPr>
          <w:rFonts w:ascii="宋体" w:hAnsi="宋体" w:cs="宋体" w:hint="eastAsia"/>
          <w:szCs w:val="21"/>
          <w:lang w:eastAsia="ja-JP"/>
        </w:rPr>
        <w:t>④</w:t>
      </w:r>
      <w:r w:rsidRPr="000E2BE1">
        <w:rPr>
          <w:rFonts w:ascii="Times New Roman" w:hAnsi="Times New Roman"/>
          <w:szCs w:val="21"/>
        </w:rPr>
        <w:t>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33AB8833">
          <v:shape id="_x0000_i1103" type="#_x0000_t75" alt="《大榕树数学教研网》（http://www.shuxue.net）可能是全球最大的数学专业网站！" style="width:27pt;height:15.75pt" o:ole="">
            <v:imagedata r:id="rId152" o:title=""/>
          </v:shape>
          <o:OLEObject Type="Embed" ProgID="Equation.DSMT4" ShapeID="_x0000_i1103" DrawAspect="Content" ObjectID="_1647977996" r:id="rId162"/>
        </w:object>
      </w:r>
      <w:r w:rsidRPr="000E2BE1">
        <w:rPr>
          <w:rFonts w:ascii="Times New Roman" w:hAnsi="Times New Roman"/>
          <w:szCs w:val="21"/>
        </w:rPr>
        <w:t>在</w:t>
      </w:r>
      <w:r w:rsidRPr="000E2BE1">
        <w:rPr>
          <w:rFonts w:ascii="Times New Roman" w:hAnsi="Times New Roman"/>
          <w:position w:val="-28"/>
          <w:szCs w:val="21"/>
        </w:rPr>
        <w:object w:dxaOrig="840" w:dyaOrig="680" w14:anchorId="5694E034">
          <v:shape id="_x0000_i1104" type="#_x0000_t75" alt="《大榕树数学教研网》（http://www.shuxue.net）可能是全球最大的数学专业网站！" style="width:42pt;height:33.75pt" o:ole="">
            <v:imagedata r:id="rId163" o:title=""/>
          </v:shape>
          <o:OLEObject Type="Embed" ProgID="Equation.DSMT4" ShapeID="_x0000_i1104" DrawAspect="Content" ObjectID="_1647977997" r:id="rId164"/>
        </w:object>
      </w:r>
      <w:r w:rsidRPr="000E2BE1">
        <w:rPr>
          <w:rFonts w:ascii="Times New Roman" w:hAnsi="Times New Roman"/>
          <w:szCs w:val="21"/>
        </w:rPr>
        <w:t>上有</w:t>
      </w:r>
      <w:r w:rsidRPr="000E2BE1">
        <w:rPr>
          <w:rFonts w:ascii="Times New Roman" w:hAnsi="Times New Roman"/>
          <w:position w:val="-6"/>
          <w:szCs w:val="21"/>
        </w:rPr>
        <w:object w:dxaOrig="180" w:dyaOrig="279" w14:anchorId="286A087A">
          <v:shape id="_x0000_i1105" type="#_x0000_t75" alt="《大榕树数学教研网》（http://www.shuxue.net）可能是全球最大的数学专业网站！" style="width:9pt;height:13.5pt" o:ole="">
            <v:imagedata r:id="rId165" o:title=""/>
          </v:shape>
          <o:OLEObject Type="Embed" ProgID="Equation.DSMT4" ShapeID="_x0000_i1105" DrawAspect="Content" ObjectID="_1647977998" r:id="rId166"/>
        </w:object>
      </w:r>
      <w:r w:rsidRPr="000E2BE1">
        <w:rPr>
          <w:rFonts w:ascii="Times New Roman" w:hAnsi="Times New Roman"/>
          <w:szCs w:val="21"/>
        </w:rPr>
        <w:t>个零点</w:t>
      </w:r>
    </w:p>
    <w:p w14:paraId="43EA7E33" w14:textId="0FB1AF2A" w:rsidR="00A00E00" w:rsidRPr="000E2BE1" w:rsidRDefault="00A00E00" w:rsidP="006F7E3D">
      <w:pPr>
        <w:spacing w:line="360" w:lineRule="auto"/>
        <w:ind w:firstLineChars="135" w:firstLine="283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其中所有正确结论的编号是</w:t>
      </w:r>
      <w:r w:rsidRPr="000E2BE1">
        <w:rPr>
          <w:rFonts w:ascii="Times New Roman" w:hAnsi="Times New Roman"/>
          <w:szCs w:val="21"/>
        </w:rPr>
        <w:t xml:space="preserve">          </w:t>
      </w:r>
    </w:p>
    <w:p w14:paraId="15F83BC1" w14:textId="1988D1C5" w:rsidR="00A00E00" w:rsidRPr="000E2BE1" w:rsidRDefault="00A00E00" w:rsidP="00181D00">
      <w:pPr>
        <w:tabs>
          <w:tab w:val="left" w:pos="4536"/>
          <w:tab w:val="left" w:pos="4678"/>
        </w:tabs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="00E141F6" w:rsidRPr="000E2BE1">
        <w:rPr>
          <w:rFonts w:ascii="宋体" w:hAnsi="宋体" w:cs="宋体" w:hint="eastAsia"/>
        </w:rPr>
        <w:t>①②</w:t>
      </w:r>
      <w:r w:rsidRPr="000E2BE1">
        <w:rPr>
          <w:rFonts w:ascii="Times New Roman" w:hAnsi="Times New Roman"/>
          <w:szCs w:val="21"/>
        </w:rPr>
        <w:t xml:space="preserve">   </w:t>
      </w:r>
      <w:r w:rsidR="006F7E3D">
        <w:rPr>
          <w:rFonts w:ascii="Times New Roman" w:hAnsi="Times New Roman"/>
          <w:szCs w:val="21"/>
        </w:rPr>
        <w:t xml:space="preserve">  </w:t>
      </w:r>
      <w:r w:rsidRPr="000E2BE1">
        <w:rPr>
          <w:rFonts w:ascii="Times New Roman" w:hAnsi="Times New Roman"/>
          <w:szCs w:val="21"/>
        </w:rPr>
        <w:t xml:space="preserve"> </w:t>
      </w:r>
      <w:r w:rsidR="000E2BE1">
        <w:rPr>
          <w:rFonts w:ascii="Times New Roman" w:hAnsi="Times New Roman"/>
          <w:szCs w:val="21"/>
        </w:rPr>
        <w:t xml:space="preserve"> </w:t>
      </w:r>
      <w:r w:rsidR="00181D00">
        <w:rPr>
          <w:rFonts w:ascii="Times New Roman" w:hAnsi="Times New Roman"/>
          <w:szCs w:val="21"/>
        </w:rPr>
        <w:t xml:space="preserve">    </w:t>
      </w:r>
      <w:r w:rsidRPr="000E2BE1">
        <w:rPr>
          <w:rFonts w:ascii="Times New Roman" w:hAnsi="Times New Roman"/>
          <w:szCs w:val="21"/>
        </w:rPr>
        <w:t xml:space="preserve"> B</w:t>
      </w:r>
      <w:r w:rsidRPr="000E2BE1">
        <w:rPr>
          <w:rFonts w:ascii="Times New Roman" w:hAnsi="Times New Roman"/>
          <w:szCs w:val="21"/>
        </w:rPr>
        <w:t>．</w:t>
      </w:r>
      <w:r w:rsidR="00E141F6" w:rsidRPr="000E2BE1">
        <w:rPr>
          <w:rFonts w:ascii="宋体" w:hAnsi="宋体" w:cs="宋体" w:hint="eastAsia"/>
        </w:rPr>
        <w:t>③④</w:t>
      </w:r>
      <w:r w:rsidRPr="000E2BE1">
        <w:rPr>
          <w:rFonts w:ascii="Times New Roman" w:hAnsi="Times New Roman"/>
          <w:szCs w:val="21"/>
        </w:rPr>
        <w:t xml:space="preserve">  </w:t>
      </w:r>
      <w:r w:rsidR="00181D00">
        <w:rPr>
          <w:rFonts w:ascii="Times New Roman" w:hAnsi="Times New Roman"/>
          <w:szCs w:val="21"/>
        </w:rPr>
        <w:t xml:space="preserve">           </w:t>
      </w:r>
      <w:r w:rsidRPr="000E2BE1">
        <w:rPr>
          <w:rFonts w:ascii="Times New Roman" w:hAnsi="Times New Roman"/>
          <w:szCs w:val="21"/>
        </w:rPr>
        <w:t xml:space="preserve"> C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宋体" w:hAnsi="宋体" w:cs="宋体" w:hint="eastAsia"/>
        </w:rPr>
        <w:t>②③</w:t>
      </w:r>
      <w:r w:rsidRPr="000E2BE1">
        <w:rPr>
          <w:rFonts w:ascii="Times New Roman" w:hAnsi="Times New Roman"/>
          <w:szCs w:val="21"/>
        </w:rPr>
        <w:tab/>
      </w:r>
      <w:r w:rsidRPr="000E2BE1">
        <w:rPr>
          <w:rFonts w:ascii="Times New Roman" w:hAnsi="Times New Roman"/>
          <w:szCs w:val="21"/>
        </w:rPr>
        <w:tab/>
        <w:t xml:space="preserve"> </w:t>
      </w:r>
      <w:r w:rsidR="000E2BE1">
        <w:rPr>
          <w:rFonts w:ascii="Times New Roman" w:hAnsi="Times New Roman"/>
          <w:szCs w:val="21"/>
        </w:rPr>
        <w:t xml:space="preserve">  </w:t>
      </w:r>
      <w:r w:rsidRPr="000E2BE1">
        <w:rPr>
          <w:rFonts w:ascii="Times New Roman" w:hAnsi="Times New Roman"/>
          <w:szCs w:val="21"/>
        </w:rPr>
        <w:t xml:space="preserve"> D</w:t>
      </w:r>
      <w:r w:rsidRPr="000E2BE1">
        <w:rPr>
          <w:rFonts w:ascii="Times New Roman" w:hAnsi="Times New Roman"/>
          <w:szCs w:val="21"/>
        </w:rPr>
        <w:t>．</w:t>
      </w:r>
      <w:r w:rsidR="00E141F6" w:rsidRPr="000E2BE1">
        <w:rPr>
          <w:rFonts w:ascii="宋体" w:hAnsi="宋体" w:cs="宋体" w:hint="eastAsia"/>
        </w:rPr>
        <w:t>①③</w:t>
      </w:r>
    </w:p>
    <w:p w14:paraId="6F190AB1" w14:textId="374FCEFD" w:rsidR="00A00E00" w:rsidRPr="000E2BE1" w:rsidRDefault="00A00E00" w:rsidP="000E2BE1">
      <w:pPr>
        <w:spacing w:line="360" w:lineRule="auto"/>
        <w:ind w:leftChars="1" w:left="283" w:hangingChars="134" w:hanging="281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10.</w:t>
      </w:r>
      <w:r w:rsidRPr="000E2BE1">
        <w:rPr>
          <w:rFonts w:ascii="Times New Roman" w:hAnsi="Times New Roman"/>
          <w:szCs w:val="21"/>
        </w:rPr>
        <w:t>甲、乙两队进行排球比赛，根据以往</w:t>
      </w:r>
      <w:r w:rsidR="00F52BF9">
        <w:rPr>
          <w:rFonts w:ascii="Times New Roman" w:hAnsi="Times New Roman" w:hint="eastAsia"/>
          <w:szCs w:val="21"/>
        </w:rPr>
        <w:t>的</w:t>
      </w:r>
      <w:r w:rsidRPr="000E2BE1">
        <w:rPr>
          <w:rFonts w:ascii="Times New Roman" w:hAnsi="Times New Roman"/>
          <w:szCs w:val="21"/>
        </w:rPr>
        <w:t>经验，单局比赛甲队胜乙队的概率为</w:t>
      </w:r>
      <w:r w:rsidRPr="000E2BE1">
        <w:rPr>
          <w:rFonts w:ascii="Times New Roman" w:hAnsi="Times New Roman"/>
          <w:szCs w:val="21"/>
        </w:rPr>
        <w:t>0.6</w:t>
      </w:r>
      <w:r w:rsidRPr="000E2BE1">
        <w:rPr>
          <w:rFonts w:ascii="Times New Roman" w:hAnsi="Times New Roman"/>
          <w:szCs w:val="21"/>
        </w:rPr>
        <w:t>．设各局比赛相互间没有影响，且每场比赛均要分出胜负</w:t>
      </w:r>
      <w:r w:rsidRPr="000E2BE1">
        <w:rPr>
          <w:rFonts w:ascii="Times New Roman" w:hAnsi="Times New Roman"/>
          <w:szCs w:val="21"/>
        </w:rPr>
        <w:t>,</w:t>
      </w:r>
      <w:r w:rsidRPr="000E2BE1">
        <w:rPr>
          <w:rFonts w:ascii="Times New Roman" w:hAnsi="Times New Roman"/>
          <w:szCs w:val="21"/>
        </w:rPr>
        <w:t>若采用五局三胜制，</w:t>
      </w:r>
      <w:r w:rsidR="00217D11">
        <w:rPr>
          <w:rFonts w:ascii="Times New Roman" w:hAnsi="Times New Roman" w:hint="eastAsia"/>
          <w:szCs w:val="21"/>
        </w:rPr>
        <w:t>则</w:t>
      </w:r>
      <w:r w:rsidRPr="000E2BE1">
        <w:rPr>
          <w:rFonts w:ascii="Times New Roman" w:hAnsi="Times New Roman"/>
          <w:szCs w:val="21"/>
        </w:rPr>
        <w:t>甲</w:t>
      </w:r>
      <w:r w:rsidR="00217D11">
        <w:rPr>
          <w:rFonts w:ascii="Times New Roman" w:hAnsi="Times New Roman" w:hint="eastAsia"/>
          <w:szCs w:val="21"/>
        </w:rPr>
        <w:t>以</w:t>
      </w:r>
      <w:r w:rsidR="00217D11" w:rsidRPr="00217D11">
        <w:rPr>
          <w:rFonts w:ascii="Times New Roman" w:hAnsi="Times New Roman"/>
          <w:position w:val="-6"/>
          <w:szCs w:val="21"/>
        </w:rPr>
        <w:object w:dxaOrig="400" w:dyaOrig="279" w14:anchorId="79426103">
          <v:shape id="_x0000_i1106" type="#_x0000_t75" alt="《大榕树数学教研网》（http://www.shuxue.net）可能是全球最大的数学专业网站！" style="width:20.25pt;height:13.5pt" o:ole="">
            <v:imagedata r:id="rId167" o:title=""/>
          </v:shape>
          <o:OLEObject Type="Embed" ProgID="Equation.DSMT4" ShapeID="_x0000_i1106" DrawAspect="Content" ObjectID="_1647977999" r:id="rId168"/>
        </w:object>
      </w:r>
      <w:r w:rsidRPr="000E2BE1">
        <w:rPr>
          <w:rFonts w:ascii="Times New Roman" w:hAnsi="Times New Roman"/>
          <w:szCs w:val="21"/>
        </w:rPr>
        <w:t>获胜的概率是</w:t>
      </w:r>
    </w:p>
    <w:p w14:paraId="2EBC0F41" w14:textId="39DED06C" w:rsidR="00A00E00" w:rsidRPr="000E2BE1" w:rsidRDefault="00A00E00" w:rsidP="00181D00">
      <w:pPr>
        <w:tabs>
          <w:tab w:val="left" w:pos="4820"/>
          <w:tab w:val="left" w:pos="4962"/>
          <w:tab w:val="left" w:pos="6804"/>
        </w:tabs>
        <w:spacing w:line="360" w:lineRule="auto"/>
        <w:ind w:firstLineChars="200" w:firstLine="420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="00217D11" w:rsidRPr="000E2BE1">
        <w:rPr>
          <w:rFonts w:ascii="Times New Roman" w:hAnsi="Times New Roman"/>
          <w:position w:val="-6"/>
        </w:rPr>
        <w:object w:dxaOrig="740" w:dyaOrig="279" w14:anchorId="06D40525">
          <v:shape id="_x0000_i1107" type="#_x0000_t75" style="width:36.75pt;height:14.25pt" o:ole="">
            <v:imagedata r:id="rId169" o:title=""/>
          </v:shape>
          <o:OLEObject Type="Embed" ProgID="Equation.DSMT4" ShapeID="_x0000_i1107" DrawAspect="Content" ObjectID="_1647978000" r:id="rId170"/>
        </w:object>
      </w:r>
      <w:r w:rsidRPr="000E2BE1">
        <w:rPr>
          <w:rFonts w:ascii="Times New Roman" w:hAnsi="Times New Roman"/>
          <w:szCs w:val="21"/>
        </w:rPr>
        <w:t xml:space="preserve">   </w:t>
      </w:r>
      <w:r w:rsidR="00181D00">
        <w:rPr>
          <w:rFonts w:ascii="Times New Roman" w:hAnsi="Times New Roman"/>
          <w:szCs w:val="21"/>
        </w:rPr>
        <w:t xml:space="preserve">    </w:t>
      </w:r>
      <w:r w:rsid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</w:rPr>
        <w:t>B</w:t>
      </w:r>
      <w:r w:rsidRPr="000E2BE1">
        <w:rPr>
          <w:rFonts w:ascii="Times New Roman" w:hAnsi="Times New Roman"/>
          <w:szCs w:val="21"/>
        </w:rPr>
        <w:t>．</w:t>
      </w:r>
      <w:r w:rsidR="00217D11" w:rsidRPr="000E2BE1">
        <w:rPr>
          <w:rFonts w:ascii="Times New Roman" w:hAnsi="Times New Roman"/>
          <w:position w:val="-6"/>
        </w:rPr>
        <w:object w:dxaOrig="740" w:dyaOrig="279" w14:anchorId="0ED6013C">
          <v:shape id="_x0000_i1108" type="#_x0000_t75" style="width:36.75pt;height:14.25pt" o:ole="">
            <v:imagedata r:id="rId171" o:title=""/>
          </v:shape>
          <o:OLEObject Type="Embed" ProgID="Equation.DSMT4" ShapeID="_x0000_i1108" DrawAspect="Content" ObjectID="_1647978001" r:id="rId172"/>
        </w:object>
      </w:r>
      <w:r w:rsidRPr="000E2BE1">
        <w:rPr>
          <w:rFonts w:ascii="Times New Roman" w:hAnsi="Times New Roman"/>
          <w:szCs w:val="21"/>
        </w:rPr>
        <w:t xml:space="preserve"> </w:t>
      </w:r>
      <w:r w:rsidR="00181D00">
        <w:rPr>
          <w:rFonts w:ascii="Times New Roman" w:hAnsi="Times New Roman"/>
          <w:szCs w:val="21"/>
        </w:rPr>
        <w:t xml:space="preserve">           </w:t>
      </w:r>
      <w:r w:rsidRPr="000E2BE1">
        <w:rPr>
          <w:rFonts w:ascii="Times New Roman" w:hAnsi="Times New Roman"/>
          <w:szCs w:val="21"/>
        </w:rPr>
        <w:t>C</w:t>
      </w:r>
      <w:r w:rsidRPr="000E2BE1">
        <w:rPr>
          <w:rFonts w:ascii="Times New Roman" w:hAnsi="Times New Roman"/>
          <w:szCs w:val="21"/>
        </w:rPr>
        <w:t>．</w:t>
      </w:r>
      <w:r w:rsidR="00217D11" w:rsidRPr="000E2BE1">
        <w:rPr>
          <w:rFonts w:ascii="Times New Roman" w:hAnsi="Times New Roman"/>
          <w:position w:val="-6"/>
        </w:rPr>
        <w:object w:dxaOrig="740" w:dyaOrig="279" w14:anchorId="42FA1564">
          <v:shape id="_x0000_i1109" type="#_x0000_t75" style="width:36.75pt;height:14.25pt" o:ole="">
            <v:imagedata r:id="rId173" o:title=""/>
          </v:shape>
          <o:OLEObject Type="Embed" ProgID="Equation.DSMT4" ShapeID="_x0000_i1109" DrawAspect="Content" ObjectID="_1647978002" r:id="rId174"/>
        </w:object>
      </w:r>
      <w:r w:rsidRPr="000E2BE1">
        <w:rPr>
          <w:rFonts w:ascii="Times New Roman" w:hAnsi="Times New Roman"/>
          <w:szCs w:val="21"/>
        </w:rPr>
        <w:t xml:space="preserve"> </w:t>
      </w:r>
      <w:r w:rsidR="00181D00">
        <w:rPr>
          <w:rFonts w:ascii="Times New Roman" w:hAnsi="Times New Roman"/>
          <w:szCs w:val="21"/>
        </w:rPr>
        <w:t xml:space="preserve">       </w:t>
      </w:r>
      <w:r w:rsidRPr="000E2BE1">
        <w:rPr>
          <w:rFonts w:ascii="Times New Roman" w:hAnsi="Times New Roman"/>
          <w:szCs w:val="21"/>
        </w:rPr>
        <w:t xml:space="preserve"> D</w:t>
      </w:r>
      <w:r w:rsidRPr="000E2BE1">
        <w:rPr>
          <w:rFonts w:ascii="Times New Roman" w:hAnsi="Times New Roman"/>
          <w:szCs w:val="21"/>
        </w:rPr>
        <w:t>．</w:t>
      </w:r>
      <w:r w:rsidR="00217D11" w:rsidRPr="000E2BE1">
        <w:rPr>
          <w:rFonts w:ascii="Times New Roman" w:hAnsi="Times New Roman"/>
          <w:position w:val="-6"/>
        </w:rPr>
        <w:object w:dxaOrig="720" w:dyaOrig="279" w14:anchorId="0F1378D2">
          <v:shape id="_x0000_i1110" type="#_x0000_t75" style="width:36pt;height:14.25pt" o:ole="">
            <v:imagedata r:id="rId175" o:title=""/>
          </v:shape>
          <o:OLEObject Type="Embed" ProgID="Equation.DSMT4" ShapeID="_x0000_i1110" DrawAspect="Content" ObjectID="_1647978003" r:id="rId176"/>
        </w:object>
      </w:r>
    </w:p>
    <w:p w14:paraId="7FA1FA44" w14:textId="4BF9B718" w:rsidR="00A00E00" w:rsidRPr="000E2BE1" w:rsidRDefault="00A00E00" w:rsidP="000E2BE1">
      <w:pPr>
        <w:tabs>
          <w:tab w:val="left" w:pos="0"/>
          <w:tab w:val="left" w:pos="420"/>
          <w:tab w:val="left" w:pos="2310"/>
          <w:tab w:val="left" w:pos="2340"/>
          <w:tab w:val="left" w:pos="4140"/>
          <w:tab w:val="left" w:pos="4200"/>
          <w:tab w:val="left" w:pos="6090"/>
          <w:tab w:val="left" w:pos="6120"/>
          <w:tab w:val="left" w:pos="7560"/>
        </w:tabs>
        <w:spacing w:line="360" w:lineRule="auto"/>
        <w:ind w:left="420" w:hangingChars="200" w:hanging="420"/>
        <w:rPr>
          <w:rFonts w:ascii="Times New Roman" w:hAnsi="Times New Roman"/>
          <w:bCs/>
          <w:szCs w:val="21"/>
        </w:rPr>
      </w:pPr>
      <w:r w:rsidRPr="000E2BE1">
        <w:rPr>
          <w:rFonts w:ascii="Times New Roman" w:hAnsi="Times New Roman"/>
          <w:szCs w:val="21"/>
        </w:rPr>
        <w:t>11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bCs/>
          <w:szCs w:val="21"/>
        </w:rPr>
        <w:t>设</w:t>
      </w:r>
      <w:r w:rsidRPr="000E2BE1">
        <w:rPr>
          <w:rFonts w:ascii="Times New Roman" w:hAnsi="Times New Roman"/>
          <w:bCs/>
          <w:position w:val="-10"/>
          <w:szCs w:val="21"/>
        </w:rPr>
        <w:object w:dxaOrig="540" w:dyaOrig="320" w14:anchorId="790EBB72">
          <v:shape id="_x0000_i1111" type="#_x0000_t75" style="width:27pt;height:15.75pt" o:ole="">
            <v:imagedata r:id="rId177" o:title=""/>
          </v:shape>
          <o:OLEObject Type="Embed" ProgID="Equation.3" ShapeID="_x0000_i1111" DrawAspect="Content" ObjectID="_1647978004" r:id="rId178"/>
        </w:object>
      </w:r>
      <w:r w:rsidR="00DD59AB">
        <w:rPr>
          <w:rFonts w:ascii="Times New Roman" w:hAnsi="Times New Roman" w:hint="eastAsia"/>
          <w:bCs/>
          <w:szCs w:val="21"/>
        </w:rPr>
        <w:t>是</w:t>
      </w:r>
      <w:r w:rsidRPr="000E2BE1">
        <w:rPr>
          <w:rFonts w:ascii="Times New Roman" w:hAnsi="Times New Roman"/>
          <w:bCs/>
          <w:szCs w:val="21"/>
        </w:rPr>
        <w:t>定义在</w:t>
      </w:r>
      <w:r w:rsidRPr="000E2BE1">
        <w:rPr>
          <w:rFonts w:ascii="Times New Roman" w:hAnsi="Times New Roman"/>
          <w:bCs/>
          <w:position w:val="-4"/>
          <w:szCs w:val="21"/>
        </w:rPr>
        <w:object w:dxaOrig="240" w:dyaOrig="240" w14:anchorId="4539F63B">
          <v:shape id="_x0000_i1112" type="#_x0000_t75" style="width:12pt;height:12pt" o:ole="">
            <v:imagedata r:id="rId179" o:title=""/>
          </v:shape>
          <o:OLEObject Type="Embed" ProgID="Equation.DSMT4" ShapeID="_x0000_i1112" DrawAspect="Content" ObjectID="_1647978005" r:id="rId180"/>
        </w:object>
      </w:r>
      <w:r w:rsidRPr="000E2BE1">
        <w:rPr>
          <w:rFonts w:ascii="Times New Roman" w:hAnsi="Times New Roman"/>
          <w:bCs/>
          <w:szCs w:val="21"/>
        </w:rPr>
        <w:t>上以</w:t>
      </w:r>
      <w:r w:rsidRPr="000E2BE1">
        <w:rPr>
          <w:rFonts w:ascii="Times New Roman" w:hAnsi="Times New Roman"/>
          <w:bCs/>
          <w:position w:val="-4"/>
          <w:szCs w:val="21"/>
        </w:rPr>
        <w:object w:dxaOrig="180" w:dyaOrig="240" w14:anchorId="5BA80BF9">
          <v:shape id="_x0000_i1113" type="#_x0000_t75" style="width:9pt;height:12pt" o:ole="">
            <v:imagedata r:id="rId181" o:title=""/>
          </v:shape>
          <o:OLEObject Type="Embed" ProgID="Equation.DSMT4" ShapeID="_x0000_i1113" DrawAspect="Content" ObjectID="_1647978006" r:id="rId182"/>
        </w:object>
      </w:r>
      <w:r w:rsidRPr="000E2BE1">
        <w:rPr>
          <w:rFonts w:ascii="Times New Roman" w:hAnsi="Times New Roman"/>
          <w:bCs/>
          <w:szCs w:val="21"/>
        </w:rPr>
        <w:t>为周期的偶函数，当</w:t>
      </w:r>
      <w:r w:rsidRPr="000E2BE1">
        <w:rPr>
          <w:rFonts w:ascii="Times New Roman" w:hAnsi="Times New Roman"/>
          <w:bCs/>
          <w:position w:val="-10"/>
          <w:szCs w:val="21"/>
        </w:rPr>
        <w:object w:dxaOrig="859" w:dyaOrig="320" w14:anchorId="58E047CA">
          <v:shape id="_x0000_i1114" type="#_x0000_t75" style="width:42.75pt;height:15.75pt" o:ole="">
            <v:imagedata r:id="rId183" o:title=""/>
          </v:shape>
          <o:OLEObject Type="Embed" ProgID="Equation.3" ShapeID="_x0000_i1114" DrawAspect="Content" ObjectID="_1647978007" r:id="rId184"/>
        </w:object>
      </w:r>
      <w:r w:rsidRPr="000E2BE1">
        <w:rPr>
          <w:rFonts w:ascii="Times New Roman" w:hAnsi="Times New Roman"/>
          <w:bCs/>
          <w:szCs w:val="21"/>
        </w:rPr>
        <w:t>时，</w:t>
      </w:r>
      <w:r w:rsidRPr="000E2BE1">
        <w:rPr>
          <w:rFonts w:ascii="Times New Roman" w:hAnsi="Times New Roman"/>
          <w:bCs/>
          <w:position w:val="-10"/>
          <w:szCs w:val="21"/>
        </w:rPr>
        <w:object w:dxaOrig="920" w:dyaOrig="320" w14:anchorId="2F2F05A6">
          <v:shape id="_x0000_i1115" type="#_x0000_t75" style="width:45.75pt;height:15.75pt" o:ole="">
            <v:imagedata r:id="rId185" o:title=""/>
          </v:shape>
          <o:OLEObject Type="Embed" ProgID="Equation.3" ShapeID="_x0000_i1115" DrawAspect="Content" ObjectID="_1647978008" r:id="rId186"/>
        </w:object>
      </w:r>
      <w:r w:rsidRPr="000E2BE1">
        <w:rPr>
          <w:rFonts w:ascii="Times New Roman" w:hAnsi="Times New Roman"/>
          <w:bCs/>
          <w:szCs w:val="21"/>
        </w:rPr>
        <w:t>，则</w:t>
      </w:r>
      <w:r w:rsidRPr="000E2BE1">
        <w:rPr>
          <w:rFonts w:ascii="Times New Roman" w:hAnsi="Times New Roman"/>
          <w:bCs/>
          <w:position w:val="-10"/>
          <w:szCs w:val="21"/>
        </w:rPr>
        <w:object w:dxaOrig="999" w:dyaOrig="320" w14:anchorId="39F86F0C">
          <v:shape id="_x0000_i1116" type="#_x0000_t75" style="width:50.25pt;height:15.75pt" o:ole="">
            <v:imagedata r:id="rId187" o:title=""/>
          </v:shape>
          <o:OLEObject Type="Embed" ProgID="Equation.3" ShapeID="_x0000_i1116" DrawAspect="Content" ObjectID="_1647978009" r:id="rId188"/>
        </w:object>
      </w:r>
      <w:r w:rsidRPr="000E2BE1">
        <w:rPr>
          <w:rFonts w:ascii="Times New Roman" w:hAnsi="Times New Roman"/>
          <w:bCs/>
          <w:szCs w:val="21"/>
        </w:rPr>
        <w:t>时，</w:t>
      </w:r>
      <w:r w:rsidRPr="000E2BE1">
        <w:rPr>
          <w:rFonts w:ascii="Times New Roman" w:hAnsi="Times New Roman"/>
          <w:bCs/>
          <w:position w:val="-10"/>
          <w:szCs w:val="21"/>
        </w:rPr>
        <w:object w:dxaOrig="540" w:dyaOrig="320" w14:anchorId="0AC8EC9D">
          <v:shape id="_x0000_i1117" type="#_x0000_t75" style="width:27pt;height:15.75pt" o:ole="">
            <v:imagedata r:id="rId177" o:title=""/>
          </v:shape>
          <o:OLEObject Type="Embed" ProgID="Equation.3" ShapeID="_x0000_i1117" DrawAspect="Content" ObjectID="_1647978010" r:id="rId189"/>
        </w:object>
      </w:r>
      <w:r w:rsidRPr="000E2BE1">
        <w:rPr>
          <w:rFonts w:ascii="Times New Roman" w:hAnsi="Times New Roman"/>
          <w:bCs/>
          <w:szCs w:val="21"/>
        </w:rPr>
        <w:t>的解析式为</w:t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</w:r>
    </w:p>
    <w:p w14:paraId="040AF1C0" w14:textId="77777777" w:rsidR="00A00E00" w:rsidRPr="000E2BE1" w:rsidRDefault="00A00E00" w:rsidP="000E2BE1">
      <w:pPr>
        <w:tabs>
          <w:tab w:val="left" w:pos="420"/>
          <w:tab w:val="left" w:pos="2310"/>
          <w:tab w:val="left" w:pos="2340"/>
          <w:tab w:val="left" w:pos="4350"/>
          <w:tab w:val="left" w:pos="4410"/>
          <w:tab w:val="left" w:pos="6090"/>
          <w:tab w:val="left" w:pos="6120"/>
          <w:tab w:val="left" w:pos="7560"/>
        </w:tabs>
        <w:spacing w:line="360" w:lineRule="auto"/>
        <w:rPr>
          <w:rFonts w:ascii="Times New Roman" w:hAnsi="Times New Roman"/>
          <w:bCs/>
          <w:szCs w:val="21"/>
        </w:rPr>
      </w:pP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bCs/>
          <w:position w:val="-10"/>
          <w:szCs w:val="21"/>
        </w:rPr>
        <w:object w:dxaOrig="1719" w:dyaOrig="320" w14:anchorId="592A00ED">
          <v:shape id="_x0000_i1118" type="#_x0000_t75" style="width:86.25pt;height:15.75pt" o:ole="">
            <v:imagedata r:id="rId190" o:title=""/>
          </v:shape>
          <o:OLEObject Type="Embed" ProgID="Equation.3" ShapeID="_x0000_i1118" DrawAspect="Content" ObjectID="_1647978011" r:id="rId191"/>
        </w:object>
      </w:r>
      <w:r w:rsidRPr="000E2BE1">
        <w:rPr>
          <w:rFonts w:ascii="Times New Roman" w:hAnsi="Times New Roman"/>
          <w:bCs/>
          <w:szCs w:val="21"/>
        </w:rPr>
        <w:t xml:space="preserve">  </w:t>
      </w:r>
      <w:r w:rsidRPr="000E2BE1">
        <w:rPr>
          <w:rFonts w:ascii="Times New Roman" w:hAnsi="Times New Roman"/>
          <w:bCs/>
          <w:szCs w:val="21"/>
        </w:rPr>
        <w:tab/>
        <w:t xml:space="preserve">   B</w:t>
      </w:r>
      <w:r w:rsidRPr="000E2BE1">
        <w:rPr>
          <w:rFonts w:ascii="Times New Roman" w:hAnsi="Times New Roman"/>
          <w:bCs/>
          <w:szCs w:val="21"/>
        </w:rPr>
        <w:t>．</w:t>
      </w:r>
      <w:r w:rsidRPr="000E2BE1">
        <w:rPr>
          <w:rFonts w:ascii="Times New Roman" w:hAnsi="Times New Roman"/>
          <w:bCs/>
          <w:position w:val="-10"/>
          <w:szCs w:val="21"/>
        </w:rPr>
        <w:object w:dxaOrig="1700" w:dyaOrig="320" w14:anchorId="3B725F49">
          <v:shape id="_x0000_i1119" type="#_x0000_t75" style="width:84.75pt;height:15.75pt" o:ole="">
            <v:imagedata r:id="rId192" o:title=""/>
          </v:shape>
          <o:OLEObject Type="Embed" ProgID="Equation.3" ShapeID="_x0000_i1119" DrawAspect="Content" ObjectID="_1647978012" r:id="rId193"/>
        </w:object>
      </w:r>
      <w:r w:rsidRPr="000E2BE1">
        <w:rPr>
          <w:rFonts w:ascii="Times New Roman" w:hAnsi="Times New Roman"/>
          <w:bCs/>
          <w:szCs w:val="21"/>
        </w:rPr>
        <w:t xml:space="preserve">  </w:t>
      </w:r>
    </w:p>
    <w:p w14:paraId="32E90DB8" w14:textId="77777777" w:rsidR="00A00E00" w:rsidRPr="000E2BE1" w:rsidRDefault="00A00E00" w:rsidP="000E2BE1">
      <w:pPr>
        <w:tabs>
          <w:tab w:val="left" w:pos="420"/>
          <w:tab w:val="left" w:pos="2310"/>
          <w:tab w:val="left" w:pos="2340"/>
          <w:tab w:val="left" w:pos="4305"/>
          <w:tab w:val="left" w:pos="4350"/>
          <w:tab w:val="left" w:pos="6090"/>
          <w:tab w:val="left" w:pos="6120"/>
          <w:tab w:val="left" w:pos="7560"/>
        </w:tabs>
        <w:spacing w:line="360" w:lineRule="auto"/>
        <w:rPr>
          <w:rFonts w:ascii="Times New Roman" w:hAnsi="Times New Roman"/>
          <w:bCs/>
          <w:szCs w:val="21"/>
        </w:rPr>
      </w:pPr>
      <w:r w:rsidRPr="000E2BE1">
        <w:rPr>
          <w:rFonts w:ascii="Times New Roman" w:hAnsi="Times New Roman"/>
          <w:bCs/>
          <w:szCs w:val="21"/>
        </w:rPr>
        <w:tab/>
        <w:t>C</w:t>
      </w:r>
      <w:r w:rsidRPr="000E2BE1">
        <w:rPr>
          <w:rFonts w:ascii="Times New Roman" w:hAnsi="Times New Roman"/>
          <w:bCs/>
          <w:szCs w:val="21"/>
        </w:rPr>
        <w:t>．</w:t>
      </w:r>
      <w:r w:rsidRPr="000E2BE1">
        <w:rPr>
          <w:rFonts w:ascii="Times New Roman" w:hAnsi="Times New Roman"/>
          <w:bCs/>
          <w:position w:val="-10"/>
          <w:szCs w:val="21"/>
        </w:rPr>
        <w:object w:dxaOrig="1260" w:dyaOrig="320" w14:anchorId="2DBE4F88">
          <v:shape id="_x0000_i1120" type="#_x0000_t75" style="width:63.75pt;height:15.75pt" o:ole="">
            <v:imagedata r:id="rId194" o:title=""/>
          </v:shape>
          <o:OLEObject Type="Embed" ProgID="Equation.3" ShapeID="_x0000_i1120" DrawAspect="Content" ObjectID="_1647978013" r:id="rId195"/>
        </w:object>
      </w:r>
      <w:r w:rsidRPr="000E2BE1">
        <w:rPr>
          <w:rFonts w:ascii="Times New Roman" w:hAnsi="Times New Roman"/>
          <w:bCs/>
          <w:szCs w:val="21"/>
        </w:rPr>
        <w:t xml:space="preserve">  </w:t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</w:r>
      <w:r w:rsidRPr="000E2BE1">
        <w:rPr>
          <w:rFonts w:ascii="Times New Roman" w:hAnsi="Times New Roman"/>
          <w:bCs/>
          <w:szCs w:val="21"/>
        </w:rPr>
        <w:tab/>
        <w:t xml:space="preserve">   </w:t>
      </w:r>
      <w:r w:rsidRPr="000E2BE1">
        <w:rPr>
          <w:rFonts w:ascii="Times New Roman" w:hAnsi="Times New Roman"/>
          <w:szCs w:val="21"/>
        </w:rPr>
        <w:t>D</w:t>
      </w:r>
      <w:r w:rsidRPr="000E2BE1">
        <w:rPr>
          <w:rFonts w:ascii="Times New Roman" w:hAnsi="Times New Roman"/>
          <w:szCs w:val="21"/>
        </w:rPr>
        <w:t>．</w:t>
      </w:r>
      <w:r w:rsidRPr="000E2BE1">
        <w:rPr>
          <w:rFonts w:ascii="Times New Roman" w:hAnsi="Times New Roman"/>
          <w:bCs/>
          <w:position w:val="-10"/>
          <w:szCs w:val="21"/>
        </w:rPr>
        <w:object w:dxaOrig="1260" w:dyaOrig="320" w14:anchorId="78FDF057">
          <v:shape id="_x0000_i1121" type="#_x0000_t75" style="width:63.75pt;height:15.75pt" o:ole="">
            <v:imagedata r:id="rId196" o:title=""/>
          </v:shape>
          <o:OLEObject Type="Embed" ProgID="Equation.3" ShapeID="_x0000_i1121" DrawAspect="Content" ObjectID="_1647978014" r:id="rId197"/>
        </w:object>
      </w:r>
    </w:p>
    <w:p w14:paraId="1DE79642" w14:textId="77777777" w:rsidR="001A4334" w:rsidRDefault="001A4334" w:rsidP="001A4334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2F046A23" w14:textId="77777777" w:rsidR="001A4334" w:rsidRDefault="001A4334" w:rsidP="001A4334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6057A9C7" w14:textId="77777777" w:rsidR="001A4334" w:rsidRDefault="001A4334" w:rsidP="001A4334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517C7BEC" w14:textId="4242EB36" w:rsidR="001A4334" w:rsidRPr="006C1A65" w:rsidRDefault="001A4334" w:rsidP="001A4334">
      <w:pPr>
        <w:spacing w:line="360" w:lineRule="auto"/>
        <w:ind w:leftChars="1" w:left="283" w:hangingChars="134" w:hanging="281"/>
        <w:rPr>
          <w:rFonts w:ascii="宋体" w:hAnsi="宋体"/>
          <w:color w:val="000000" w:themeColor="text1"/>
          <w:szCs w:val="21"/>
        </w:rPr>
      </w:pPr>
      <w:r w:rsidRPr="006C1A65">
        <w:rPr>
          <w:rFonts w:ascii="宋体" w:hAnsi="宋体"/>
          <w:noProof/>
          <w:color w:val="000000" w:themeColor="text1"/>
          <w:szCs w:val="21"/>
        </w:rPr>
        <w:lastRenderedPageBreak/>
        <w:drawing>
          <wp:anchor distT="0" distB="0" distL="114300" distR="114300" simplePos="0" relativeHeight="251675648" behindDoc="0" locked="0" layoutInCell="1" allowOverlap="1" wp14:anchorId="4A73660A" wp14:editId="7DCFEFC8">
            <wp:simplePos x="0" y="0"/>
            <wp:positionH relativeFrom="column">
              <wp:posOffset>3967480</wp:posOffset>
            </wp:positionH>
            <wp:positionV relativeFrom="paragraph">
              <wp:posOffset>82550</wp:posOffset>
            </wp:positionV>
            <wp:extent cx="1623695" cy="1353185"/>
            <wp:effectExtent l="0" t="0" r="0" b="0"/>
            <wp:wrapSquare wrapText="bothSides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 w:themeColor="text1"/>
          <w:szCs w:val="21"/>
        </w:rPr>
        <w:t>12</w:t>
      </w:r>
      <w:r w:rsidRPr="006C1A65">
        <w:rPr>
          <w:rFonts w:ascii="宋体" w:hAnsi="宋体"/>
          <w:color w:val="000000" w:themeColor="text1"/>
          <w:szCs w:val="21"/>
        </w:rPr>
        <w:t>．如图,长方体</w:t>
      </w:r>
      <w:r w:rsidRPr="006C1A65">
        <w:rPr>
          <w:rFonts w:ascii="宋体" w:hAnsi="宋体"/>
          <w:color w:val="000000" w:themeColor="text1"/>
          <w:position w:val="-12"/>
          <w:szCs w:val="21"/>
        </w:rPr>
        <w:object w:dxaOrig="1784" w:dyaOrig="352" w14:anchorId="30EB0739">
          <v:shape id="_x0000_i1122" type="#_x0000_t75" style="width:89.25pt;height:17.25pt" o:ole="">
            <v:imagedata r:id="rId199" o:title=""/>
          </v:shape>
          <o:OLEObject Type="Embed" ProgID="Equation.DSMT4" ShapeID="_x0000_i1122" DrawAspect="Content" ObjectID="_1647978015" r:id="rId200"/>
        </w:object>
      </w:r>
      <w:r w:rsidRPr="006C1A65">
        <w:rPr>
          <w:rFonts w:ascii="宋体" w:hAnsi="宋体"/>
          <w:color w:val="000000" w:themeColor="text1"/>
          <w:szCs w:val="21"/>
        </w:rPr>
        <w:t xml:space="preserve">中, </w:t>
      </w:r>
      <w:r w:rsidR="009A13F6" w:rsidRPr="009A13F6">
        <w:rPr>
          <w:rFonts w:ascii="宋体" w:hAnsi="宋体"/>
          <w:color w:val="000000" w:themeColor="text1"/>
          <w:position w:val="-4"/>
          <w:szCs w:val="21"/>
        </w:rPr>
        <w:object w:dxaOrig="240" w:dyaOrig="240" w14:anchorId="4392699E">
          <v:shape id="_x0000_i1123" type="#_x0000_t75" style="width:12.75pt;height:11.25pt" o:ole="">
            <v:imagedata r:id="rId201" o:title=""/>
          </v:shape>
          <o:OLEObject Type="Embed" ProgID="Equation.DSMT4" ShapeID="_x0000_i1123" DrawAspect="Content" ObjectID="_1647978016" r:id="rId202"/>
        </w:object>
      </w:r>
      <w:r w:rsidR="009A13F6">
        <w:rPr>
          <w:rFonts w:ascii="宋体" w:hAnsi="宋体" w:hint="eastAsia"/>
          <w:color w:val="000000" w:themeColor="text1"/>
          <w:szCs w:val="21"/>
        </w:rPr>
        <w:t>、</w:t>
      </w:r>
      <w:r w:rsidR="009A13F6" w:rsidRPr="00746974">
        <w:rPr>
          <w:position w:val="-4"/>
        </w:rPr>
        <w:object w:dxaOrig="240" w:dyaOrig="240" w14:anchorId="073146A4">
          <v:shape id="_x0000_i1124" type="#_x0000_t75" style="width:12pt;height:12pt" o:ole="">
            <v:imagedata r:id="rId203" o:title=""/>
          </v:shape>
          <o:OLEObject Type="Embed" ProgID="Equation.DSMT4" ShapeID="_x0000_i1124" DrawAspect="Content" ObjectID="_1647978017" r:id="rId204"/>
        </w:object>
      </w:r>
      <w:r w:rsidRPr="006C1A65">
        <w:rPr>
          <w:rFonts w:ascii="宋体" w:hAnsi="宋体"/>
          <w:color w:val="000000" w:themeColor="text1"/>
          <w:szCs w:val="21"/>
        </w:rPr>
        <w:t>分别为棱</w:t>
      </w:r>
      <w:r w:rsidR="009A13F6" w:rsidRPr="009A13F6">
        <w:rPr>
          <w:rFonts w:ascii="宋体" w:hAnsi="宋体"/>
          <w:color w:val="000000" w:themeColor="text1"/>
          <w:position w:val="-4"/>
          <w:szCs w:val="21"/>
        </w:rPr>
        <w:object w:dxaOrig="360" w:dyaOrig="240" w14:anchorId="62EABA52">
          <v:shape id="_x0000_i1125" type="#_x0000_t75" style="width:18pt;height:12pt" o:ole="">
            <v:imagedata r:id="rId205" o:title=""/>
          </v:shape>
          <o:OLEObject Type="Embed" ProgID="Equation.DSMT4" ShapeID="_x0000_i1125" DrawAspect="Content" ObjectID="_1647978018" r:id="rId206"/>
        </w:object>
      </w:r>
      <w:r w:rsidR="009A13F6">
        <w:rPr>
          <w:rFonts w:ascii="宋体" w:hAnsi="宋体" w:hint="eastAsia"/>
          <w:color w:val="000000" w:themeColor="text1"/>
          <w:szCs w:val="21"/>
        </w:rPr>
        <w:t>、</w:t>
      </w:r>
      <w:r w:rsidR="009A13F6" w:rsidRPr="00746974">
        <w:rPr>
          <w:position w:val="-10"/>
        </w:rPr>
        <w:object w:dxaOrig="460" w:dyaOrig="320" w14:anchorId="11A953EC">
          <v:shape id="_x0000_i1126" type="#_x0000_t75" style="width:23.25pt;height:15.75pt" o:ole="">
            <v:imagedata r:id="rId207" o:title=""/>
          </v:shape>
          <o:OLEObject Type="Embed" ProgID="Equation.DSMT4" ShapeID="_x0000_i1126" DrawAspect="Content" ObjectID="_1647978019" r:id="rId208"/>
        </w:object>
      </w:r>
      <w:r w:rsidRPr="006C1A65">
        <w:rPr>
          <w:rFonts w:ascii="宋体" w:hAnsi="宋体"/>
          <w:color w:val="000000" w:themeColor="text1"/>
          <w:szCs w:val="21"/>
        </w:rPr>
        <w:t>的中点．直线</w:t>
      </w:r>
      <w:r w:rsidRPr="006C1A65">
        <w:rPr>
          <w:rFonts w:ascii="宋体" w:hAnsi="宋体"/>
          <w:color w:val="000000" w:themeColor="text1"/>
          <w:position w:val="-12"/>
          <w:szCs w:val="21"/>
        </w:rPr>
        <w:object w:dxaOrig="440" w:dyaOrig="360" w14:anchorId="61FAD984">
          <v:shape id="_x0000_i1127" type="#_x0000_t75" style="width:21.75pt;height:17.25pt" o:ole="">
            <v:imagedata r:id="rId209" o:title=""/>
          </v:shape>
          <o:OLEObject Type="Embed" ProgID="Equation.DSMT4" ShapeID="_x0000_i1127" DrawAspect="Content" ObjectID="_1647978020" r:id="rId210"/>
        </w:object>
      </w:r>
      <w:r w:rsidRPr="006C1A65">
        <w:rPr>
          <w:rFonts w:ascii="宋体" w:hAnsi="宋体"/>
          <w:color w:val="000000" w:themeColor="text1"/>
          <w:szCs w:val="21"/>
        </w:rPr>
        <w:t>与平面</w:t>
      </w:r>
      <w:r w:rsidR="009A13F6" w:rsidRPr="006C1A65">
        <w:rPr>
          <w:rFonts w:ascii="宋体" w:hAnsi="宋体"/>
          <w:color w:val="000000" w:themeColor="text1"/>
          <w:position w:val="-6"/>
          <w:szCs w:val="21"/>
        </w:rPr>
        <w:object w:dxaOrig="520" w:dyaOrig="260" w14:anchorId="6F779536">
          <v:shape id="_x0000_i1128" type="#_x0000_t75" style="width:25.5pt;height:12.75pt" o:ole="">
            <v:imagedata r:id="rId211" o:title=""/>
          </v:shape>
          <o:OLEObject Type="Embed" ProgID="Equation.DSMT4" ShapeID="_x0000_i1128" DrawAspect="Content" ObjectID="_1647978021" r:id="rId212"/>
        </w:object>
      </w:r>
      <w:r w:rsidRPr="006C1A65">
        <w:rPr>
          <w:rFonts w:ascii="宋体" w:hAnsi="宋体"/>
          <w:color w:val="000000" w:themeColor="text1"/>
          <w:szCs w:val="21"/>
        </w:rPr>
        <w:t>的交点</w:t>
      </w:r>
      <w:r w:rsidRPr="006C1A65">
        <w:rPr>
          <w:rFonts w:ascii="宋体" w:hAnsi="宋体"/>
          <w:color w:val="000000" w:themeColor="text1"/>
          <w:position w:val="-6"/>
          <w:szCs w:val="21"/>
        </w:rPr>
        <w:object w:dxaOrig="240" w:dyaOrig="279" w14:anchorId="59A426E9">
          <v:shape id="_x0000_i1129" type="#_x0000_t75" style="width:12pt;height:14.25pt" o:ole="">
            <v:imagedata r:id="rId213" o:title=""/>
          </v:shape>
          <o:OLEObject Type="Embed" ProgID="Equation.DSMT4" ShapeID="_x0000_i1129" DrawAspect="Content" ObjectID="_1647978022" r:id="rId214"/>
        </w:object>
      </w:r>
      <w:r w:rsidRPr="006C1A65"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 w:hint="eastAsia"/>
          <w:color w:val="000000" w:themeColor="text1"/>
          <w:szCs w:val="21"/>
        </w:rPr>
        <w:t>则</w:t>
      </w:r>
      <w:r w:rsidR="009A13F6" w:rsidRPr="009A13F6">
        <w:rPr>
          <w:rFonts w:ascii="宋体" w:hAnsi="宋体"/>
          <w:color w:val="000000" w:themeColor="text1"/>
          <w:position w:val="-28"/>
          <w:szCs w:val="21"/>
        </w:rPr>
        <w:object w:dxaOrig="460" w:dyaOrig="639" w14:anchorId="0975A0E0">
          <v:shape id="_x0000_i1130" type="#_x0000_t75" style="width:23.25pt;height:31.5pt" o:ole="">
            <v:imagedata r:id="rId215" o:title=""/>
          </v:shape>
          <o:OLEObject Type="Embed" ProgID="Equation.DSMT4" ShapeID="_x0000_i1130" DrawAspect="Content" ObjectID="_1647978023" r:id="rId216"/>
        </w:object>
      </w:r>
      <w:r w:rsidRPr="006C1A65">
        <w:rPr>
          <w:rFonts w:ascii="宋体" w:hAnsi="宋体"/>
          <w:color w:val="000000" w:themeColor="text1"/>
          <w:szCs w:val="21"/>
        </w:rPr>
        <w:t>的值</w:t>
      </w:r>
      <w:r>
        <w:rPr>
          <w:rFonts w:ascii="宋体" w:hAnsi="宋体" w:hint="eastAsia"/>
          <w:color w:val="000000" w:themeColor="text1"/>
          <w:szCs w:val="21"/>
        </w:rPr>
        <w:t xml:space="preserve">为 </w:t>
      </w:r>
    </w:p>
    <w:p w14:paraId="2FAAE72D" w14:textId="77777777" w:rsidR="001A4334" w:rsidRPr="001C3481" w:rsidRDefault="001A4334" w:rsidP="001A4334">
      <w:pPr>
        <w:ind w:leftChars="50" w:left="105" w:firstLineChars="50" w:firstLine="105"/>
        <w:rPr>
          <w:rFonts w:ascii="Times New Roman" w:hAnsi="Times New Roman"/>
        </w:rPr>
      </w:pPr>
      <w:r>
        <w:rPr>
          <w:rFonts w:ascii="Times New Roman" w:hAnsi="Times New Roman" w:hint="eastAsia"/>
          <w:szCs w:val="21"/>
        </w:rPr>
        <w:t xml:space="preserve">    </w:t>
      </w:r>
      <w:r w:rsidRPr="001C3481">
        <w:rPr>
          <w:rFonts w:ascii="Times New Roman" w:hAnsi="Times New Roman"/>
          <w:szCs w:val="21"/>
        </w:rPr>
        <w:t>A</w:t>
      </w:r>
      <w:r w:rsidRPr="001C3481">
        <w:rPr>
          <w:rFonts w:ascii="Times New Roman" w:hAnsi="宋体"/>
          <w:szCs w:val="21"/>
        </w:rPr>
        <w:t>．</w:t>
      </w:r>
      <w:r w:rsidRPr="006C1A65">
        <w:rPr>
          <w:rFonts w:ascii="Times New Roman" w:hAnsi="Times New Roman"/>
          <w:position w:val="-24"/>
        </w:rPr>
        <w:object w:dxaOrig="240" w:dyaOrig="620" w14:anchorId="00A957E4">
          <v:shape id="_x0000_i1131" type="#_x0000_t75" alt="高考资源网( www.ks5u.com)，中国最大的高考网站，您身边的高考专家。" style="width:12pt;height:31.5pt" o:ole="">
            <v:imagedata r:id="rId217" o:title=""/>
          </v:shape>
          <o:OLEObject Type="Embed" ProgID="Equation.DSMT4" ShapeID="_x0000_i1131" DrawAspect="Content" ObjectID="_1647978024" r:id="rId218"/>
        </w:object>
      </w:r>
      <w:r w:rsidRPr="001C3481">
        <w:rPr>
          <w:rFonts w:ascii="Times New Roman" w:hAnsi="Times New Roman"/>
        </w:rPr>
        <w:t xml:space="preserve">     </w:t>
      </w:r>
      <w:r w:rsidRPr="001C3481">
        <w:rPr>
          <w:rFonts w:ascii="Times New Roman" w:hAnsi="Times New Roman"/>
          <w:szCs w:val="21"/>
        </w:rPr>
        <w:t>B</w:t>
      </w:r>
      <w:r w:rsidRPr="001C3481">
        <w:rPr>
          <w:rFonts w:ascii="Times New Roman" w:hAnsi="宋体"/>
          <w:szCs w:val="21"/>
        </w:rPr>
        <w:t>．</w:t>
      </w:r>
      <w:r w:rsidRPr="006C1A65">
        <w:rPr>
          <w:rFonts w:ascii="Times New Roman" w:hAnsi="Times New Roman"/>
          <w:position w:val="-24"/>
        </w:rPr>
        <w:object w:dxaOrig="220" w:dyaOrig="620" w14:anchorId="7B9D873D">
          <v:shape id="_x0000_i1132" type="#_x0000_t75" alt="高考资源网( www.ks5u.com)，中国最大的高考网站，您身边的高考专家。" style="width:10.5pt;height:31.5pt" o:ole="">
            <v:imagedata r:id="rId219" o:title=""/>
          </v:shape>
          <o:OLEObject Type="Embed" ProgID="Equation.DSMT4" ShapeID="_x0000_i1132" DrawAspect="Content" ObjectID="_1647978025" r:id="rId220"/>
        </w:object>
      </w:r>
      <w:r w:rsidRPr="001C3481">
        <w:rPr>
          <w:rFonts w:ascii="Times New Roman" w:hAnsi="Times New Roman"/>
        </w:rPr>
        <w:t xml:space="preserve">      </w:t>
      </w:r>
      <w:r w:rsidRPr="001C3481">
        <w:rPr>
          <w:rFonts w:ascii="Times New Roman" w:hAnsi="Times New Roman"/>
          <w:szCs w:val="21"/>
        </w:rPr>
        <w:t>C</w:t>
      </w:r>
      <w:r w:rsidRPr="001C3481">
        <w:rPr>
          <w:rFonts w:ascii="Times New Roman" w:hAnsi="宋体"/>
          <w:szCs w:val="21"/>
        </w:rPr>
        <w:t>．</w:t>
      </w:r>
      <w:r w:rsidRPr="001C3481">
        <w:rPr>
          <w:rFonts w:ascii="Times New Roman" w:hAnsi="Times New Roman"/>
          <w:position w:val="-24"/>
        </w:rPr>
        <w:object w:dxaOrig="220" w:dyaOrig="620" w14:anchorId="655A1EF4">
          <v:shape id="_x0000_i1133" type="#_x0000_t75" alt="高考资源网( www.ks5u.com)，中国最大的高考网站，您身边的高考专家。" style="width:11.25pt;height:30.75pt" o:ole="">
            <v:imagedata r:id="rId91" o:title=""/>
          </v:shape>
          <o:OLEObject Type="Embed" ProgID="Equation.DSMT4" ShapeID="_x0000_i1133" DrawAspect="Content" ObjectID="_1647978026" r:id="rId221"/>
        </w:object>
      </w:r>
      <w:r w:rsidRPr="001C3481">
        <w:rPr>
          <w:rFonts w:ascii="Times New Roman" w:hAnsi="Times New Roman"/>
        </w:rPr>
        <w:t xml:space="preserve">      </w:t>
      </w:r>
      <w:r w:rsidRPr="001C3481">
        <w:rPr>
          <w:rFonts w:ascii="Times New Roman" w:hAnsi="Times New Roman"/>
          <w:szCs w:val="21"/>
        </w:rPr>
        <w:t>D</w:t>
      </w:r>
      <w:r w:rsidRPr="001C3481">
        <w:rPr>
          <w:rFonts w:ascii="Times New Roman" w:hAnsi="宋体"/>
          <w:szCs w:val="21"/>
        </w:rPr>
        <w:t>．</w:t>
      </w:r>
      <w:r w:rsidRPr="006C1A65">
        <w:rPr>
          <w:rFonts w:ascii="Times New Roman" w:hAnsi="Times New Roman"/>
          <w:position w:val="-24"/>
        </w:rPr>
        <w:object w:dxaOrig="240" w:dyaOrig="620" w14:anchorId="4D625C51">
          <v:shape id="_x0000_i1134" type="#_x0000_t75" alt="高考资源网( www.ks5u.com)，中国最大的高考网站，您身边的高考专家。" style="width:12pt;height:31.5pt" o:ole="">
            <v:imagedata r:id="rId222" o:title=""/>
          </v:shape>
          <o:OLEObject Type="Embed" ProgID="Equation.DSMT4" ShapeID="_x0000_i1134" DrawAspect="Content" ObjectID="_1647978027" r:id="rId223"/>
        </w:object>
      </w:r>
    </w:p>
    <w:p w14:paraId="3E645BA0" w14:textId="05C9DF8C" w:rsidR="00A00E00" w:rsidRPr="000E2BE1" w:rsidRDefault="00A00E00" w:rsidP="000E2BE1">
      <w:pPr>
        <w:adjustRightInd w:val="0"/>
        <w:snapToGrid w:val="0"/>
        <w:spacing w:before="156" w:line="360" w:lineRule="auto"/>
        <w:textAlignment w:val="center"/>
        <w:rPr>
          <w:rFonts w:ascii="Times New Roman" w:eastAsia="黑体" w:hAnsi="Times New Roman"/>
          <w:kern w:val="0"/>
          <w:szCs w:val="28"/>
        </w:rPr>
      </w:pPr>
      <w:r w:rsidRPr="000E2BE1">
        <w:rPr>
          <w:rFonts w:ascii="Times New Roman" w:eastAsia="黑体" w:hAnsi="Times New Roman"/>
        </w:rPr>
        <w:t>二、</w:t>
      </w:r>
      <w:r w:rsidRPr="000E2BE1">
        <w:rPr>
          <w:rFonts w:ascii="Times New Roman" w:eastAsia="黑体" w:hAnsi="Times New Roman"/>
          <w:kern w:val="0"/>
          <w:szCs w:val="28"/>
        </w:rPr>
        <w:t>填空题：本大题共</w:t>
      </w:r>
      <w:r w:rsidRPr="000E2BE1">
        <w:rPr>
          <w:rFonts w:ascii="Times New Roman" w:eastAsia="黑体" w:hAnsi="Times New Roman"/>
          <w:kern w:val="0"/>
          <w:szCs w:val="28"/>
        </w:rPr>
        <w:t>4</w:t>
      </w:r>
      <w:r w:rsidRPr="000E2BE1">
        <w:rPr>
          <w:rFonts w:ascii="Times New Roman" w:eastAsia="黑体" w:hAnsi="Times New Roman"/>
          <w:kern w:val="0"/>
          <w:szCs w:val="28"/>
        </w:rPr>
        <w:t>小题，每小题</w:t>
      </w:r>
      <w:r w:rsidRPr="000E2BE1">
        <w:rPr>
          <w:rFonts w:ascii="Times New Roman" w:eastAsia="黑体" w:hAnsi="Times New Roman"/>
          <w:kern w:val="0"/>
          <w:szCs w:val="28"/>
        </w:rPr>
        <w:t>5</w:t>
      </w:r>
      <w:r w:rsidRPr="000E2BE1">
        <w:rPr>
          <w:rFonts w:ascii="Times New Roman" w:eastAsia="黑体" w:hAnsi="Times New Roman"/>
          <w:kern w:val="0"/>
          <w:szCs w:val="28"/>
        </w:rPr>
        <w:t>分，共</w:t>
      </w:r>
      <w:r w:rsidRPr="000E2BE1">
        <w:rPr>
          <w:rFonts w:ascii="Times New Roman" w:eastAsia="黑体" w:hAnsi="Times New Roman"/>
          <w:kern w:val="0"/>
          <w:szCs w:val="28"/>
        </w:rPr>
        <w:t xml:space="preserve"> 20 </w:t>
      </w:r>
      <w:r w:rsidRPr="000E2BE1">
        <w:rPr>
          <w:rFonts w:ascii="Times New Roman" w:eastAsia="黑体" w:hAnsi="Times New Roman"/>
          <w:kern w:val="0"/>
          <w:szCs w:val="28"/>
        </w:rPr>
        <w:t>分．</w:t>
      </w:r>
    </w:p>
    <w:p w14:paraId="6B112389" w14:textId="40B213FC" w:rsidR="00A00E00" w:rsidRPr="000E2BE1" w:rsidRDefault="00A00E00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  <w:lang w:val="zh-CN"/>
        </w:rPr>
      </w:pPr>
      <w:r w:rsidRPr="000E2BE1">
        <w:rPr>
          <w:rFonts w:ascii="Times New Roman" w:hAnsi="Times New Roman"/>
          <w:szCs w:val="21"/>
        </w:rPr>
        <w:t>13</w:t>
      </w:r>
      <w:r w:rsidRPr="000E2BE1">
        <w:rPr>
          <w:rFonts w:ascii="Times New Roman" w:hAnsi="Times New Roman"/>
          <w:szCs w:val="21"/>
        </w:rPr>
        <w:t>．已知</w:t>
      </w:r>
      <w:r w:rsidRPr="000E2BE1">
        <w:rPr>
          <w:rFonts w:ascii="Times New Roman" w:hAnsi="Times New Roman"/>
          <w:position w:val="-6"/>
          <w:szCs w:val="21"/>
        </w:rPr>
        <w:object w:dxaOrig="200" w:dyaOrig="220" w14:anchorId="7CAFC898">
          <v:shape id="_x0000_i1135" type="#_x0000_t75" alt="《大榕树数学教研网》（http://www.shuxue.net）可能是全球最大的数学专业网站！" style="width:9.75pt;height:11.25pt" o:ole="">
            <v:imagedata r:id="rId224" o:title=""/>
          </v:shape>
          <o:OLEObject Type="Embed" ProgID="Equation.DSMT4" ShapeID="_x0000_i1135" DrawAspect="Content" ObjectID="_1647978028" r:id="rId225"/>
        </w:object>
      </w:r>
      <w:r w:rsidRPr="000E2BE1">
        <w:rPr>
          <w:rFonts w:ascii="Times New Roman" w:hAnsi="Times New Roman"/>
          <w:szCs w:val="21"/>
        </w:rPr>
        <w:t>轴为曲线</w:t>
      </w:r>
      <w:r w:rsidRPr="000E2BE1">
        <w:rPr>
          <w:rFonts w:ascii="Times New Roman" w:hAnsi="Times New Roman"/>
          <w:position w:val="-10"/>
          <w:szCs w:val="21"/>
        </w:rPr>
        <w:object w:dxaOrig="2439" w:dyaOrig="360" w14:anchorId="7EAF5771">
          <v:shape id="_x0000_i1136" type="#_x0000_t75" alt="《大榕树数学教研网》（http://www.shuxue.net）可能是全球最大的数学专业网站！" style="width:121.5pt;height:18pt" o:ole="">
            <v:imagedata r:id="rId226" o:title=""/>
          </v:shape>
          <o:OLEObject Type="Embed" ProgID="Equation.DSMT4" ShapeID="_x0000_i1136" DrawAspect="Content" ObjectID="_1647978029" r:id="rId227"/>
        </w:object>
      </w:r>
      <w:r w:rsidRPr="000E2BE1">
        <w:rPr>
          <w:rFonts w:ascii="Times New Roman" w:hAnsi="Times New Roman"/>
          <w:szCs w:val="21"/>
        </w:rPr>
        <w:t>的切线，则</w:t>
      </w:r>
      <w:r w:rsidRPr="000E2BE1">
        <w:rPr>
          <w:rFonts w:ascii="Times New Roman" w:hAnsi="Times New Roman"/>
          <w:position w:val="-6"/>
          <w:szCs w:val="21"/>
        </w:rPr>
        <w:object w:dxaOrig="200" w:dyaOrig="220" w14:anchorId="27BA7D5E">
          <v:shape id="_x0000_i1137" type="#_x0000_t75" alt="《大榕树数学教研网》（http://www.shuxue.net）可能是全球最大的数学专业网站！" style="width:9.75pt;height:11.25pt" o:ole="">
            <v:imagedata r:id="rId228" o:title=""/>
          </v:shape>
          <o:OLEObject Type="Embed" ProgID="Equation.DSMT4" ShapeID="_x0000_i1137" DrawAspect="Content" ObjectID="_1647978030" r:id="rId229"/>
        </w:object>
      </w:r>
      <w:r w:rsidRPr="000E2BE1">
        <w:rPr>
          <w:rFonts w:ascii="Times New Roman" w:hAnsi="Times New Roman"/>
          <w:szCs w:val="21"/>
        </w:rPr>
        <w:t>的值为</w:t>
      </w:r>
      <w:r w:rsidRPr="000E2BE1">
        <w:rPr>
          <w:rFonts w:ascii="Times New Roman" w:hAnsi="Times New Roman"/>
          <w:szCs w:val="21"/>
          <w:u w:val="single"/>
          <w:lang w:val="zh-CN"/>
        </w:rPr>
        <w:t xml:space="preserve">          </w:t>
      </w:r>
      <w:r w:rsidRPr="000E2BE1">
        <w:rPr>
          <w:rFonts w:ascii="Times New Roman" w:hAnsi="Times New Roman"/>
          <w:szCs w:val="21"/>
          <w:lang w:val="zh-CN"/>
        </w:rPr>
        <w:t>．</w:t>
      </w:r>
    </w:p>
    <w:p w14:paraId="0B8D27E6" w14:textId="2A717EC6" w:rsidR="00A00E00" w:rsidRPr="000E2BE1" w:rsidRDefault="00A00E00" w:rsidP="000E2BE1">
      <w:pPr>
        <w:pStyle w:val="0"/>
        <w:spacing w:line="360" w:lineRule="auto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 xml:space="preserve">14. </w:t>
      </w:r>
      <w:r w:rsidRPr="000E2BE1">
        <w:rPr>
          <w:rFonts w:ascii="Times New Roman" w:hAnsi="Times New Roman"/>
          <w:szCs w:val="21"/>
        </w:rPr>
        <w:t>已知</w:t>
      </w:r>
      <w:r w:rsidRPr="000E2BE1">
        <w:rPr>
          <w:rFonts w:ascii="Times New Roman" w:hAnsi="Times New Roman"/>
          <w:position w:val="-12"/>
          <w:szCs w:val="21"/>
        </w:rPr>
        <w:object w:dxaOrig="279" w:dyaOrig="360" w14:anchorId="138FD197">
          <v:shape id="_x0000_i1138" type="#_x0000_t75" style="width:14.25pt;height:18pt" o:ole="">
            <v:imagedata r:id="rId230" o:title=""/>
          </v:shape>
          <o:OLEObject Type="Embed" ProgID="Equation.DSMT4" ShapeID="_x0000_i1138" DrawAspect="Content" ObjectID="_1647978031" r:id="rId231"/>
        </w:object>
      </w:r>
      <w:r w:rsidRPr="000E2BE1">
        <w:rPr>
          <w:rFonts w:ascii="Times New Roman" w:hAnsi="Times New Roman"/>
          <w:szCs w:val="21"/>
        </w:rPr>
        <w:t>为数列</w:t>
      </w:r>
      <w:r w:rsidRPr="000E2BE1">
        <w:rPr>
          <w:rFonts w:ascii="Times New Roman" w:hAnsi="Times New Roman"/>
          <w:position w:val="-14"/>
          <w:szCs w:val="21"/>
        </w:rPr>
        <w:object w:dxaOrig="480" w:dyaOrig="400" w14:anchorId="0F683DE3">
          <v:shape id="_x0000_i1139" type="#_x0000_t75" style="width:24pt;height:20.25pt" o:ole="">
            <v:imagedata r:id="rId232" o:title=""/>
          </v:shape>
          <o:OLEObject Type="Embed" ProgID="Equation.DSMT4" ShapeID="_x0000_i1139" DrawAspect="Content" ObjectID="_1647978032" r:id="rId233"/>
        </w:object>
      </w:r>
      <w:r w:rsidRPr="000E2BE1">
        <w:rPr>
          <w:rFonts w:ascii="Times New Roman" w:hAnsi="Times New Roman"/>
          <w:szCs w:val="21"/>
        </w:rPr>
        <w:t>的前</w:t>
      </w:r>
      <w:r w:rsidRPr="000E2BE1">
        <w:rPr>
          <w:rFonts w:ascii="Times New Roman" w:hAnsi="Times New Roman"/>
          <w:position w:val="-6"/>
          <w:szCs w:val="21"/>
        </w:rPr>
        <w:object w:dxaOrig="200" w:dyaOrig="220" w14:anchorId="2D1AF180">
          <v:shape id="_x0000_i1140" type="#_x0000_t75" style="width:9.75pt;height:11.25pt" o:ole="">
            <v:imagedata r:id="rId234" o:title=""/>
          </v:shape>
          <o:OLEObject Type="Embed" ProgID="Equation.DSMT4" ShapeID="_x0000_i1140" DrawAspect="Content" ObjectID="_1647978033" r:id="rId235"/>
        </w:object>
      </w:r>
      <w:r w:rsidRPr="000E2BE1">
        <w:rPr>
          <w:rFonts w:ascii="Times New Roman" w:hAnsi="Times New Roman"/>
          <w:szCs w:val="21"/>
        </w:rPr>
        <w:t>项和</w:t>
      </w:r>
      <w:r w:rsidR="009C2278">
        <w:rPr>
          <w:rFonts w:ascii="Times New Roman" w:hAnsi="Times New Roman" w:hint="eastAsia"/>
          <w:szCs w:val="21"/>
        </w:rPr>
        <w:t>，若</w:t>
      </w:r>
      <w:r w:rsidRPr="000E2BE1">
        <w:rPr>
          <w:rFonts w:ascii="Times New Roman" w:hAnsi="Times New Roman"/>
          <w:position w:val="-12"/>
          <w:szCs w:val="21"/>
        </w:rPr>
        <w:object w:dxaOrig="1219" w:dyaOrig="360" w14:anchorId="7DAF92A3">
          <v:shape id="_x0000_i1141" type="#_x0000_t75" style="width:60.75pt;height:18pt" o:ole="">
            <v:imagedata r:id="rId236" o:title=""/>
          </v:shape>
          <o:OLEObject Type="Embed" ProgID="Equation.DSMT4" ShapeID="_x0000_i1141" DrawAspect="Content" ObjectID="_1647978034" r:id="rId237"/>
        </w:object>
      </w:r>
      <w:r w:rsidRPr="000E2BE1">
        <w:rPr>
          <w:rFonts w:ascii="Times New Roman" w:hAnsi="Times New Roman"/>
          <w:szCs w:val="21"/>
        </w:rPr>
        <w:t>，则</w:t>
      </w:r>
      <w:r w:rsidRPr="000E2BE1">
        <w:rPr>
          <w:rFonts w:ascii="Times New Roman" w:hAnsi="Times New Roman"/>
          <w:position w:val="-12"/>
          <w:szCs w:val="21"/>
        </w:rPr>
        <w:object w:dxaOrig="720" w:dyaOrig="360" w14:anchorId="539980EF">
          <v:shape id="_x0000_i1142" type="#_x0000_t75" style="width:36pt;height:18pt" o:ole="">
            <v:imagedata r:id="rId238" o:title=""/>
          </v:shape>
          <o:OLEObject Type="Embed" ProgID="Equation.DSMT4" ShapeID="_x0000_i1142" DrawAspect="Content" ObjectID="_1647978035" r:id="rId239"/>
        </w:object>
      </w:r>
      <w:r w:rsidRPr="000E2BE1">
        <w:rPr>
          <w:rFonts w:ascii="Times New Roman" w:hAnsi="Times New Roman"/>
          <w:szCs w:val="21"/>
        </w:rPr>
        <w:t>=________.</w:t>
      </w:r>
    </w:p>
    <w:p w14:paraId="0B922AD7" w14:textId="17F70A6F" w:rsidR="000E2BE1" w:rsidRDefault="00A00E00" w:rsidP="000E2BE1">
      <w:pPr>
        <w:spacing w:line="360" w:lineRule="auto"/>
        <w:ind w:leftChars="1" w:left="283" w:hangingChars="134" w:hanging="281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15</w:t>
      </w:r>
      <w:r w:rsidRPr="000E2BE1">
        <w:rPr>
          <w:rFonts w:ascii="Times New Roman" w:hAnsi="Times New Roman"/>
          <w:szCs w:val="21"/>
        </w:rPr>
        <w:t>．某市公租房的房源位于</w:t>
      </w:r>
      <w:r w:rsidRPr="000E2BE1">
        <w:rPr>
          <w:rFonts w:ascii="Times New Roman" w:hAnsi="Times New Roman"/>
          <w:position w:val="-4"/>
          <w:szCs w:val="21"/>
        </w:rPr>
        <w:object w:dxaOrig="240" w:dyaOrig="260" w14:anchorId="2B4696BE">
          <v:shape id="_x0000_i1143" type="#_x0000_t75" style="width:12pt;height:12.75pt" o:ole="">
            <v:imagedata r:id="rId240" o:title=""/>
          </v:shape>
          <o:OLEObject Type="Embed" ProgID="Equation.DSMT4" ShapeID="_x0000_i1143" DrawAspect="Content" ObjectID="_1647978036" r:id="rId241"/>
        </w:object>
      </w:r>
      <w:r w:rsidRPr="000E2BE1">
        <w:rPr>
          <w:rFonts w:ascii="Times New Roman" w:hAnsi="Times New Roman"/>
          <w:szCs w:val="21"/>
        </w:rPr>
        <w:t>,</w:t>
      </w:r>
      <w:r w:rsidRPr="000E2BE1">
        <w:rPr>
          <w:rFonts w:ascii="Times New Roman" w:hAnsi="Times New Roman"/>
          <w:position w:val="-4"/>
        </w:rPr>
        <w:object w:dxaOrig="240" w:dyaOrig="260" w14:anchorId="4E11C639">
          <v:shape id="_x0000_i1144" type="#_x0000_t75" style="width:12pt;height:12.75pt" o:ole="">
            <v:imagedata r:id="rId242" o:title=""/>
          </v:shape>
          <o:OLEObject Type="Embed" ProgID="Equation.DSMT4" ShapeID="_x0000_i1144" DrawAspect="Content" ObjectID="_1647978037" r:id="rId243"/>
        </w:object>
      </w:r>
      <w:r w:rsidRPr="000E2BE1">
        <w:rPr>
          <w:rFonts w:ascii="Times New Roman" w:hAnsi="Times New Roman"/>
          <w:szCs w:val="21"/>
        </w:rPr>
        <w:t>,</w:t>
      </w:r>
      <w:r w:rsidRPr="000E2BE1">
        <w:rPr>
          <w:rFonts w:ascii="Times New Roman" w:hAnsi="Times New Roman"/>
          <w:position w:val="-6"/>
        </w:rPr>
        <w:object w:dxaOrig="240" w:dyaOrig="279" w14:anchorId="1AEE5253">
          <v:shape id="_x0000_i1145" type="#_x0000_t75" style="width:12pt;height:14.25pt" o:ole="">
            <v:imagedata r:id="rId244" o:title=""/>
          </v:shape>
          <o:OLEObject Type="Embed" ProgID="Equation.DSMT4" ShapeID="_x0000_i1145" DrawAspect="Content" ObjectID="_1647978038" r:id="rId245"/>
        </w:object>
      </w:r>
      <w:r w:rsidRPr="000E2BE1">
        <w:rPr>
          <w:rFonts w:ascii="Times New Roman" w:hAnsi="Times New Roman"/>
          <w:szCs w:val="21"/>
        </w:rPr>
        <w:t>三个片区，设每位申请人只</w:t>
      </w:r>
      <w:r w:rsidR="009C2278">
        <w:rPr>
          <w:rFonts w:ascii="Times New Roman" w:hAnsi="Times New Roman" w:hint="eastAsia"/>
          <w:szCs w:val="21"/>
        </w:rPr>
        <w:t>能</w:t>
      </w:r>
      <w:r w:rsidRPr="000E2BE1">
        <w:rPr>
          <w:rFonts w:ascii="Times New Roman" w:hAnsi="Times New Roman"/>
          <w:szCs w:val="21"/>
        </w:rPr>
        <w:t>申请其中一个片区的房子，申请其中任一个片区的房屋是等可能的</w:t>
      </w:r>
      <w:r w:rsidR="00FB62B1"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szCs w:val="21"/>
        </w:rPr>
        <w:t>则该市的任</w:t>
      </w:r>
      <w:r w:rsidRPr="000E2BE1">
        <w:rPr>
          <w:rFonts w:ascii="Times New Roman" w:hAnsi="Times New Roman"/>
          <w:position w:val="-4"/>
        </w:rPr>
        <w:object w:dxaOrig="200" w:dyaOrig="260" w14:anchorId="43D8F6EB">
          <v:shape id="_x0000_i1146" type="#_x0000_t75" style="width:9.75pt;height:13.5pt" o:ole="">
            <v:imagedata r:id="rId246" o:title=""/>
          </v:shape>
          <o:OLEObject Type="Embed" ProgID="Equation.DSMT4" ShapeID="_x0000_i1146" DrawAspect="Content" ObjectID="_1647978039" r:id="rId247"/>
        </w:object>
      </w:r>
      <w:r w:rsidRPr="000E2BE1">
        <w:rPr>
          <w:rFonts w:ascii="Times New Roman" w:hAnsi="Times New Roman"/>
          <w:szCs w:val="21"/>
        </w:rPr>
        <w:t>位申请人中</w:t>
      </w:r>
      <w:r w:rsidR="00FB62B1"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szCs w:val="21"/>
        </w:rPr>
        <w:t>申请的房源在</w:t>
      </w:r>
      <w:r w:rsidRPr="000E2BE1">
        <w:rPr>
          <w:rFonts w:ascii="Times New Roman" w:hAnsi="Times New Roman"/>
          <w:position w:val="-4"/>
          <w:szCs w:val="21"/>
        </w:rPr>
        <w:object w:dxaOrig="200" w:dyaOrig="260" w14:anchorId="75857B1F">
          <v:shape id="_x0000_i1147" type="#_x0000_t75" alt="学科网(www.zxxk.com)--教育资源门户，提供试卷、教案、课件、论文、素材及各类教学资源下载，还有大量而丰富的教学相关资讯！" style="width:9.75pt;height:12.75pt" o:ole="">
            <v:imagedata r:id="rId248" o:title=""/>
          </v:shape>
          <o:OLEObject Type="Embed" ProgID="Equation.DSMT4" ShapeID="_x0000_i1147" DrawAspect="Content" ObjectID="_1647978040" r:id="rId249"/>
        </w:object>
      </w:r>
      <w:proofErr w:type="gramStart"/>
      <w:r w:rsidRPr="000E2BE1">
        <w:rPr>
          <w:rFonts w:ascii="Times New Roman" w:hAnsi="Times New Roman"/>
          <w:szCs w:val="21"/>
        </w:rPr>
        <w:t>个</w:t>
      </w:r>
      <w:proofErr w:type="gramEnd"/>
      <w:r w:rsidRPr="000E2BE1">
        <w:rPr>
          <w:rFonts w:ascii="Times New Roman" w:hAnsi="Times New Roman"/>
          <w:szCs w:val="21"/>
        </w:rPr>
        <w:t>片区的概率是</w:t>
      </w:r>
      <w:r w:rsidRPr="000E2BE1">
        <w:rPr>
          <w:rFonts w:ascii="Times New Roman" w:hAnsi="Times New Roman"/>
          <w:szCs w:val="21"/>
        </w:rPr>
        <w:t>_________.</w:t>
      </w:r>
    </w:p>
    <w:p w14:paraId="5B4B4CEC" w14:textId="7F44D495" w:rsidR="00A00E00" w:rsidRPr="000E2BE1" w:rsidRDefault="00A00E00" w:rsidP="000E2BE1">
      <w:pPr>
        <w:spacing w:line="360" w:lineRule="auto"/>
        <w:ind w:leftChars="1" w:left="283" w:hangingChars="134" w:hanging="281"/>
        <w:jc w:val="left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16</w:t>
      </w:r>
      <w:r w:rsidRPr="000E2BE1">
        <w:rPr>
          <w:rFonts w:ascii="Times New Roman" w:hAnsi="Times New Roman"/>
          <w:szCs w:val="21"/>
        </w:rPr>
        <w:t>．在平面直角坐标系中，过椭圆</w:t>
      </w:r>
      <w:r w:rsidRPr="000E2BE1">
        <w:rPr>
          <w:rFonts w:ascii="Times New Roman" w:hAnsi="Times New Roman"/>
          <w:position w:val="-24"/>
          <w:szCs w:val="21"/>
        </w:rPr>
        <w:object w:dxaOrig="1140" w:dyaOrig="660" w14:anchorId="23B980F7">
          <v:shape id="_x0000_i1148" type="#_x0000_t75" style="width:57pt;height:33pt" o:ole="">
            <v:imagedata r:id="rId250" o:title=""/>
          </v:shape>
          <o:OLEObject Type="Embed" ProgID="Equation.DSMT4" ShapeID="_x0000_i1148" DrawAspect="Content" ObjectID="_1647978041" r:id="rId251"/>
        </w:object>
      </w:r>
      <w:r w:rsidRPr="000E2BE1">
        <w:rPr>
          <w:rFonts w:ascii="Times New Roman" w:hAnsi="Times New Roman"/>
          <w:szCs w:val="21"/>
        </w:rPr>
        <w:t xml:space="preserve">( </w:t>
      </w:r>
      <w:r w:rsidRPr="000E2BE1">
        <w:rPr>
          <w:rFonts w:ascii="Times New Roman" w:hAnsi="Times New Roman"/>
          <w:position w:val="-6"/>
          <w:szCs w:val="21"/>
        </w:rPr>
        <w:object w:dxaOrig="740" w:dyaOrig="279" w14:anchorId="1E9547C5">
          <v:shape id="_x0000_i1149" type="#_x0000_t75" style="width:36.75pt;height:14.25pt" o:ole="">
            <v:imagedata r:id="rId252" o:title=""/>
          </v:shape>
          <o:OLEObject Type="Embed" ProgID="Equation.DSMT4" ShapeID="_x0000_i1149" DrawAspect="Content" ObjectID="_1647978042" r:id="rId253"/>
        </w:object>
      </w:r>
      <w:r w:rsidRPr="000E2BE1">
        <w:rPr>
          <w:rFonts w:ascii="Times New Roman" w:hAnsi="Times New Roman"/>
          <w:szCs w:val="21"/>
        </w:rPr>
        <w:t>0)</w:t>
      </w:r>
      <w:r w:rsidRPr="000E2BE1">
        <w:rPr>
          <w:rFonts w:ascii="Times New Roman" w:hAnsi="Times New Roman"/>
          <w:szCs w:val="21"/>
        </w:rPr>
        <w:t>的左焦点</w:t>
      </w:r>
      <w:r w:rsidRPr="000E2BE1">
        <w:rPr>
          <w:rFonts w:ascii="Times New Roman" w:hAnsi="Times New Roman"/>
          <w:position w:val="-4"/>
          <w:szCs w:val="21"/>
        </w:rPr>
        <w:object w:dxaOrig="260" w:dyaOrig="260" w14:anchorId="5FEF0158">
          <v:shape id="_x0000_i1150" type="#_x0000_t75" style="width:12.75pt;height:12.75pt" o:ole="">
            <v:imagedata r:id="rId254" o:title=""/>
          </v:shape>
          <o:OLEObject Type="Embed" ProgID="Equation.DSMT4" ShapeID="_x0000_i1150" DrawAspect="Content" ObjectID="_1647978043" r:id="rId255"/>
        </w:object>
      </w:r>
      <w:r w:rsidRPr="000E2BE1">
        <w:rPr>
          <w:rFonts w:ascii="Times New Roman" w:hAnsi="Times New Roman"/>
          <w:szCs w:val="21"/>
        </w:rPr>
        <w:t>的直线交椭圆于</w:t>
      </w:r>
      <w:r w:rsidRPr="000E2BE1">
        <w:rPr>
          <w:rFonts w:ascii="Times New Roman" w:hAnsi="Times New Roman"/>
          <w:position w:val="-4"/>
          <w:szCs w:val="21"/>
        </w:rPr>
        <w:object w:dxaOrig="240" w:dyaOrig="260" w14:anchorId="6F137052">
          <v:shape id="_x0000_i1151" type="#_x0000_t75" style="width:12pt;height:12.75pt" o:ole="">
            <v:imagedata r:id="rId240" o:title=""/>
          </v:shape>
          <o:OLEObject Type="Embed" ProgID="Equation.DSMT4" ShapeID="_x0000_i1151" DrawAspect="Content" ObjectID="_1647978044" r:id="rId256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4"/>
        </w:rPr>
        <w:object w:dxaOrig="240" w:dyaOrig="260" w14:anchorId="57C8F472">
          <v:shape id="_x0000_i1152" type="#_x0000_t75" style="width:12pt;height:12.75pt" o:ole="">
            <v:imagedata r:id="rId242" o:title=""/>
          </v:shape>
          <o:OLEObject Type="Embed" ProgID="Equation.DSMT4" ShapeID="_x0000_i1152" DrawAspect="Content" ObjectID="_1647978045" r:id="rId257"/>
        </w:object>
      </w:r>
      <w:r w:rsidRPr="000E2BE1">
        <w:rPr>
          <w:rFonts w:ascii="Times New Roman" w:hAnsi="Times New Roman"/>
        </w:rPr>
        <w:t>两点，</w:t>
      </w:r>
      <w:r w:rsidRPr="000E2BE1">
        <w:rPr>
          <w:rFonts w:ascii="Times New Roman" w:hAnsi="Times New Roman"/>
          <w:position w:val="-6"/>
        </w:rPr>
        <w:object w:dxaOrig="240" w:dyaOrig="279" w14:anchorId="5356A097">
          <v:shape id="_x0000_i1153" type="#_x0000_t75" style="width:12pt;height:14.25pt" o:ole="">
            <v:imagedata r:id="rId244" o:title=""/>
          </v:shape>
          <o:OLEObject Type="Embed" ProgID="Equation.DSMT4" ShapeID="_x0000_i1153" DrawAspect="Content" ObjectID="_1647978046" r:id="rId258"/>
        </w:object>
      </w:r>
      <w:r w:rsidRPr="000E2BE1">
        <w:rPr>
          <w:rFonts w:ascii="Times New Roman" w:hAnsi="Times New Roman"/>
        </w:rPr>
        <w:t>为椭圆的右焦点，且</w:t>
      </w:r>
      <w:r w:rsidRPr="000E2BE1">
        <w:rPr>
          <w:rFonts w:ascii="Times New Roman" w:hAnsi="Times New Roman"/>
          <w:position w:val="-6"/>
          <w:szCs w:val="21"/>
        </w:rPr>
        <w:object w:dxaOrig="680" w:dyaOrig="279" w14:anchorId="3D5B9F44">
          <v:shape id="_x0000_i1154" type="#_x0000_t75" style="width:33.75pt;height:13.5pt" o:ole="">
            <v:imagedata r:id="rId259" o:title=""/>
          </v:shape>
          <o:OLEObject Type="Embed" ProgID="Equation.DSMT4" ShapeID="_x0000_i1154" DrawAspect="Content" ObjectID="_1647978047" r:id="rId260"/>
        </w:object>
      </w:r>
      <w:r w:rsidRPr="000E2BE1">
        <w:rPr>
          <w:rFonts w:ascii="Times New Roman" w:hAnsi="Times New Roman"/>
          <w:szCs w:val="21"/>
        </w:rPr>
        <w:t>是等腰直角三角形，且</w:t>
      </w:r>
      <w:r w:rsidRPr="000E2BE1">
        <w:rPr>
          <w:rFonts w:ascii="Times New Roman" w:hAnsi="Times New Roman"/>
          <w:position w:val="-6"/>
          <w:szCs w:val="21"/>
        </w:rPr>
        <w:object w:dxaOrig="960" w:dyaOrig="279" w14:anchorId="7EF9C872">
          <v:shape id="_x0000_i1155" type="#_x0000_t75" style="width:48pt;height:14.25pt" o:ole="">
            <v:imagedata r:id="rId261" o:title=""/>
          </v:shape>
          <o:OLEObject Type="Embed" ProgID="Equation.DSMT4" ShapeID="_x0000_i1155" DrawAspect="Content" ObjectID="_1647978048" r:id="rId262"/>
        </w:object>
      </w:r>
      <w:r w:rsidRPr="000E2BE1">
        <w:rPr>
          <w:rFonts w:ascii="Times New Roman" w:hAnsi="Times New Roman"/>
          <w:szCs w:val="21"/>
        </w:rPr>
        <w:t>，则椭圆的离心率为</w:t>
      </w:r>
      <w:r w:rsidRPr="000E2BE1">
        <w:rPr>
          <w:rFonts w:ascii="Times New Roman" w:hAnsi="Times New Roman"/>
          <w:szCs w:val="21"/>
          <w:u w:val="single"/>
        </w:rPr>
        <w:t xml:space="preserve">          </w:t>
      </w:r>
      <w:r w:rsidRPr="000E2BE1">
        <w:rPr>
          <w:rFonts w:ascii="Times New Roman" w:hAnsi="Times New Roman"/>
          <w:szCs w:val="21"/>
        </w:rPr>
        <w:t>．</w:t>
      </w:r>
    </w:p>
    <w:p w14:paraId="79BCA311" w14:textId="77777777" w:rsidR="000E2BE1" w:rsidRDefault="000E2BE1" w:rsidP="000E2BE1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</w:rPr>
      </w:pPr>
    </w:p>
    <w:p w14:paraId="411287B5" w14:textId="01822B1D" w:rsidR="001B59A9" w:rsidRPr="000E2BE1" w:rsidRDefault="00B35983" w:rsidP="000E2BE1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</w:rPr>
      </w:pPr>
      <w:r w:rsidRPr="000E2BE1">
        <w:rPr>
          <w:rFonts w:ascii="Times New Roman" w:eastAsia="黑体" w:hAnsi="Times New Roman"/>
          <w:kern w:val="0"/>
        </w:rPr>
        <w:t>三</w:t>
      </w:r>
      <w:r w:rsidRPr="000E2BE1">
        <w:rPr>
          <w:rFonts w:ascii="Times New Roman" w:eastAsia="黑体" w:hAnsi="Times New Roman"/>
          <w:kern w:val="0"/>
        </w:rPr>
        <w:t xml:space="preserve"> </w:t>
      </w:r>
      <w:r w:rsidRPr="000E2BE1">
        <w:rPr>
          <w:rFonts w:ascii="Times New Roman" w:eastAsia="黑体" w:hAnsi="Times New Roman"/>
          <w:kern w:val="0"/>
        </w:rPr>
        <w:t>、</w:t>
      </w:r>
      <w:r w:rsidRPr="000E2BE1">
        <w:rPr>
          <w:rFonts w:ascii="Times New Roman" w:eastAsia="黑体" w:hAnsi="Times New Roman"/>
          <w:kern w:val="0"/>
        </w:rPr>
        <w:t xml:space="preserve"> </w:t>
      </w:r>
      <w:r w:rsidRPr="000E2BE1">
        <w:rPr>
          <w:rFonts w:ascii="Times New Roman" w:eastAsia="黑体" w:hAnsi="Times New Roman"/>
          <w:kern w:val="0"/>
        </w:rPr>
        <w:t>解答题：</w:t>
      </w:r>
      <w:r w:rsidRPr="000E2BE1">
        <w:rPr>
          <w:rFonts w:ascii="Times New Roman" w:eastAsia="黑体" w:hAnsi="Times New Roman"/>
          <w:kern w:val="0"/>
        </w:rPr>
        <w:t xml:space="preserve"> </w:t>
      </w:r>
      <w:r w:rsidRPr="000E2BE1">
        <w:rPr>
          <w:rFonts w:ascii="Times New Roman" w:eastAsia="黑体" w:hAnsi="Times New Roman"/>
          <w:kern w:val="0"/>
        </w:rPr>
        <w:t>共</w:t>
      </w:r>
      <w:r w:rsidRPr="000E2BE1">
        <w:rPr>
          <w:rFonts w:ascii="Times New Roman" w:eastAsia="黑体" w:hAnsi="Times New Roman"/>
          <w:kern w:val="0"/>
        </w:rPr>
        <w:t>70</w:t>
      </w:r>
      <w:r w:rsidRPr="000E2BE1">
        <w:rPr>
          <w:rFonts w:ascii="Times New Roman" w:eastAsia="黑体" w:hAnsi="Times New Roman"/>
          <w:kern w:val="0"/>
        </w:rPr>
        <w:t>分</w:t>
      </w:r>
      <w:r w:rsidRPr="000E2BE1">
        <w:rPr>
          <w:rFonts w:ascii="Times New Roman" w:eastAsia="黑体" w:hAnsi="Times New Roman"/>
          <w:snapToGrid w:val="0"/>
          <w:kern w:val="0"/>
        </w:rPr>
        <w:t>．</w:t>
      </w:r>
      <w:r w:rsidRPr="000E2BE1">
        <w:rPr>
          <w:rFonts w:ascii="Times New Roman" w:eastAsia="黑体" w:hAnsi="Times New Roman"/>
          <w:kern w:val="0"/>
        </w:rPr>
        <w:t>解答应写出文字说明、证明过程或演算步骤</w:t>
      </w:r>
      <w:r w:rsidRPr="000E2BE1">
        <w:rPr>
          <w:rFonts w:ascii="Times New Roman" w:eastAsia="黑体" w:hAnsi="Times New Roman"/>
          <w:snapToGrid w:val="0"/>
          <w:kern w:val="0"/>
        </w:rPr>
        <w:t>．</w:t>
      </w:r>
      <w:r w:rsidRPr="000E2BE1">
        <w:rPr>
          <w:rFonts w:ascii="Times New Roman" w:eastAsia="黑体" w:hAnsi="Times New Roman"/>
          <w:kern w:val="0"/>
        </w:rPr>
        <w:t>第</w:t>
      </w:r>
      <w:r w:rsidRPr="000E2BE1">
        <w:rPr>
          <w:rFonts w:ascii="Times New Roman" w:eastAsia="黑体" w:hAnsi="Times New Roman"/>
          <w:kern w:val="0"/>
        </w:rPr>
        <w:t>17~21</w:t>
      </w:r>
      <w:r w:rsidRPr="000E2BE1">
        <w:rPr>
          <w:rFonts w:ascii="Times New Roman" w:eastAsia="黑体" w:hAnsi="Times New Roman"/>
          <w:kern w:val="0"/>
        </w:rPr>
        <w:t>题为必考题，每个试题考生都必须作答</w:t>
      </w:r>
      <w:r w:rsidRPr="000E2BE1">
        <w:rPr>
          <w:rFonts w:ascii="Times New Roman" w:eastAsia="黑体" w:hAnsi="Times New Roman"/>
          <w:snapToGrid w:val="0"/>
          <w:kern w:val="0"/>
        </w:rPr>
        <w:t>．</w:t>
      </w:r>
      <w:r w:rsidRPr="000E2BE1">
        <w:rPr>
          <w:rFonts w:ascii="Times New Roman" w:eastAsia="黑体" w:hAnsi="Times New Roman"/>
          <w:kern w:val="0"/>
        </w:rPr>
        <w:t>第</w:t>
      </w:r>
      <w:r w:rsidRPr="000E2BE1">
        <w:rPr>
          <w:rFonts w:ascii="Times New Roman" w:eastAsia="黑体" w:hAnsi="Times New Roman"/>
          <w:kern w:val="0"/>
        </w:rPr>
        <w:t>22</w:t>
      </w:r>
      <w:r w:rsidRPr="000E2BE1">
        <w:rPr>
          <w:rFonts w:ascii="Times New Roman" w:eastAsia="黑体" w:hAnsi="Times New Roman"/>
          <w:kern w:val="0"/>
        </w:rPr>
        <w:t>、</w:t>
      </w:r>
      <w:r w:rsidRPr="000E2BE1">
        <w:rPr>
          <w:rFonts w:ascii="Times New Roman" w:eastAsia="黑体" w:hAnsi="Times New Roman"/>
          <w:kern w:val="0"/>
        </w:rPr>
        <w:t>23</w:t>
      </w:r>
      <w:r w:rsidRPr="000E2BE1">
        <w:rPr>
          <w:rFonts w:ascii="Times New Roman" w:eastAsia="黑体" w:hAnsi="Times New Roman"/>
          <w:kern w:val="0"/>
        </w:rPr>
        <w:t>题为选考题，考生根据要求作答</w:t>
      </w:r>
      <w:r w:rsidRPr="000E2BE1">
        <w:rPr>
          <w:rFonts w:ascii="Times New Roman" w:eastAsia="黑体" w:hAnsi="Times New Roman"/>
          <w:snapToGrid w:val="0"/>
          <w:kern w:val="0"/>
        </w:rPr>
        <w:t>．</w:t>
      </w:r>
    </w:p>
    <w:p w14:paraId="7EED087C" w14:textId="77777777" w:rsidR="001B59A9" w:rsidRPr="000E2BE1" w:rsidRDefault="00B35983" w:rsidP="000E2BE1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</w:rPr>
      </w:pPr>
      <w:r w:rsidRPr="000E2BE1">
        <w:rPr>
          <w:rFonts w:ascii="Times New Roman" w:eastAsia="黑体" w:hAnsi="Times New Roman"/>
          <w:kern w:val="0"/>
        </w:rPr>
        <w:t>(</w:t>
      </w:r>
      <w:proofErr w:type="gramStart"/>
      <w:r w:rsidRPr="000E2BE1">
        <w:rPr>
          <w:rFonts w:ascii="Times New Roman" w:eastAsia="黑体" w:hAnsi="Times New Roman"/>
          <w:kern w:val="0"/>
        </w:rPr>
        <w:t>一</w:t>
      </w:r>
      <w:proofErr w:type="gramEnd"/>
      <w:r w:rsidRPr="000E2BE1">
        <w:rPr>
          <w:rFonts w:ascii="Times New Roman" w:eastAsia="黑体" w:hAnsi="Times New Roman"/>
          <w:kern w:val="0"/>
        </w:rPr>
        <w:t xml:space="preserve"> ) </w:t>
      </w:r>
      <w:r w:rsidRPr="000E2BE1">
        <w:rPr>
          <w:rFonts w:ascii="Times New Roman" w:eastAsia="黑体" w:hAnsi="Times New Roman"/>
          <w:kern w:val="0"/>
        </w:rPr>
        <w:t>必考题：共</w:t>
      </w:r>
      <w:r w:rsidRPr="000E2BE1">
        <w:rPr>
          <w:rFonts w:ascii="Times New Roman" w:eastAsia="黑体" w:hAnsi="Times New Roman"/>
          <w:kern w:val="0"/>
        </w:rPr>
        <w:t xml:space="preserve"> 60 </w:t>
      </w:r>
      <w:r w:rsidRPr="000E2BE1">
        <w:rPr>
          <w:rFonts w:ascii="Times New Roman" w:eastAsia="黑体" w:hAnsi="Times New Roman"/>
          <w:kern w:val="0"/>
        </w:rPr>
        <w:t>分．</w:t>
      </w:r>
    </w:p>
    <w:p w14:paraId="666B862A" w14:textId="77777777" w:rsidR="001B59A9" w:rsidRPr="000E2BE1" w:rsidRDefault="00B35983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  <w:r w:rsidRPr="000E2BE1">
        <w:rPr>
          <w:rFonts w:ascii="Times New Roman" w:hAnsi="Times New Roman"/>
          <w:color w:val="000000" w:themeColor="text1"/>
          <w:szCs w:val="21"/>
        </w:rPr>
        <w:t>17</w:t>
      </w:r>
      <w:r w:rsidRPr="000E2BE1">
        <w:rPr>
          <w:rFonts w:ascii="Times New Roman" w:hAnsi="Times New Roman"/>
          <w:color w:val="000000" w:themeColor="text1"/>
          <w:szCs w:val="21"/>
        </w:rPr>
        <w:t>．（本小题满分</w:t>
      </w:r>
      <w:r w:rsidRPr="000E2BE1">
        <w:rPr>
          <w:rFonts w:ascii="Times New Roman" w:hAnsi="Times New Roman"/>
          <w:color w:val="000000" w:themeColor="text1"/>
          <w:szCs w:val="21"/>
        </w:rPr>
        <w:t>12</w:t>
      </w:r>
      <w:r w:rsidRPr="000E2BE1">
        <w:rPr>
          <w:rFonts w:ascii="Times New Roman" w:hAnsi="Times New Roman"/>
          <w:color w:val="000000" w:themeColor="text1"/>
          <w:szCs w:val="21"/>
        </w:rPr>
        <w:t>分）</w:t>
      </w:r>
    </w:p>
    <w:p w14:paraId="2335783E" w14:textId="1BC4C6C5" w:rsidR="00CD6B1B" w:rsidRPr="000E2BE1" w:rsidRDefault="00CD6B1B" w:rsidP="000E2BE1">
      <w:pPr>
        <w:spacing w:line="360" w:lineRule="auto"/>
        <w:ind w:firstLineChars="150" w:firstLine="315"/>
        <w:rPr>
          <w:rFonts w:ascii="Times New Roman" w:hAnsi="Times New Roman"/>
        </w:rPr>
      </w:pPr>
      <w:r w:rsidRPr="000E2BE1">
        <w:rPr>
          <w:rFonts w:ascii="Times New Roman" w:hAnsi="Times New Roman"/>
        </w:rPr>
        <w:t>在</w:t>
      </w:r>
      <w:r w:rsidRPr="000E2BE1">
        <w:rPr>
          <w:rFonts w:ascii="Times New Roman" w:hAnsi="Times New Roman"/>
          <w:position w:val="-6"/>
        </w:rPr>
        <w:object w:dxaOrig="680" w:dyaOrig="279" w14:anchorId="0D29E414">
          <v:shape id="_x0000_i1156" type="#_x0000_t75" style="width:33.75pt;height:14.25pt" o:ole="">
            <v:imagedata r:id="rId263" o:title=""/>
          </v:shape>
          <o:OLEObject Type="Embed" ProgID="Equation.DSMT4" ShapeID="_x0000_i1156" DrawAspect="Content" ObjectID="_1647978049" r:id="rId264"/>
        </w:object>
      </w:r>
      <w:r w:rsidRPr="000E2BE1">
        <w:rPr>
          <w:rFonts w:ascii="Times New Roman" w:hAnsi="Times New Roman"/>
        </w:rPr>
        <w:t>中，内角</w:t>
      </w:r>
      <w:r w:rsidR="001648E4" w:rsidRPr="001648E4">
        <w:rPr>
          <w:rFonts w:ascii="Times New Roman" w:hAnsi="Times New Roman"/>
          <w:position w:val="-4"/>
        </w:rPr>
        <w:object w:dxaOrig="240" w:dyaOrig="260" w14:anchorId="286002AC">
          <v:shape id="_x0000_i1157" type="#_x0000_t75" style="width:12pt;height:13.5pt" o:ole="">
            <v:imagedata r:id="rId265" o:title=""/>
          </v:shape>
          <o:OLEObject Type="Embed" ProgID="Equation.DSMT4" ShapeID="_x0000_i1157" DrawAspect="Content" ObjectID="_1647978050" r:id="rId266"/>
        </w:object>
      </w:r>
      <w:r w:rsidR="001648E4">
        <w:rPr>
          <w:rFonts w:ascii="Times New Roman" w:hAnsi="Times New Roman" w:hint="eastAsia"/>
        </w:rPr>
        <w:t>、</w:t>
      </w:r>
      <w:r w:rsidR="001648E4" w:rsidRPr="00580A70">
        <w:rPr>
          <w:position w:val="-4"/>
        </w:rPr>
        <w:object w:dxaOrig="240" w:dyaOrig="260" w14:anchorId="730CD829">
          <v:shape id="_x0000_i1158" type="#_x0000_t75" style="width:12pt;height:12.75pt" o:ole="">
            <v:imagedata r:id="rId267" o:title=""/>
          </v:shape>
          <o:OLEObject Type="Embed" ProgID="Equation.DSMT4" ShapeID="_x0000_i1158" DrawAspect="Content" ObjectID="_1647978051" r:id="rId268"/>
        </w:object>
      </w:r>
      <w:r w:rsidR="001648E4">
        <w:rPr>
          <w:rFonts w:hint="eastAsia"/>
        </w:rPr>
        <w:t>、</w:t>
      </w:r>
      <w:r w:rsidR="001648E4" w:rsidRPr="001648E4">
        <w:rPr>
          <w:position w:val="-6"/>
        </w:rPr>
        <w:object w:dxaOrig="240" w:dyaOrig="279" w14:anchorId="5B7933FC">
          <v:shape id="_x0000_i1159" type="#_x0000_t75" style="width:12pt;height:14.25pt" o:ole="">
            <v:imagedata r:id="rId269" o:title=""/>
          </v:shape>
          <o:OLEObject Type="Embed" ProgID="Equation.DSMT4" ShapeID="_x0000_i1159" DrawAspect="Content" ObjectID="_1647978052" r:id="rId270"/>
        </w:object>
      </w:r>
      <w:r w:rsidRPr="000E2BE1">
        <w:rPr>
          <w:rFonts w:ascii="Times New Roman" w:hAnsi="Times New Roman"/>
        </w:rPr>
        <w:t>对边分别是</w:t>
      </w:r>
      <w:r w:rsidR="001648E4" w:rsidRPr="001648E4">
        <w:rPr>
          <w:position w:val="-6"/>
        </w:rPr>
        <w:object w:dxaOrig="200" w:dyaOrig="220" w14:anchorId="0872E67F">
          <v:shape id="_x0000_i1160" type="#_x0000_t75" style="width:9.75pt;height:11.25pt" o:ole="">
            <v:imagedata r:id="rId271" o:title=""/>
          </v:shape>
          <o:OLEObject Type="Embed" ProgID="Equation.DSMT4" ShapeID="_x0000_i1160" DrawAspect="Content" ObjectID="_1647978053" r:id="rId272"/>
        </w:object>
      </w:r>
      <w:r w:rsidR="001648E4">
        <w:rPr>
          <w:rFonts w:hint="eastAsia"/>
        </w:rPr>
        <w:t>、</w:t>
      </w:r>
      <w:r w:rsidR="001648E4" w:rsidRPr="00580A70">
        <w:rPr>
          <w:position w:val="-6"/>
        </w:rPr>
        <w:object w:dxaOrig="200" w:dyaOrig="279" w14:anchorId="6D506693">
          <v:shape id="_x0000_i1161" type="#_x0000_t75" style="width:9.75pt;height:14.25pt" o:ole="">
            <v:imagedata r:id="rId273" o:title=""/>
          </v:shape>
          <o:OLEObject Type="Embed" ProgID="Equation.DSMT4" ShapeID="_x0000_i1161" DrawAspect="Content" ObjectID="_1647978054" r:id="rId274"/>
        </w:object>
      </w:r>
      <w:r w:rsidR="001648E4">
        <w:rPr>
          <w:rFonts w:hint="eastAsia"/>
        </w:rPr>
        <w:t>、</w:t>
      </w:r>
      <w:r w:rsidR="001648E4" w:rsidRPr="00580A70">
        <w:rPr>
          <w:position w:val="-6"/>
        </w:rPr>
        <w:object w:dxaOrig="180" w:dyaOrig="220" w14:anchorId="3653F84E">
          <v:shape id="_x0000_i1162" type="#_x0000_t75" style="width:9pt;height:11.25pt" o:ole="">
            <v:imagedata r:id="rId275" o:title=""/>
          </v:shape>
          <o:OLEObject Type="Embed" ProgID="Equation.DSMT4" ShapeID="_x0000_i1162" DrawAspect="Content" ObjectID="_1647978055" r:id="rId276"/>
        </w:object>
      </w:r>
      <w:r w:rsidRPr="000E2BE1">
        <w:rPr>
          <w:rFonts w:ascii="Times New Roman" w:hAnsi="Times New Roman"/>
        </w:rPr>
        <w:t>，已知</w:t>
      </w:r>
      <w:r w:rsidRPr="000E2BE1">
        <w:rPr>
          <w:rFonts w:ascii="Times New Roman" w:hAnsi="Times New Roman"/>
          <w:position w:val="-6"/>
        </w:rPr>
        <w:object w:dxaOrig="1880" w:dyaOrig="320" w14:anchorId="1B1F84DF">
          <v:shape id="_x0000_i1163" type="#_x0000_t75" style="width:93pt;height:16.5pt" o:ole="">
            <v:imagedata r:id="rId277" o:title=""/>
          </v:shape>
          <o:OLEObject Type="Embed" ProgID="Equation.DSMT4" ShapeID="_x0000_i1163" DrawAspect="Content" ObjectID="_1647978056" r:id="rId278"/>
        </w:object>
      </w:r>
      <w:r w:rsidRPr="000E2BE1">
        <w:rPr>
          <w:rFonts w:ascii="Times New Roman" w:hAnsi="Times New Roman"/>
        </w:rPr>
        <w:t>．</w:t>
      </w:r>
    </w:p>
    <w:p w14:paraId="5552B997" w14:textId="77777777" w:rsidR="00CD6B1B" w:rsidRPr="000E2BE1" w:rsidRDefault="00CD6B1B" w:rsidP="000E2BE1">
      <w:pPr>
        <w:spacing w:line="360" w:lineRule="auto"/>
        <w:ind w:firstLineChars="100" w:firstLine="210"/>
        <w:rPr>
          <w:rFonts w:ascii="Times New Roman" w:hAnsi="Times New Roman"/>
          <w:i/>
        </w:rPr>
      </w:pPr>
      <w:r w:rsidRPr="000E2BE1">
        <w:rPr>
          <w:rFonts w:ascii="Times New Roman" w:hAnsi="Times New Roman"/>
        </w:rPr>
        <w:t>（</w:t>
      </w:r>
      <w:r w:rsidRPr="000E2BE1">
        <w:rPr>
          <w:rFonts w:ascii="Times New Roman" w:hAnsi="Times New Roman"/>
        </w:rPr>
        <w:t>1</w:t>
      </w:r>
      <w:r w:rsidRPr="000E2BE1">
        <w:rPr>
          <w:rFonts w:ascii="Times New Roman" w:hAnsi="Times New Roman"/>
        </w:rPr>
        <w:t>）求证：</w:t>
      </w:r>
      <w:r w:rsidRPr="000E2BE1">
        <w:rPr>
          <w:rFonts w:ascii="Times New Roman" w:hAnsi="Times New Roman"/>
          <w:position w:val="-24"/>
        </w:rPr>
        <w:object w:dxaOrig="999" w:dyaOrig="620" w14:anchorId="23391BEE">
          <v:shape id="_x0000_i1164" type="#_x0000_t75" style="width:49.5pt;height:31.5pt" o:ole="">
            <v:imagedata r:id="rId279" o:title=""/>
          </v:shape>
          <o:OLEObject Type="Embed" ProgID="Equation.DSMT4" ShapeID="_x0000_i1164" DrawAspect="Content" ObjectID="_1647978057" r:id="rId280"/>
        </w:object>
      </w:r>
      <w:r w:rsidRPr="000E2BE1">
        <w:rPr>
          <w:rFonts w:ascii="Times New Roman" w:hAnsi="Times New Roman"/>
        </w:rPr>
        <w:t>；</w:t>
      </w:r>
    </w:p>
    <w:p w14:paraId="61A6B23E" w14:textId="1B595EB1" w:rsidR="00CD6B1B" w:rsidRPr="000E2BE1" w:rsidRDefault="00CD6B1B" w:rsidP="000E2BE1">
      <w:pPr>
        <w:spacing w:line="360" w:lineRule="auto"/>
        <w:ind w:firstLineChars="100" w:firstLine="21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（</w:t>
      </w:r>
      <w:r w:rsidRPr="000E2BE1">
        <w:rPr>
          <w:rFonts w:ascii="Times New Roman" w:hAnsi="Times New Roman"/>
        </w:rPr>
        <w:t>2</w:t>
      </w:r>
      <w:r w:rsidRPr="000E2BE1">
        <w:rPr>
          <w:rFonts w:ascii="Times New Roman" w:hAnsi="Times New Roman"/>
        </w:rPr>
        <w:t>）求</w:t>
      </w:r>
      <w:r w:rsidR="001648E4" w:rsidRPr="0006421B">
        <w:rPr>
          <w:rFonts w:ascii="宋体" w:hAnsi="宋体"/>
          <w:position w:val="-24"/>
        </w:rPr>
        <w:object w:dxaOrig="2200" w:dyaOrig="620" w14:anchorId="1A0DB805">
          <v:shape id="_x0000_i1165" type="#_x0000_t75" style="width:108.75pt;height:31.5pt" o:ole="">
            <v:imagedata r:id="rId281" o:title=""/>
          </v:shape>
          <o:OLEObject Type="Embed" ProgID="Equation.DSMT4" ShapeID="_x0000_i1165" DrawAspect="Content" ObjectID="_1647978058" r:id="rId282"/>
        </w:object>
      </w:r>
      <w:r w:rsidRPr="000E2BE1">
        <w:rPr>
          <w:rFonts w:ascii="Times New Roman" w:hAnsi="Times New Roman"/>
        </w:rPr>
        <w:t>的取值范围</w:t>
      </w:r>
      <w:r w:rsidRPr="000E2BE1">
        <w:rPr>
          <w:rFonts w:ascii="Times New Roman" w:hAnsi="Times New Roman"/>
        </w:rPr>
        <w:t>.</w:t>
      </w:r>
    </w:p>
    <w:p w14:paraId="3524B1DC" w14:textId="54C8B178" w:rsidR="001B59A9" w:rsidRDefault="001B59A9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</w:p>
    <w:p w14:paraId="324D3C5C" w14:textId="58116140" w:rsidR="000E2BE1" w:rsidRDefault="000E2BE1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</w:p>
    <w:p w14:paraId="2DCCA732" w14:textId="53FCBF3A" w:rsidR="000E2BE1" w:rsidRDefault="000E2BE1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</w:p>
    <w:p w14:paraId="2240FA20" w14:textId="31C8603D" w:rsidR="0004704F" w:rsidRDefault="0004704F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</w:p>
    <w:p w14:paraId="6F20C9FE" w14:textId="77777777" w:rsidR="0004704F" w:rsidRDefault="0004704F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</w:p>
    <w:p w14:paraId="709E5518" w14:textId="77777777" w:rsidR="001B59A9" w:rsidRPr="000E2BE1" w:rsidRDefault="00B35983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  <w:r w:rsidRPr="000E2BE1">
        <w:rPr>
          <w:rFonts w:ascii="Times New Roman" w:hAnsi="Times New Roman"/>
          <w:color w:val="000000" w:themeColor="text1"/>
          <w:szCs w:val="21"/>
        </w:rPr>
        <w:lastRenderedPageBreak/>
        <w:t>18</w:t>
      </w:r>
      <w:r w:rsidRPr="000E2BE1">
        <w:rPr>
          <w:rFonts w:ascii="Times New Roman" w:hAnsi="Times New Roman"/>
          <w:color w:val="000000" w:themeColor="text1"/>
          <w:szCs w:val="21"/>
        </w:rPr>
        <w:t>．（本小题满分</w:t>
      </w:r>
      <w:r w:rsidRPr="000E2BE1">
        <w:rPr>
          <w:rFonts w:ascii="Times New Roman" w:hAnsi="Times New Roman"/>
          <w:color w:val="000000" w:themeColor="text1"/>
          <w:szCs w:val="21"/>
        </w:rPr>
        <w:t>12</w:t>
      </w:r>
      <w:r w:rsidRPr="000E2BE1">
        <w:rPr>
          <w:rFonts w:ascii="Times New Roman" w:hAnsi="Times New Roman"/>
          <w:color w:val="000000" w:themeColor="text1"/>
          <w:szCs w:val="21"/>
        </w:rPr>
        <w:t>分）</w:t>
      </w:r>
    </w:p>
    <w:p w14:paraId="592F2C57" w14:textId="39C70A9E" w:rsidR="00CD6B1B" w:rsidRPr="000E2BE1" w:rsidRDefault="00CD6B1B" w:rsidP="000E2BE1">
      <w:pPr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bookmarkStart w:id="4" w:name="_Hlk33894823"/>
      <w:r w:rsidRPr="000E2BE1">
        <w:rPr>
          <w:rFonts w:ascii="Times New Roman" w:hAnsi="Times New Roman"/>
          <w:szCs w:val="21"/>
        </w:rPr>
        <w:t>如图所示，四棱锥</w:t>
      </w:r>
      <w:r w:rsidRPr="000E2BE1">
        <w:rPr>
          <w:rFonts w:ascii="Times New Roman" w:hAnsi="Times New Roman"/>
          <w:position w:val="-6"/>
          <w:szCs w:val="21"/>
        </w:rPr>
        <w:object w:dxaOrig="1080" w:dyaOrig="279" w14:anchorId="0F24F84D">
          <v:shape id="_x0000_i1166" type="#_x0000_t75" style="width:54pt;height:14.25pt" o:ole="">
            <v:imagedata r:id="rId283" o:title=""/>
          </v:shape>
          <o:OLEObject Type="Embed" ProgID="Equation.DSMT4" ShapeID="_x0000_i1166" DrawAspect="Content" ObjectID="_1647978059" r:id="rId284"/>
        </w:object>
      </w:r>
      <w:r w:rsidRPr="000E2BE1">
        <w:rPr>
          <w:rFonts w:ascii="Times New Roman" w:hAnsi="Times New Roman"/>
          <w:szCs w:val="21"/>
        </w:rPr>
        <w:t>中，</w:t>
      </w:r>
      <w:r w:rsidRPr="000E2BE1">
        <w:rPr>
          <w:rFonts w:ascii="Times New Roman" w:hAnsi="Times New Roman"/>
          <w:position w:val="-6"/>
          <w:szCs w:val="21"/>
        </w:rPr>
        <w:object w:dxaOrig="560" w:dyaOrig="279" w14:anchorId="185667BC">
          <v:shape id="_x0000_i1167" type="#_x0000_t75" style="width:27.75pt;height:14.25pt" o:ole="">
            <v:imagedata r:id="rId285" o:title=""/>
          </v:shape>
          <o:OLEObject Type="Embed" ProgID="Equation.DSMT4" ShapeID="_x0000_i1167" DrawAspect="Content" ObjectID="_1647978060" r:id="rId286"/>
        </w:object>
      </w:r>
      <w:r w:rsidRPr="000E2BE1">
        <w:rPr>
          <w:rFonts w:ascii="Times New Roman" w:hAnsi="Times New Roman"/>
          <w:szCs w:val="21"/>
        </w:rPr>
        <w:t>平面</w:t>
      </w:r>
      <w:r w:rsidRPr="000E2BE1">
        <w:rPr>
          <w:rFonts w:ascii="Times New Roman" w:hAnsi="Times New Roman"/>
          <w:position w:val="-6"/>
          <w:szCs w:val="21"/>
        </w:rPr>
        <w:object w:dxaOrig="720" w:dyaOrig="279" w14:anchorId="45D64EE5">
          <v:shape id="_x0000_i1168" type="#_x0000_t75" style="width:36pt;height:14.25pt" o:ole="">
            <v:imagedata r:id="rId287" o:title=""/>
          </v:shape>
          <o:OLEObject Type="Embed" ProgID="Equation.DSMT4" ShapeID="_x0000_i1168" DrawAspect="Content" ObjectID="_1647978061" r:id="rId288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6"/>
          <w:szCs w:val="21"/>
        </w:rPr>
        <w:object w:dxaOrig="999" w:dyaOrig="279" w14:anchorId="499D787D">
          <v:shape id="_x0000_i1169" type="#_x0000_t75" style="width:49.5pt;height:14.25pt" o:ole="">
            <v:imagedata r:id="rId289" o:title=""/>
          </v:shape>
          <o:OLEObject Type="Embed" ProgID="Equation.DSMT4" ShapeID="_x0000_i1169" DrawAspect="Content" ObjectID="_1647978062" r:id="rId290"/>
        </w:object>
      </w:r>
      <w:r w:rsidRPr="000E2BE1">
        <w:rPr>
          <w:rFonts w:ascii="Times New Roman" w:hAnsi="Times New Roman"/>
          <w:szCs w:val="21"/>
        </w:rPr>
        <w:t>，</w:t>
      </w:r>
      <w:r w:rsidR="00CF61CF" w:rsidRPr="0006421B">
        <w:rPr>
          <w:rFonts w:ascii="宋体" w:hAnsi="宋体"/>
          <w:position w:val="-6"/>
          <w:szCs w:val="21"/>
        </w:rPr>
        <w:object w:dxaOrig="2360" w:dyaOrig="279" w14:anchorId="1A473B9F">
          <v:shape id="_x0000_i1170" type="#_x0000_t75" style="width:117.75pt;height:14.25pt" o:ole="">
            <v:imagedata r:id="rId291" o:title=""/>
          </v:shape>
          <o:OLEObject Type="Embed" ProgID="Equation.DSMT4" ShapeID="_x0000_i1170" DrawAspect="Content" ObjectID="_1647978063" r:id="rId292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4"/>
          <w:szCs w:val="21"/>
        </w:rPr>
        <w:object w:dxaOrig="780" w:dyaOrig="260" w14:anchorId="3C5E9C9F">
          <v:shape id="_x0000_i1171" type="#_x0000_t75" style="width:39pt;height:13.5pt" o:ole="">
            <v:imagedata r:id="rId293" o:title=""/>
          </v:shape>
          <o:OLEObject Type="Embed" ProgID="Equation.DSMT4" ShapeID="_x0000_i1171" DrawAspect="Content" ObjectID="_1647978064" r:id="rId294"/>
        </w:object>
      </w:r>
      <w:r w:rsidRPr="000E2BE1">
        <w:rPr>
          <w:rFonts w:ascii="Times New Roman" w:hAnsi="Times New Roman"/>
          <w:szCs w:val="21"/>
        </w:rPr>
        <w:t>．</w:t>
      </w:r>
    </w:p>
    <w:p w14:paraId="01C4D987" w14:textId="44D93E4F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 xml:space="preserve">  </w:t>
      </w: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1</w:t>
      </w:r>
      <w:r w:rsidRPr="000E2BE1">
        <w:rPr>
          <w:rFonts w:ascii="Times New Roman" w:hAnsi="Times New Roman"/>
          <w:szCs w:val="21"/>
        </w:rPr>
        <w:t>）在棱</w:t>
      </w:r>
      <w:r w:rsidRPr="000E2BE1">
        <w:rPr>
          <w:rFonts w:ascii="Times New Roman" w:hAnsi="Times New Roman"/>
          <w:position w:val="-6"/>
          <w:szCs w:val="21"/>
        </w:rPr>
        <w:object w:dxaOrig="380" w:dyaOrig="279" w14:anchorId="14AB49A5">
          <v:shape id="_x0000_i1172" type="#_x0000_t75" style="width:19.5pt;height:14.25pt" o:ole="">
            <v:imagedata r:id="rId295" o:title=""/>
          </v:shape>
          <o:OLEObject Type="Embed" ProgID="Equation.DSMT4" ShapeID="_x0000_i1172" DrawAspect="Content" ObjectID="_1647978065" r:id="rId296"/>
        </w:object>
      </w:r>
      <w:r w:rsidRPr="000E2BE1">
        <w:rPr>
          <w:rFonts w:ascii="Times New Roman" w:hAnsi="Times New Roman"/>
          <w:szCs w:val="21"/>
        </w:rPr>
        <w:t>上是否存在一点</w:t>
      </w:r>
      <w:r w:rsidRPr="000E2BE1">
        <w:rPr>
          <w:rFonts w:ascii="Times New Roman" w:hAnsi="Times New Roman"/>
          <w:position w:val="-4"/>
          <w:szCs w:val="21"/>
        </w:rPr>
        <w:object w:dxaOrig="240" w:dyaOrig="260" w14:anchorId="0A34F62B">
          <v:shape id="_x0000_i1173" type="#_x0000_t75" style="width:12pt;height:13.5pt" o:ole="">
            <v:imagedata r:id="rId297" o:title=""/>
          </v:shape>
          <o:OLEObject Type="Embed" ProgID="Equation.DSMT4" ShapeID="_x0000_i1173" DrawAspect="Content" ObjectID="_1647978066" r:id="rId298"/>
        </w:object>
      </w:r>
      <w:r w:rsidR="006F7E3D"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szCs w:val="21"/>
        </w:rPr>
        <w:t>使得</w:t>
      </w:r>
      <w:r w:rsidRPr="000E2BE1">
        <w:rPr>
          <w:rFonts w:ascii="Times New Roman" w:hAnsi="Times New Roman"/>
          <w:position w:val="-6"/>
          <w:szCs w:val="21"/>
        </w:rPr>
        <w:object w:dxaOrig="620" w:dyaOrig="279" w14:anchorId="2CD47E14">
          <v:shape id="_x0000_i1174" type="#_x0000_t75" style="width:30.75pt;height:14.25pt" o:ole="">
            <v:imagedata r:id="rId299" o:title=""/>
          </v:shape>
          <o:OLEObject Type="Embed" ProgID="Equation.DSMT4" ShapeID="_x0000_i1174" DrawAspect="Content" ObjectID="_1647978067" r:id="rId300"/>
        </w:object>
      </w:r>
      <w:r w:rsidRPr="000E2BE1">
        <w:rPr>
          <w:rFonts w:ascii="Times New Roman" w:hAnsi="Times New Roman"/>
          <w:szCs w:val="21"/>
        </w:rPr>
        <w:t>平面</w:t>
      </w:r>
      <w:r w:rsidRPr="000E2BE1">
        <w:rPr>
          <w:rFonts w:ascii="Times New Roman" w:hAnsi="Times New Roman"/>
          <w:position w:val="-6"/>
          <w:szCs w:val="21"/>
        </w:rPr>
        <w:object w:dxaOrig="499" w:dyaOrig="279" w14:anchorId="6EF5906B">
          <v:shape id="_x0000_i1175" type="#_x0000_t75" style="width:24.75pt;height:14.25pt" o:ole="">
            <v:imagedata r:id="rId301" o:title=""/>
          </v:shape>
          <o:OLEObject Type="Embed" ProgID="Equation.DSMT4" ShapeID="_x0000_i1175" DrawAspect="Content" ObjectID="_1647978068" r:id="rId302"/>
        </w:object>
      </w:r>
      <w:r w:rsidRPr="000E2BE1">
        <w:rPr>
          <w:rFonts w:ascii="Times New Roman" w:hAnsi="Times New Roman"/>
          <w:szCs w:val="21"/>
        </w:rPr>
        <w:t>?</w:t>
      </w:r>
      <w:proofErr w:type="gramStart"/>
      <w:r w:rsidRPr="000E2BE1">
        <w:rPr>
          <w:rFonts w:ascii="Times New Roman" w:hAnsi="Times New Roman"/>
          <w:szCs w:val="21"/>
        </w:rPr>
        <w:t>请证明</w:t>
      </w:r>
      <w:proofErr w:type="gramEnd"/>
      <w:r w:rsidRPr="000E2BE1">
        <w:rPr>
          <w:rFonts w:ascii="Times New Roman" w:hAnsi="Times New Roman"/>
          <w:szCs w:val="21"/>
        </w:rPr>
        <w:t>你的结论；</w:t>
      </w:r>
      <w:r w:rsidRPr="000E2BE1">
        <w:rPr>
          <w:rFonts w:ascii="Times New Roman" w:hAnsi="Times New Roman"/>
          <w:szCs w:val="21"/>
        </w:rPr>
        <w:t xml:space="preserve">  </w:t>
      </w:r>
    </w:p>
    <w:p w14:paraId="77D9D44D" w14:textId="5789171A" w:rsidR="00CD6B1B" w:rsidRPr="000E2BE1" w:rsidRDefault="00CD6B1B" w:rsidP="000E2BE1">
      <w:pPr>
        <w:spacing w:line="360" w:lineRule="auto"/>
        <w:ind w:firstLineChars="100" w:firstLine="21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2</w:t>
      </w:r>
      <w:r w:rsidRPr="000E2BE1">
        <w:rPr>
          <w:rFonts w:ascii="Times New Roman" w:hAnsi="Times New Roman"/>
          <w:szCs w:val="21"/>
        </w:rPr>
        <w:t>）求平面</w:t>
      </w:r>
      <w:r w:rsidRPr="000E2BE1">
        <w:rPr>
          <w:rFonts w:ascii="Times New Roman" w:hAnsi="Times New Roman"/>
          <w:position w:val="-6"/>
          <w:szCs w:val="21"/>
        </w:rPr>
        <w:object w:dxaOrig="499" w:dyaOrig="279" w14:anchorId="5DB239D4">
          <v:shape id="_x0000_i1176" type="#_x0000_t75" style="width:24.75pt;height:14.25pt" o:ole="">
            <v:imagedata r:id="rId303" o:title=""/>
          </v:shape>
          <o:OLEObject Type="Embed" ProgID="Equation.DSMT4" ShapeID="_x0000_i1176" DrawAspect="Content" ObjectID="_1647978069" r:id="rId304"/>
        </w:object>
      </w:r>
      <w:r w:rsidRPr="000E2BE1">
        <w:rPr>
          <w:rFonts w:ascii="Times New Roman" w:hAnsi="Times New Roman"/>
          <w:szCs w:val="21"/>
        </w:rPr>
        <w:t>和平面</w:t>
      </w:r>
      <w:r w:rsidRPr="000E2BE1">
        <w:rPr>
          <w:rFonts w:ascii="Times New Roman" w:hAnsi="Times New Roman"/>
          <w:position w:val="-6"/>
          <w:szCs w:val="21"/>
        </w:rPr>
        <w:object w:dxaOrig="540" w:dyaOrig="279" w14:anchorId="196155A8">
          <v:shape id="_x0000_i1177" type="#_x0000_t75" style="width:27pt;height:14.25pt" o:ole="">
            <v:imagedata r:id="rId305" o:title=""/>
          </v:shape>
          <o:OLEObject Type="Embed" ProgID="Equation.DSMT4" ShapeID="_x0000_i1177" DrawAspect="Content" ObjectID="_1647978070" r:id="rId306"/>
        </w:object>
      </w:r>
      <w:r w:rsidRPr="000E2BE1">
        <w:rPr>
          <w:rFonts w:ascii="Times New Roman" w:hAnsi="Times New Roman"/>
          <w:szCs w:val="21"/>
        </w:rPr>
        <w:t>所成</w:t>
      </w:r>
      <w:proofErr w:type="gramStart"/>
      <w:r w:rsidR="004B778A">
        <w:rPr>
          <w:rFonts w:ascii="Times New Roman" w:hAnsi="Times New Roman" w:hint="eastAsia"/>
          <w:szCs w:val="21"/>
        </w:rPr>
        <w:t>锐</w:t>
      </w:r>
      <w:proofErr w:type="gramEnd"/>
      <w:r w:rsidRPr="000E2BE1">
        <w:rPr>
          <w:rFonts w:ascii="Times New Roman" w:hAnsi="Times New Roman"/>
          <w:szCs w:val="21"/>
        </w:rPr>
        <w:t>二面角的余弦值．</w:t>
      </w:r>
    </w:p>
    <w:p w14:paraId="7AB27A05" w14:textId="16A18C19" w:rsidR="00CD6B1B" w:rsidRPr="000E2BE1" w:rsidRDefault="007700A8" w:rsidP="000E2BE1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</w:rPr>
        <w:pict w14:anchorId="2776E0FA">
          <v:group id="组合 1" o:spid="_x0000_s1929" style="position:absolute;left:0;text-align:left;margin-left:326.35pt;margin-top:-1.9pt;width:162.55pt;height:168.65pt;rotation:90;z-index:251673600;mso-position-horizontal-relative:page" coordorigin="599,229" coordsize="2535,1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">
            <v:group id="Group 3" o:spid="_x0000_s1930" style="position:absolute;left:838;top:548;width:1938;height:1251" coordorigin="994,468" coordsize="2408,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4" o:spid="_x0000_s1931" style="position:absolute;rotation:-90;visibility:visible;mso-wrap-style:square" from="2096,422" to="2291,2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"/>
              <v:line id="Line 6" o:spid="_x0000_s1932" style="position:absolute;rotation:-90;visibility:visible;mso-wrap-style:square" from="1206,284" to="2455,1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"/>
              <v:line id="Line 7" o:spid="_x0000_s1933" style="position:absolute;rotation:90;flip:x;visibility:visible;mso-wrap-style:square" from="2796,294" to="3219,1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"/>
              <v:line id="Line 8" o:spid="_x0000_s1934" style="position:absolute;rotation:-90;flip:x y;visibility:visible;mso-wrap-style:square" from="1802,119" to="2630,2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"/>
              <v:line id="Line 9" o:spid="_x0000_s1935" style="position:absolute;rotation:90;flip:x;visibility:visible;mso-wrap-style:square" from="3080,1212" to="3723,1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"/>
              <v:line id="Line 12" o:spid="_x0000_s1936" style="position:absolute;rotation:-90;visibility:visible;mso-wrap-style:square" from="1807,904" to="1809,2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"/>
              <v:line id="Line 13" o:spid="_x0000_s1937" style="position:absolute;rotation:-90;visibility:visible;mso-wrap-style:square" from="2915,1241" to="3100,2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"/>
              <v:line id="Line 9" o:spid="_x0000_s1938" style="position:absolute;rotation:-90;flip:x y;visibility:visible;mso-wrap-style:square" from="2021,1092" to="3247,1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">
                <v:stroke dashstyle="dash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939" type="#_x0000_t202" style="position:absolute;left:1811;top:1666;width:460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<v:textbox>
                <w:txbxContent>
                  <w:p w14:paraId="461FC720" w14:textId="77777777" w:rsidR="006F7E3D" w:rsidRPr="00B5097A" w:rsidRDefault="006F7E3D" w:rsidP="00CD6B1B">
                    <w:pPr>
                      <w:rPr>
                        <w:rFonts w:ascii="Times New Roman" w:hAnsi="Times New Roman"/>
                        <w:i/>
                      </w:rPr>
                    </w:pPr>
                    <w:r w:rsidRPr="00B5097A">
                      <w:rPr>
                        <w:rFonts w:ascii="Times New Roman" w:hAnsi="Times New Roman"/>
                        <w:i/>
                      </w:rPr>
                      <w:t>A</w:t>
                    </w:r>
                  </w:p>
                </w:txbxContent>
              </v:textbox>
            </v:shape>
            <v:shape id="Text Box 15" o:spid="_x0000_s1940" type="#_x0000_t202" style="position:absolute;left:2070;top:229;width:461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<v:textbox>
                <w:txbxContent>
                  <w:p w14:paraId="4C270033" w14:textId="77777777" w:rsidR="006F7E3D" w:rsidRPr="00B5097A" w:rsidRDefault="006F7E3D" w:rsidP="00CD6B1B">
                    <w:pPr>
                      <w:rPr>
                        <w:rFonts w:ascii="Times New Roman" w:hAnsi="Times New Roman"/>
                        <w:i/>
                      </w:rPr>
                    </w:pPr>
                    <w:r w:rsidRPr="00B5097A">
                      <w:rPr>
                        <w:rFonts w:ascii="Times New Roman" w:hAnsi="Times New Roman"/>
                        <w:i/>
                      </w:rPr>
                      <w:t>D</w:t>
                    </w:r>
                  </w:p>
                </w:txbxContent>
              </v:textbox>
            </v:shape>
            <v:shape id="Text Box 16" o:spid="_x0000_s1941" type="#_x0000_t202" style="position:absolute;left:2672;top:1289;width:462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<v:textbox>
                <w:txbxContent>
                  <w:p w14:paraId="0F3F7BBF" w14:textId="77777777" w:rsidR="006F7E3D" w:rsidRPr="00B5097A" w:rsidRDefault="006F7E3D" w:rsidP="00CD6B1B">
                    <w:pPr>
                      <w:rPr>
                        <w:rFonts w:ascii="Times New Roman" w:hAnsi="Times New Roman"/>
                        <w:i/>
                      </w:rPr>
                    </w:pPr>
                    <w:r w:rsidRPr="00B5097A">
                      <w:rPr>
                        <w:rFonts w:ascii="Times New Roman" w:hAnsi="Times New Roman"/>
                        <w:i/>
                      </w:rPr>
                      <w:t>B</w:t>
                    </w:r>
                  </w:p>
                </w:txbxContent>
              </v:textbox>
            </v:shape>
            <v:shape id="Text Box 17" o:spid="_x0000_s1942" type="#_x0000_t202" style="position:absolute;left:2595;top:592;width:461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<v:textbox>
                <w:txbxContent>
                  <w:p w14:paraId="117B125A" w14:textId="77777777" w:rsidR="006F7E3D" w:rsidRPr="00B5097A" w:rsidRDefault="006F7E3D" w:rsidP="00CD6B1B">
                    <w:pPr>
                      <w:rPr>
                        <w:rFonts w:ascii="Times New Roman" w:hAnsi="Times New Roman"/>
                        <w:i/>
                      </w:rPr>
                    </w:pPr>
                    <w:r w:rsidRPr="00B5097A">
                      <w:rPr>
                        <w:rFonts w:ascii="Times New Roman" w:hAnsi="Times New Roman"/>
                        <w:i/>
                      </w:rPr>
                      <w:t>C</w:t>
                    </w:r>
                  </w:p>
                </w:txbxContent>
              </v:textbox>
            </v:shape>
            <v:shape id="Text Box 19" o:spid="_x0000_s1943" type="#_x0000_t202" style="position:absolute;left:599;top:1587;width:46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<v:textbox>
                <w:txbxContent>
                  <w:p w14:paraId="397BB082" w14:textId="77777777" w:rsidR="006F7E3D" w:rsidRPr="00B5097A" w:rsidRDefault="006F7E3D" w:rsidP="00CD6B1B">
                    <w:pPr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 w:hint="eastAsia"/>
                        <w:i/>
                      </w:rPr>
                      <w:t>S</w:t>
                    </w:r>
                  </w:p>
                </w:txbxContent>
              </v:textbox>
            </v:shape>
            <w10:wrap anchorx="page"/>
          </v:group>
        </w:pict>
      </w:r>
      <w:r w:rsidR="00CD6B1B" w:rsidRPr="000E2BE1">
        <w:rPr>
          <w:rFonts w:ascii="Times New Roman" w:hAnsi="Times New Roman"/>
          <w:szCs w:val="21"/>
        </w:rPr>
        <w:t xml:space="preserve">   </w:t>
      </w:r>
    </w:p>
    <w:p w14:paraId="2BFFFFE3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17087ADD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3B5E2A21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26831685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0E03C0B0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4103E7A5" w14:textId="77777777" w:rsidR="00CD6B1B" w:rsidRPr="000E2BE1" w:rsidRDefault="00CD6B1B" w:rsidP="000E2BE1">
      <w:pPr>
        <w:spacing w:line="360" w:lineRule="auto"/>
        <w:rPr>
          <w:rFonts w:ascii="Times New Roman" w:hAnsi="Times New Roman"/>
          <w:szCs w:val="21"/>
        </w:rPr>
      </w:pPr>
    </w:p>
    <w:p w14:paraId="16630257" w14:textId="3F8588D6" w:rsidR="001B59A9" w:rsidRPr="000E2BE1" w:rsidRDefault="00B35983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szCs w:val="21"/>
        </w:rPr>
      </w:pPr>
      <w:r w:rsidRPr="000E2BE1">
        <w:rPr>
          <w:rFonts w:ascii="Times New Roman" w:hAnsi="Times New Roman"/>
          <w:color w:val="000000" w:themeColor="text1"/>
          <w:szCs w:val="21"/>
        </w:rPr>
        <w:t xml:space="preserve">    </w:t>
      </w:r>
    </w:p>
    <w:bookmarkEnd w:id="4"/>
    <w:p w14:paraId="645877F2" w14:textId="77777777" w:rsidR="001B59A9" w:rsidRPr="000E2BE1" w:rsidRDefault="00B35983" w:rsidP="000E2BE1">
      <w:pPr>
        <w:adjustRightInd w:val="0"/>
        <w:snapToGrid w:val="0"/>
        <w:spacing w:line="360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</w:rPr>
      </w:pPr>
      <w:r w:rsidRPr="000E2BE1">
        <w:rPr>
          <w:rFonts w:ascii="Times New Roman" w:hAnsi="Times New Roman"/>
          <w:color w:val="000000" w:themeColor="text1"/>
          <w:kern w:val="0"/>
          <w:szCs w:val="21"/>
        </w:rPr>
        <w:t>19</w:t>
      </w:r>
      <w:r w:rsidRPr="000E2BE1">
        <w:rPr>
          <w:rFonts w:ascii="Times New Roman" w:hAnsi="Times New Roman"/>
          <w:color w:val="000000" w:themeColor="text1"/>
          <w:kern w:val="0"/>
          <w:szCs w:val="21"/>
        </w:rPr>
        <w:t>．（本小题满分</w:t>
      </w:r>
      <w:r w:rsidRPr="000E2BE1">
        <w:rPr>
          <w:rFonts w:ascii="Times New Roman" w:hAnsi="Times New Roman"/>
          <w:color w:val="000000" w:themeColor="text1"/>
          <w:kern w:val="0"/>
          <w:szCs w:val="21"/>
        </w:rPr>
        <w:t>12</w:t>
      </w:r>
      <w:r w:rsidRPr="000E2BE1">
        <w:rPr>
          <w:rFonts w:ascii="Times New Roman" w:hAnsi="Times New Roman"/>
          <w:color w:val="000000" w:themeColor="text1"/>
          <w:kern w:val="0"/>
          <w:szCs w:val="21"/>
        </w:rPr>
        <w:t>分）</w:t>
      </w:r>
    </w:p>
    <w:p w14:paraId="5321D3A5" w14:textId="77777777" w:rsidR="00CD6B1B" w:rsidRPr="000E2BE1" w:rsidRDefault="00CD6B1B" w:rsidP="000E2BE1">
      <w:pPr>
        <w:spacing w:line="360" w:lineRule="auto"/>
        <w:ind w:firstLineChars="200" w:firstLine="42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已知椭圆</w:t>
      </w:r>
      <w:r w:rsidRPr="000E2BE1">
        <w:rPr>
          <w:rFonts w:ascii="Times New Roman" w:hAnsi="Times New Roman"/>
          <w:position w:val="-24"/>
        </w:rPr>
        <w:object w:dxaOrig="1460" w:dyaOrig="660" w14:anchorId="2E3FB17E">
          <v:shape id="_x0000_i1178" type="#_x0000_t75" style="width:72.75pt;height:33pt" o:ole="">
            <v:imagedata r:id="rId307" o:title=""/>
          </v:shape>
          <o:OLEObject Type="Embed" ProgID="Equation.DSMT4" ShapeID="_x0000_i1178" DrawAspect="Content" ObjectID="_1647978071" r:id="rId308"/>
        </w:object>
      </w:r>
      <w:r w:rsidRPr="000E2BE1">
        <w:rPr>
          <w:rFonts w:ascii="Times New Roman" w:hAnsi="Times New Roman"/>
        </w:rPr>
        <w:t>，</w:t>
      </w:r>
      <w:r w:rsidRPr="000E2BE1">
        <w:rPr>
          <w:rFonts w:ascii="Times New Roman" w:hAnsi="Times New Roman"/>
          <w:position w:val="-4"/>
        </w:rPr>
        <w:object w:dxaOrig="240" w:dyaOrig="260" w14:anchorId="5C890A7C">
          <v:shape id="_x0000_i1179" type="#_x0000_t75" style="width:12pt;height:12.75pt" o:ole="">
            <v:imagedata r:id="rId309" o:title=""/>
          </v:shape>
          <o:OLEObject Type="Embed" ProgID="Equation.DSMT4" ShapeID="_x0000_i1179" DrawAspect="Content" ObjectID="_1647978072" r:id="rId310"/>
        </w:object>
      </w:r>
      <w:r w:rsidRPr="000E2BE1">
        <w:rPr>
          <w:rFonts w:ascii="Times New Roman" w:hAnsi="Times New Roman"/>
        </w:rPr>
        <w:t>、</w:t>
      </w:r>
      <w:r w:rsidRPr="000E2BE1">
        <w:rPr>
          <w:rFonts w:ascii="Times New Roman" w:hAnsi="Times New Roman"/>
          <w:position w:val="-4"/>
        </w:rPr>
        <w:object w:dxaOrig="240" w:dyaOrig="260" w14:anchorId="10641D7A">
          <v:shape id="_x0000_i1180" type="#_x0000_t75" style="width:12pt;height:12.75pt" o:ole="">
            <v:imagedata r:id="rId311" o:title=""/>
          </v:shape>
          <o:OLEObject Type="Embed" ProgID="Equation.DSMT4" ShapeID="_x0000_i1180" DrawAspect="Content" ObjectID="_1647978073" r:id="rId312"/>
        </w:object>
      </w:r>
      <w:r w:rsidRPr="000E2BE1">
        <w:rPr>
          <w:rFonts w:ascii="Times New Roman" w:hAnsi="Times New Roman"/>
        </w:rPr>
        <w:t>分别是椭圆</w:t>
      </w:r>
      <w:r w:rsidRPr="000E2BE1">
        <w:rPr>
          <w:rFonts w:ascii="Times New Roman" w:hAnsi="Times New Roman"/>
          <w:position w:val="-6"/>
        </w:rPr>
        <w:object w:dxaOrig="240" w:dyaOrig="279" w14:anchorId="6BCB9068">
          <v:shape id="_x0000_i1181" type="#_x0000_t75" style="width:12pt;height:14.25pt" o:ole="">
            <v:imagedata r:id="rId313" o:title=""/>
          </v:shape>
          <o:OLEObject Type="Embed" ProgID="Equation.DSMT4" ShapeID="_x0000_i1181" DrawAspect="Content" ObjectID="_1647978074" r:id="rId314"/>
        </w:object>
      </w:r>
      <w:r w:rsidRPr="000E2BE1">
        <w:rPr>
          <w:rFonts w:ascii="Times New Roman" w:hAnsi="Times New Roman"/>
        </w:rPr>
        <w:t>长轴的左、右端点，</w:t>
      </w:r>
      <w:r w:rsidRPr="000E2BE1">
        <w:rPr>
          <w:rFonts w:ascii="Times New Roman" w:hAnsi="Times New Roman"/>
          <w:position w:val="-4"/>
        </w:rPr>
        <w:object w:dxaOrig="320" w:dyaOrig="260" w14:anchorId="7B6FE3BB">
          <v:shape id="_x0000_i1182" type="#_x0000_t75" style="width:15.75pt;height:12.75pt" o:ole="">
            <v:imagedata r:id="rId315" o:title=""/>
          </v:shape>
          <o:OLEObject Type="Embed" ProgID="Equation.DSMT4" ShapeID="_x0000_i1182" DrawAspect="Content" ObjectID="_1647978075" r:id="rId316"/>
        </w:object>
      </w:r>
      <w:r w:rsidRPr="000E2BE1">
        <w:rPr>
          <w:rFonts w:ascii="Times New Roman" w:hAnsi="Times New Roman"/>
        </w:rPr>
        <w:t>为椭圆上的动点</w:t>
      </w:r>
      <w:r w:rsidRPr="000E2BE1">
        <w:rPr>
          <w:rFonts w:ascii="Times New Roman" w:hAnsi="Times New Roman"/>
        </w:rPr>
        <w:t>.</w:t>
      </w:r>
    </w:p>
    <w:p w14:paraId="53C14E30" w14:textId="77777777" w:rsidR="00CD6B1B" w:rsidRPr="000E2BE1" w:rsidRDefault="00CD6B1B" w:rsidP="000E2BE1">
      <w:pPr>
        <w:spacing w:line="360" w:lineRule="auto"/>
        <w:ind w:firstLineChars="100" w:firstLine="21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（</w:t>
      </w:r>
      <w:r w:rsidRPr="000E2BE1">
        <w:rPr>
          <w:rFonts w:ascii="Times New Roman" w:hAnsi="Times New Roman"/>
        </w:rPr>
        <w:t>1</w:t>
      </w:r>
      <w:r w:rsidRPr="000E2BE1">
        <w:rPr>
          <w:rFonts w:ascii="Times New Roman" w:hAnsi="Times New Roman"/>
        </w:rPr>
        <w:t>）求</w:t>
      </w:r>
      <w:r w:rsidRPr="000E2BE1">
        <w:rPr>
          <w:rFonts w:ascii="Times New Roman" w:hAnsi="Times New Roman"/>
          <w:position w:val="-4"/>
        </w:rPr>
        <w:object w:dxaOrig="760" w:dyaOrig="260" w14:anchorId="0E808A2D">
          <v:shape id="_x0000_i1183" type="#_x0000_t75" style="width:38.25pt;height:12.75pt" o:ole="">
            <v:imagedata r:id="rId317" o:title=""/>
          </v:shape>
          <o:OLEObject Type="Embed" ProgID="Equation.DSMT4" ShapeID="_x0000_i1183" DrawAspect="Content" ObjectID="_1647978076" r:id="rId318"/>
        </w:object>
      </w:r>
      <w:r w:rsidRPr="000E2BE1">
        <w:rPr>
          <w:rFonts w:ascii="Times New Roman" w:hAnsi="Times New Roman"/>
        </w:rPr>
        <w:t>的最大值，并证明你的结论；</w:t>
      </w:r>
    </w:p>
    <w:p w14:paraId="39E15AD5" w14:textId="77777777" w:rsidR="00CD6B1B" w:rsidRPr="000E2BE1" w:rsidRDefault="00CD6B1B" w:rsidP="000E2BE1">
      <w:pPr>
        <w:spacing w:line="360" w:lineRule="auto"/>
        <w:ind w:firstLineChars="100" w:firstLine="210"/>
        <w:rPr>
          <w:rFonts w:ascii="Times New Roman" w:hAnsi="Times New Roman"/>
        </w:rPr>
      </w:pPr>
      <w:r w:rsidRPr="000E2BE1">
        <w:rPr>
          <w:rFonts w:ascii="Times New Roman" w:hAnsi="Times New Roman"/>
        </w:rPr>
        <w:t>（</w:t>
      </w:r>
      <w:r w:rsidRPr="000E2BE1">
        <w:rPr>
          <w:rFonts w:ascii="Times New Roman" w:hAnsi="Times New Roman"/>
        </w:rPr>
        <w:t>2</w:t>
      </w:r>
      <w:r w:rsidRPr="000E2BE1">
        <w:rPr>
          <w:rFonts w:ascii="Times New Roman" w:hAnsi="Times New Roman"/>
        </w:rPr>
        <w:t>）设直线</w:t>
      </w:r>
      <w:r w:rsidRPr="000E2BE1">
        <w:rPr>
          <w:rFonts w:ascii="Times New Roman" w:hAnsi="Times New Roman"/>
          <w:position w:val="-4"/>
        </w:rPr>
        <w:object w:dxaOrig="480" w:dyaOrig="260" w14:anchorId="7441A2F5">
          <v:shape id="_x0000_i1184" type="#_x0000_t75" style="width:24pt;height:12.75pt" o:ole="">
            <v:imagedata r:id="rId319" o:title=""/>
          </v:shape>
          <o:OLEObject Type="Embed" ProgID="Equation.DSMT4" ShapeID="_x0000_i1184" DrawAspect="Content" ObjectID="_1647978077" r:id="rId320"/>
        </w:object>
      </w:r>
      <w:r w:rsidRPr="000E2BE1">
        <w:rPr>
          <w:rFonts w:ascii="Times New Roman" w:hAnsi="Times New Roman"/>
        </w:rPr>
        <w:t>的斜率为</w:t>
      </w:r>
      <w:r w:rsidRPr="000E2BE1">
        <w:rPr>
          <w:rFonts w:ascii="Times New Roman" w:hAnsi="Times New Roman"/>
          <w:position w:val="-6"/>
        </w:rPr>
        <w:object w:dxaOrig="200" w:dyaOrig="279" w14:anchorId="15157D34">
          <v:shape id="_x0000_i1185" type="#_x0000_t75" style="width:9.75pt;height:14.25pt" o:ole="">
            <v:imagedata r:id="rId321" o:title=""/>
          </v:shape>
          <o:OLEObject Type="Embed" ProgID="Equation.DSMT4" ShapeID="_x0000_i1185" DrawAspect="Content" ObjectID="_1647978078" r:id="rId322"/>
        </w:object>
      </w:r>
      <w:r w:rsidRPr="000E2BE1">
        <w:rPr>
          <w:rFonts w:ascii="Times New Roman" w:hAnsi="Times New Roman"/>
        </w:rPr>
        <w:t>，且</w:t>
      </w:r>
      <w:r w:rsidRPr="000E2BE1">
        <w:rPr>
          <w:rFonts w:ascii="Times New Roman" w:hAnsi="Times New Roman"/>
          <w:position w:val="-24"/>
        </w:rPr>
        <w:object w:dxaOrig="1340" w:dyaOrig="620" w14:anchorId="7470F274">
          <v:shape id="_x0000_i1186" type="#_x0000_t75" style="width:66.75pt;height:30.75pt" o:ole="">
            <v:imagedata r:id="rId323" o:title=""/>
          </v:shape>
          <o:OLEObject Type="Embed" ProgID="Equation.DSMT4" ShapeID="_x0000_i1186" DrawAspect="Content" ObjectID="_1647978079" r:id="rId324"/>
        </w:object>
      </w:r>
      <w:r w:rsidRPr="000E2BE1">
        <w:rPr>
          <w:rFonts w:ascii="Times New Roman" w:hAnsi="Times New Roman"/>
        </w:rPr>
        <w:t>，求直线</w:t>
      </w:r>
      <w:r w:rsidRPr="000E2BE1">
        <w:rPr>
          <w:rFonts w:ascii="Times New Roman" w:hAnsi="Times New Roman"/>
          <w:position w:val="-4"/>
        </w:rPr>
        <w:object w:dxaOrig="460" w:dyaOrig="260" w14:anchorId="2C123FAE">
          <v:shape id="_x0000_i1187" type="#_x0000_t75" style="width:23.25pt;height:12.75pt" o:ole="">
            <v:imagedata r:id="rId325" o:title=""/>
          </v:shape>
          <o:OLEObject Type="Embed" ProgID="Equation.DSMT4" ShapeID="_x0000_i1187" DrawAspect="Content" ObjectID="_1647978080" r:id="rId326"/>
        </w:object>
      </w:r>
      <w:r w:rsidRPr="000E2BE1">
        <w:rPr>
          <w:rFonts w:ascii="Times New Roman" w:hAnsi="Times New Roman"/>
        </w:rPr>
        <w:t>的斜率的取值范围</w:t>
      </w:r>
      <w:r w:rsidRPr="000E2BE1">
        <w:rPr>
          <w:rFonts w:ascii="Times New Roman" w:hAnsi="Times New Roman"/>
        </w:rPr>
        <w:t>.</w:t>
      </w:r>
    </w:p>
    <w:p w14:paraId="0DB06C00" w14:textId="77777777" w:rsidR="001B59A9" w:rsidRPr="000E2BE1" w:rsidRDefault="001B59A9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</w:p>
    <w:p w14:paraId="442BF698" w14:textId="77777777" w:rsidR="001B59A9" w:rsidRPr="000E2BE1" w:rsidRDefault="001B59A9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</w:p>
    <w:p w14:paraId="50FFFC3F" w14:textId="77777777" w:rsidR="001B59A9" w:rsidRPr="000E2BE1" w:rsidRDefault="001B59A9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</w:p>
    <w:p w14:paraId="077CD35C" w14:textId="77777777" w:rsidR="001B59A9" w:rsidRPr="000E2BE1" w:rsidRDefault="001B59A9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</w:p>
    <w:p w14:paraId="3D46B2FF" w14:textId="77777777" w:rsidR="001B59A9" w:rsidRPr="000E2BE1" w:rsidRDefault="00B35983" w:rsidP="000E2BE1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20</w:t>
      </w:r>
      <w:r w:rsidRPr="000E2BE1">
        <w:rPr>
          <w:rFonts w:ascii="Times New Roman" w:hAnsi="Times New Roman"/>
          <w:szCs w:val="21"/>
        </w:rPr>
        <w:t>．（本小题满分</w:t>
      </w:r>
      <w:r w:rsidRPr="000E2BE1">
        <w:rPr>
          <w:rFonts w:ascii="Times New Roman" w:hAnsi="Times New Roman"/>
          <w:szCs w:val="21"/>
        </w:rPr>
        <w:t>12</w:t>
      </w:r>
      <w:r w:rsidRPr="000E2BE1">
        <w:rPr>
          <w:rFonts w:ascii="Times New Roman" w:hAnsi="Times New Roman"/>
          <w:szCs w:val="21"/>
        </w:rPr>
        <w:t>分）</w:t>
      </w:r>
    </w:p>
    <w:p w14:paraId="2CC1D589" w14:textId="77777777" w:rsidR="00936D03" w:rsidRPr="00066A13" w:rsidRDefault="00936D03" w:rsidP="00743D40">
      <w:pPr>
        <w:pStyle w:val="CharCharCharCharCharCharCharCharChar"/>
        <w:spacing w:line="360" w:lineRule="auto"/>
        <w:ind w:firstLine="420"/>
        <w:rPr>
          <w:bCs/>
        </w:rPr>
      </w:pPr>
      <w:r w:rsidRPr="00066A13">
        <w:rPr>
          <w:bCs/>
        </w:rPr>
        <w:t>已知函数</w:t>
      </w:r>
      <w:r w:rsidRPr="00066A13">
        <w:rPr>
          <w:bCs/>
          <w:position w:val="-10"/>
        </w:rPr>
        <w:object w:dxaOrig="1540" w:dyaOrig="320" w14:anchorId="1F24A558">
          <v:shape id="_x0000_i1188" type="#_x0000_t75" style="width:77.25pt;height:15.75pt" o:ole="">
            <v:imagedata r:id="rId327" o:title=""/>
          </v:shape>
          <o:OLEObject Type="Embed" ProgID="Equation.DSMT4" ShapeID="_x0000_i1188" DrawAspect="Content" ObjectID="_1647978081" r:id="rId328"/>
        </w:object>
      </w:r>
      <w:r>
        <w:rPr>
          <w:bCs/>
        </w:rPr>
        <w:t>,</w:t>
      </w:r>
      <w:r w:rsidRPr="00B97BAB">
        <w:rPr>
          <w:position w:val="-10"/>
        </w:rPr>
        <w:object w:dxaOrig="940" w:dyaOrig="360" w14:anchorId="5BE7DFE8">
          <v:shape id="_x0000_i1189" type="#_x0000_t75" style="width:47.25pt;height:18pt" o:ole="">
            <v:imagedata r:id="rId329" o:title=""/>
          </v:shape>
          <o:OLEObject Type="Embed" ProgID="Equation.DSMT4" ShapeID="_x0000_i1189" DrawAspect="Content" ObjectID="_1647978082" r:id="rId330"/>
        </w:object>
      </w:r>
      <w:r>
        <w:rPr>
          <w:rFonts w:hint="eastAsia"/>
        </w:rPr>
        <w:t>（</w:t>
      </w:r>
      <w:r w:rsidRPr="00705AB5">
        <w:rPr>
          <w:position w:val="-6"/>
        </w:rPr>
        <w:object w:dxaOrig="180" w:dyaOrig="220" w14:anchorId="6985B74C">
          <v:shape id="_x0000_i1190" type="#_x0000_t75" style="width:9pt;height:11.25pt" o:ole="">
            <v:imagedata r:id="rId331" o:title=""/>
          </v:shape>
          <o:OLEObject Type="Embed" ProgID="Equation.DSMT4" ShapeID="_x0000_i1190" DrawAspect="Content" ObjectID="_1647978083" r:id="rId332"/>
        </w:object>
      </w:r>
      <w:r>
        <w:rPr>
          <w:rFonts w:hint="eastAsia"/>
        </w:rPr>
        <w:t>为自然对数的底数）</w:t>
      </w:r>
      <w:r w:rsidRPr="00066A13">
        <w:rPr>
          <w:bCs/>
        </w:rPr>
        <w:t>．</w:t>
      </w:r>
    </w:p>
    <w:p w14:paraId="2329B785" w14:textId="77777777" w:rsidR="00936D03" w:rsidRPr="00066A13" w:rsidRDefault="00936D03" w:rsidP="00743D40">
      <w:pPr>
        <w:pStyle w:val="CharCharCharCharCharCharCharCharChar"/>
        <w:spacing w:line="360" w:lineRule="auto"/>
        <w:ind w:firstLineChars="195" w:firstLine="409"/>
        <w:rPr>
          <w:bCs/>
        </w:rPr>
      </w:pPr>
      <w:r>
        <w:rPr>
          <w:rFonts w:ascii="宋体" w:hAnsi="宋体" w:cs="宋体" w:hint="eastAsia"/>
          <w:bCs/>
        </w:rPr>
        <w:t>（1）</w:t>
      </w:r>
      <w:r>
        <w:rPr>
          <w:rFonts w:hint="eastAsia"/>
          <w:bCs/>
        </w:rPr>
        <w:t>讨论</w:t>
      </w:r>
      <w:r w:rsidRPr="00066A13">
        <w:rPr>
          <w:bCs/>
        </w:rPr>
        <w:t>函数</w:t>
      </w:r>
      <w:r w:rsidRPr="00066A13">
        <w:rPr>
          <w:bCs/>
          <w:position w:val="-24"/>
        </w:rPr>
        <w:object w:dxaOrig="1920" w:dyaOrig="620" w14:anchorId="49D5CDA7">
          <v:shape id="_x0000_i1191" type="#_x0000_t75" style="width:96pt;height:30.75pt" o:ole="">
            <v:imagedata r:id="rId333" o:title=""/>
          </v:shape>
          <o:OLEObject Type="Embed" ProgID="Equation.DSMT4" ShapeID="_x0000_i1191" DrawAspect="Content" ObjectID="_1647978084" r:id="rId334"/>
        </w:object>
      </w:r>
      <w:r>
        <w:rPr>
          <w:rFonts w:hint="eastAsia"/>
          <w:bCs/>
          <w:iCs/>
        </w:rPr>
        <w:t>在定义域内极值点的个数</w:t>
      </w:r>
      <w:r w:rsidRPr="00066A13">
        <w:rPr>
          <w:bCs/>
        </w:rPr>
        <w:t>；</w:t>
      </w:r>
    </w:p>
    <w:p w14:paraId="12723F7D" w14:textId="77777777" w:rsidR="00936D03" w:rsidRPr="00066A13" w:rsidRDefault="00936D03" w:rsidP="00743D40">
      <w:pPr>
        <w:pStyle w:val="CharCharCharCharCharCharCharCharChar"/>
        <w:spacing w:line="360" w:lineRule="auto"/>
        <w:ind w:firstLine="420"/>
        <w:rPr>
          <w:bCs/>
        </w:rPr>
      </w:pPr>
      <w:r>
        <w:rPr>
          <w:rFonts w:ascii="宋体" w:hAnsi="宋体" w:cs="宋体" w:hint="eastAsia"/>
          <w:bCs/>
        </w:rPr>
        <w:t>（2）</w:t>
      </w:r>
      <w:r w:rsidRPr="00066A13">
        <w:rPr>
          <w:bCs/>
        </w:rPr>
        <w:t>设直线</w:t>
      </w:r>
      <w:r w:rsidRPr="00066A13">
        <w:rPr>
          <w:bCs/>
          <w:position w:val="-6"/>
        </w:rPr>
        <w:object w:dxaOrig="139" w:dyaOrig="279" w14:anchorId="2A3F60DA">
          <v:shape id="_x0000_i1192" type="#_x0000_t75" style="width:6.75pt;height:14.25pt" o:ole="">
            <v:imagedata r:id="rId335" o:title=""/>
          </v:shape>
          <o:OLEObject Type="Embed" ProgID="Equation.DSMT4" ShapeID="_x0000_i1192" DrawAspect="Content" ObjectID="_1647978085" r:id="rId336"/>
        </w:object>
      </w:r>
      <w:r w:rsidRPr="00066A13">
        <w:rPr>
          <w:bCs/>
        </w:rPr>
        <w:t>为函数</w:t>
      </w:r>
      <w:r w:rsidRPr="00066A13">
        <w:rPr>
          <w:bCs/>
          <w:position w:val="-10"/>
        </w:rPr>
        <w:object w:dxaOrig="540" w:dyaOrig="320" w14:anchorId="5C735539">
          <v:shape id="_x0000_i1193" type="#_x0000_t75" style="width:27pt;height:15.75pt" o:ole="">
            <v:imagedata r:id="rId337" o:title=""/>
          </v:shape>
          <o:OLEObject Type="Embed" ProgID="Equation.DSMT4" ShapeID="_x0000_i1193" DrawAspect="Content" ObjectID="_1647978086" r:id="rId338"/>
        </w:object>
      </w:r>
      <w:r w:rsidRPr="00066A13">
        <w:rPr>
          <w:bCs/>
        </w:rPr>
        <w:t>的</w:t>
      </w:r>
      <w:proofErr w:type="gramStart"/>
      <w:r w:rsidRPr="00066A13">
        <w:rPr>
          <w:bCs/>
        </w:rPr>
        <w:t>图象</w:t>
      </w:r>
      <w:proofErr w:type="gramEnd"/>
      <w:r w:rsidRPr="00066A13">
        <w:rPr>
          <w:bCs/>
        </w:rPr>
        <w:t>上一点</w:t>
      </w:r>
      <w:r w:rsidRPr="00066A13">
        <w:rPr>
          <w:bCs/>
          <w:position w:val="-12"/>
        </w:rPr>
        <w:object w:dxaOrig="920" w:dyaOrig="360" w14:anchorId="4F99573A">
          <v:shape id="_x0000_i1194" type="#_x0000_t75" style="width:45.75pt;height:18pt" o:ole="">
            <v:imagedata r:id="rId339" o:title=""/>
          </v:shape>
          <o:OLEObject Type="Embed" ProgID="Equation.DSMT4" ShapeID="_x0000_i1194" DrawAspect="Content" ObjectID="_1647978087" r:id="rId340"/>
        </w:object>
      </w:r>
      <w:r>
        <w:rPr>
          <w:rFonts w:hint="eastAsia"/>
          <w:bCs/>
        </w:rPr>
        <w:t>处的切线</w:t>
      </w:r>
      <w:r w:rsidRPr="00066A13">
        <w:rPr>
          <w:bCs/>
        </w:rPr>
        <w:t>，证明：在区间</w:t>
      </w:r>
      <w:r w:rsidRPr="00066A13">
        <w:rPr>
          <w:bCs/>
          <w:position w:val="-10"/>
        </w:rPr>
        <w:object w:dxaOrig="740" w:dyaOrig="320" w14:anchorId="48B43F03">
          <v:shape id="_x0000_i1195" type="#_x0000_t75" style="width:36.75pt;height:15.75pt" o:ole="">
            <v:imagedata r:id="rId341" o:title=""/>
          </v:shape>
          <o:OLEObject Type="Embed" ProgID="Equation.DSMT4" ShapeID="_x0000_i1195" DrawAspect="Content" ObjectID="_1647978088" r:id="rId342"/>
        </w:object>
      </w:r>
      <w:r w:rsidRPr="00066A13">
        <w:rPr>
          <w:bCs/>
        </w:rPr>
        <w:t>上存在唯一的</w:t>
      </w:r>
      <w:r w:rsidRPr="00066A13">
        <w:rPr>
          <w:bCs/>
          <w:position w:val="-12"/>
        </w:rPr>
        <w:object w:dxaOrig="260" w:dyaOrig="360" w14:anchorId="45E221FE">
          <v:shape id="_x0000_i1196" type="#_x0000_t75" style="width:12.75pt;height:18pt" o:ole="">
            <v:imagedata r:id="rId343" o:title=""/>
          </v:shape>
          <o:OLEObject Type="Embed" ProgID="Equation.DSMT4" ShapeID="_x0000_i1196" DrawAspect="Content" ObjectID="_1647978089" r:id="rId344"/>
        </w:object>
      </w:r>
      <w:r w:rsidRPr="00066A13">
        <w:rPr>
          <w:bCs/>
        </w:rPr>
        <w:t>，使得直线</w:t>
      </w:r>
      <w:r w:rsidRPr="00066A13">
        <w:rPr>
          <w:bCs/>
          <w:position w:val="-6"/>
        </w:rPr>
        <w:object w:dxaOrig="139" w:dyaOrig="279" w14:anchorId="0F3EE731">
          <v:shape id="_x0000_i1197" type="#_x0000_t75" style="width:6.75pt;height:14.25pt" o:ole="">
            <v:imagedata r:id="rId335" o:title=""/>
          </v:shape>
          <o:OLEObject Type="Embed" ProgID="Equation.DSMT4" ShapeID="_x0000_i1197" DrawAspect="Content" ObjectID="_1647978090" r:id="rId345"/>
        </w:object>
      </w:r>
      <w:r w:rsidRPr="00066A13">
        <w:rPr>
          <w:bCs/>
        </w:rPr>
        <w:t>与曲线</w:t>
      </w:r>
      <w:r w:rsidRPr="00B97BAB">
        <w:rPr>
          <w:position w:val="-10"/>
        </w:rPr>
        <w:object w:dxaOrig="900" w:dyaOrig="320" w14:anchorId="7B37F513">
          <v:shape id="_x0000_i1198" type="#_x0000_t75" style="width:45pt;height:15.75pt" o:ole="">
            <v:imagedata r:id="rId346" o:title=""/>
          </v:shape>
          <o:OLEObject Type="Embed" ProgID="Equation.DSMT4" ShapeID="_x0000_i1198" DrawAspect="Content" ObjectID="_1647978091" r:id="rId347"/>
        </w:object>
      </w:r>
      <w:r w:rsidRPr="00066A13">
        <w:rPr>
          <w:bCs/>
        </w:rPr>
        <w:t>相切．</w:t>
      </w:r>
    </w:p>
    <w:p w14:paraId="78F871FC" w14:textId="77777777" w:rsidR="000E2BE1" w:rsidRPr="00936D03" w:rsidRDefault="000E2BE1" w:rsidP="000E2BE1">
      <w:pPr>
        <w:spacing w:line="360" w:lineRule="auto"/>
        <w:textAlignment w:val="center"/>
        <w:rPr>
          <w:rFonts w:ascii="Times New Roman" w:hAnsi="Times New Roman"/>
          <w:szCs w:val="21"/>
        </w:rPr>
      </w:pPr>
    </w:p>
    <w:p w14:paraId="3B9CC0FA" w14:textId="07A40BDE" w:rsidR="000E2BE1" w:rsidRDefault="000E2BE1" w:rsidP="000E2BE1">
      <w:pPr>
        <w:spacing w:line="360" w:lineRule="auto"/>
        <w:textAlignment w:val="center"/>
        <w:rPr>
          <w:rFonts w:ascii="Times New Roman" w:hAnsi="Times New Roman"/>
          <w:szCs w:val="21"/>
        </w:rPr>
      </w:pPr>
    </w:p>
    <w:p w14:paraId="5AA03035" w14:textId="6E39D491" w:rsidR="001B59A9" w:rsidRPr="000E2BE1" w:rsidRDefault="00B35983" w:rsidP="000E2BE1">
      <w:pPr>
        <w:spacing w:line="360" w:lineRule="auto"/>
        <w:textAlignment w:val="center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lastRenderedPageBreak/>
        <w:t>21</w:t>
      </w:r>
      <w:r w:rsidRPr="000E2BE1">
        <w:rPr>
          <w:rFonts w:ascii="Times New Roman" w:hAnsi="Times New Roman"/>
          <w:szCs w:val="21"/>
        </w:rPr>
        <w:t>．（本小题满分</w:t>
      </w:r>
      <w:r w:rsidRPr="000E2BE1">
        <w:rPr>
          <w:rFonts w:ascii="Times New Roman" w:hAnsi="Times New Roman"/>
          <w:szCs w:val="21"/>
        </w:rPr>
        <w:t>12</w:t>
      </w:r>
      <w:r w:rsidRPr="000E2BE1">
        <w:rPr>
          <w:rFonts w:ascii="Times New Roman" w:hAnsi="Times New Roman"/>
          <w:szCs w:val="21"/>
        </w:rPr>
        <w:t>分）</w:t>
      </w:r>
    </w:p>
    <w:p w14:paraId="12C4D004" w14:textId="77777777" w:rsidR="00B15802" w:rsidRDefault="00CD6B1B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2020</w:t>
      </w:r>
      <w:r w:rsidRPr="000E2BE1">
        <w:rPr>
          <w:rFonts w:ascii="Times New Roman" w:hAnsi="Times New Roman"/>
          <w:szCs w:val="21"/>
        </w:rPr>
        <w:t>年初，新冠肺炎疫情袭击全国，某省由于人员流动性较大，成为湖北省外疫情最严重的省份之一，截至</w:t>
      </w:r>
      <w:r w:rsidRPr="000E2BE1">
        <w:rPr>
          <w:rFonts w:ascii="Times New Roman" w:hAnsi="Times New Roman"/>
          <w:szCs w:val="21"/>
        </w:rPr>
        <w:t>2</w:t>
      </w:r>
      <w:r w:rsidRPr="000E2BE1">
        <w:rPr>
          <w:rFonts w:ascii="Times New Roman" w:hAnsi="Times New Roman"/>
          <w:szCs w:val="21"/>
        </w:rPr>
        <w:t>月</w:t>
      </w:r>
      <w:r w:rsidRPr="000E2BE1">
        <w:rPr>
          <w:rFonts w:ascii="Times New Roman" w:hAnsi="Times New Roman"/>
          <w:szCs w:val="21"/>
        </w:rPr>
        <w:t>29</w:t>
      </w:r>
      <w:r w:rsidRPr="000E2BE1">
        <w:rPr>
          <w:rFonts w:ascii="Times New Roman" w:hAnsi="Times New Roman"/>
          <w:szCs w:val="21"/>
        </w:rPr>
        <w:t>日，该省已累计确诊</w:t>
      </w:r>
      <w:r w:rsidRPr="000E2BE1">
        <w:rPr>
          <w:rFonts w:ascii="Times New Roman" w:hAnsi="Times New Roman"/>
          <w:szCs w:val="21"/>
        </w:rPr>
        <w:t>1349</w:t>
      </w:r>
      <w:r w:rsidRPr="000E2BE1">
        <w:rPr>
          <w:rFonts w:ascii="Times New Roman" w:hAnsi="Times New Roman"/>
          <w:szCs w:val="21"/>
        </w:rPr>
        <w:t>例患者（无境外输入病例）</w:t>
      </w:r>
      <w:r w:rsidRPr="000E2BE1">
        <w:rPr>
          <w:rFonts w:ascii="Times New Roman" w:hAnsi="Times New Roman"/>
          <w:szCs w:val="21"/>
        </w:rPr>
        <w:t>.</w:t>
      </w:r>
    </w:p>
    <w:p w14:paraId="5FDCD65B" w14:textId="487D69CB" w:rsidR="00CD6B1B" w:rsidRDefault="00B15802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bCs/>
          <w:szCs w:val="21"/>
        </w:rPr>
        <w:t>（</w:t>
      </w:r>
      <w:r w:rsidRPr="000E2BE1">
        <w:rPr>
          <w:rFonts w:ascii="Times New Roman" w:hAnsi="Times New Roman"/>
          <w:bCs/>
          <w:szCs w:val="21"/>
        </w:rPr>
        <w:t>1</w:t>
      </w:r>
      <w:r w:rsidRPr="000E2BE1">
        <w:rPr>
          <w:rFonts w:ascii="Times New Roman" w:hAnsi="Times New Roman"/>
          <w:bCs/>
          <w:szCs w:val="21"/>
        </w:rPr>
        <w:t>）</w:t>
      </w:r>
      <w:r w:rsidR="00CD6B1B" w:rsidRPr="000E2BE1">
        <w:rPr>
          <w:rFonts w:ascii="Times New Roman" w:hAnsi="Times New Roman"/>
          <w:szCs w:val="21"/>
        </w:rPr>
        <w:t>为了解新冠肺炎的相关特征，研究人员从该省随机抽取</w:t>
      </w:r>
      <w:r w:rsidR="00CD6B1B" w:rsidRPr="000E2BE1">
        <w:rPr>
          <w:rFonts w:ascii="Times New Roman" w:hAnsi="Times New Roman"/>
          <w:szCs w:val="21"/>
        </w:rPr>
        <w:t>100</w:t>
      </w:r>
      <w:r w:rsidR="00CD6B1B" w:rsidRPr="000E2BE1">
        <w:rPr>
          <w:rFonts w:ascii="Times New Roman" w:hAnsi="Times New Roman"/>
          <w:szCs w:val="21"/>
        </w:rPr>
        <w:t>名确诊患者，统计他们的年龄数据，得下面的频数分布表：</w:t>
      </w:r>
    </w:p>
    <w:tbl>
      <w:tblPr>
        <w:tblpPr w:leftFromText="180" w:rightFromText="180" w:vertAnchor="page" w:horzAnchor="margin" w:tblpXSpec="center" w:tblpY="381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830"/>
        <w:gridCol w:w="830"/>
        <w:gridCol w:w="830"/>
        <w:gridCol w:w="830"/>
        <w:gridCol w:w="830"/>
        <w:gridCol w:w="830"/>
        <w:gridCol w:w="830"/>
        <w:gridCol w:w="830"/>
        <w:gridCol w:w="934"/>
      </w:tblGrid>
      <w:tr w:rsidR="00D55E41" w:rsidRPr="00D55E41" w14:paraId="5E0F992F" w14:textId="77777777" w:rsidTr="00D55E41">
        <w:tc>
          <w:tcPr>
            <w:tcW w:w="6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0A8FFD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年龄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2D52C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[10,20]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F8C0EA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(20,30]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DB93D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(30,40]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7FFAC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(40,50]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85143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(50,60]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0240C5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(60,70]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B9FB4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(70,80]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AA9F0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(80,90]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6253E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(90,100]</w:t>
            </w:r>
          </w:p>
        </w:tc>
      </w:tr>
      <w:tr w:rsidR="00D55E41" w:rsidRPr="00D55E41" w14:paraId="32B4A305" w14:textId="77777777" w:rsidTr="00D55E41">
        <w:tc>
          <w:tcPr>
            <w:tcW w:w="6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47BDD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人数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09451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6C8C1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09272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EDC7A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D35F2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B680B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353C0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8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0B9DB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6B683" w14:textId="77777777" w:rsidR="00D55E41" w:rsidRPr="00D55E41" w:rsidRDefault="00D55E41" w:rsidP="00D55E41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55E41">
              <w:rPr>
                <w:rFonts w:ascii="Times New Roman" w:hAnsi="Times New Roman"/>
                <w:szCs w:val="21"/>
              </w:rPr>
              <w:t>2</w:t>
            </w:r>
          </w:p>
        </w:tc>
      </w:tr>
    </w:tbl>
    <w:p w14:paraId="110F015C" w14:textId="3F8C930A" w:rsidR="00CD6B1B" w:rsidRPr="000E2BE1" w:rsidRDefault="00CD6B1B" w:rsidP="00B15802">
      <w:pPr>
        <w:spacing w:line="360" w:lineRule="auto"/>
        <w:ind w:firstLineChars="267" w:firstLine="561"/>
        <w:rPr>
          <w:rFonts w:ascii="Times New Roman" w:hAnsi="Times New Roman"/>
          <w:bCs/>
          <w:szCs w:val="21"/>
        </w:rPr>
      </w:pPr>
      <w:r w:rsidRPr="000E2BE1">
        <w:rPr>
          <w:rFonts w:ascii="Times New Roman" w:hAnsi="Times New Roman"/>
          <w:bCs/>
          <w:szCs w:val="21"/>
        </w:rPr>
        <w:t>由频数分布表可以大致认为，该省新冠肺炎患者的年龄</w:t>
      </w:r>
      <w:r w:rsidRPr="000E2BE1">
        <w:rPr>
          <w:rFonts w:ascii="Times New Roman" w:hAnsi="Times New Roman"/>
          <w:position w:val="-4"/>
          <w:szCs w:val="21"/>
        </w:rPr>
        <w:object w:dxaOrig="225" w:dyaOrig="240" w14:anchorId="2F2EEEEF">
          <v:shape id="_x0000_i1199" type="#_x0000_t75" style="width:11.25pt;height:12pt" o:ole="">
            <v:imagedata r:id="rId348" o:title=""/>
          </v:shape>
          <o:OLEObject Type="Embed" ProgID="Equation.DSMT4" ShapeID="_x0000_i1199" DrawAspect="Content" ObjectID="_1647978092" r:id="rId349"/>
        </w:object>
      </w:r>
      <w:r w:rsidRPr="000E2BE1">
        <w:rPr>
          <w:rFonts w:ascii="Times New Roman" w:hAnsi="Times New Roman"/>
          <w:bCs/>
          <w:szCs w:val="21"/>
        </w:rPr>
        <w:t>服从正态分布</w:t>
      </w:r>
      <w:r w:rsidRPr="000E2BE1">
        <w:rPr>
          <w:rFonts w:ascii="Times New Roman" w:hAnsi="Times New Roman"/>
          <w:position w:val="-10"/>
          <w:szCs w:val="21"/>
        </w:rPr>
        <w:object w:dxaOrig="1110" w:dyaOrig="345" w14:anchorId="36911D11">
          <v:shape id="_x0000_i1200" type="#_x0000_t75" style="width:55.5pt;height:17.25pt" o:ole="">
            <v:imagedata r:id="rId350" o:title=""/>
          </v:shape>
          <o:OLEObject Type="Embed" ProgID="Equation.DSMT4" ShapeID="_x0000_i1200" DrawAspect="Content" ObjectID="_1647978093" r:id="rId351"/>
        </w:object>
      </w:r>
      <w:r w:rsidRPr="000E2BE1">
        <w:rPr>
          <w:rFonts w:ascii="Times New Roman" w:hAnsi="Times New Roman"/>
          <w:bCs/>
          <w:szCs w:val="21"/>
        </w:rPr>
        <w:t>，其中</w:t>
      </w:r>
      <w:r w:rsidRPr="000E2BE1">
        <w:rPr>
          <w:rFonts w:ascii="Times New Roman" w:hAnsi="Times New Roman"/>
          <w:position w:val="-10"/>
          <w:szCs w:val="21"/>
        </w:rPr>
        <w:object w:dxaOrig="225" w:dyaOrig="240" w14:anchorId="7814F1A2">
          <v:shape id="_x0000_i1201" type="#_x0000_t75" style="width:11.25pt;height:12pt" o:ole="">
            <v:imagedata r:id="rId352" o:title=""/>
          </v:shape>
          <o:OLEObject Type="Embed" ProgID="Equation.DSMT4" ShapeID="_x0000_i1201" DrawAspect="Content" ObjectID="_1647978094" r:id="rId353"/>
        </w:object>
      </w:r>
      <w:r w:rsidRPr="000E2BE1">
        <w:rPr>
          <w:rFonts w:ascii="Times New Roman" w:hAnsi="Times New Roman"/>
          <w:bCs/>
          <w:szCs w:val="21"/>
        </w:rPr>
        <w:t>近似为这</w:t>
      </w:r>
      <w:r w:rsidRPr="000E2BE1">
        <w:rPr>
          <w:rFonts w:ascii="Times New Roman" w:hAnsi="Times New Roman"/>
          <w:bCs/>
          <w:szCs w:val="21"/>
        </w:rPr>
        <w:t>100</w:t>
      </w:r>
      <w:r w:rsidRPr="000E2BE1">
        <w:rPr>
          <w:rFonts w:ascii="Times New Roman" w:hAnsi="Times New Roman"/>
          <w:bCs/>
          <w:szCs w:val="21"/>
        </w:rPr>
        <w:t>名患者年龄的样本平均数</w:t>
      </w:r>
      <w:r w:rsidRPr="000E2BE1">
        <w:rPr>
          <w:rFonts w:ascii="Times New Roman" w:hAnsi="Times New Roman"/>
          <w:bCs/>
          <w:szCs w:val="21"/>
        </w:rPr>
        <w:t>(</w:t>
      </w:r>
      <w:r w:rsidRPr="000E2BE1">
        <w:rPr>
          <w:rFonts w:ascii="Times New Roman" w:hAnsi="Times New Roman"/>
          <w:bCs/>
          <w:szCs w:val="21"/>
        </w:rPr>
        <w:t>同一组中的数据用该组区间的中点值作代表</w:t>
      </w:r>
      <w:r w:rsidRPr="000E2BE1">
        <w:rPr>
          <w:rFonts w:ascii="Times New Roman" w:hAnsi="Times New Roman"/>
          <w:bCs/>
          <w:szCs w:val="21"/>
        </w:rPr>
        <w:t>).</w:t>
      </w:r>
      <w:r w:rsidR="00B15802">
        <w:rPr>
          <w:rFonts w:ascii="Times New Roman" w:hAnsi="Times New Roman" w:hint="eastAsia"/>
          <w:bCs/>
          <w:szCs w:val="21"/>
        </w:rPr>
        <w:t>请</w:t>
      </w:r>
      <w:r w:rsidRPr="000E2BE1">
        <w:rPr>
          <w:rFonts w:ascii="Times New Roman" w:hAnsi="Times New Roman"/>
          <w:bCs/>
          <w:szCs w:val="21"/>
        </w:rPr>
        <w:t>估计该省新冠肺炎患者年龄在</w:t>
      </w:r>
      <w:r w:rsidRPr="000E2BE1">
        <w:rPr>
          <w:rFonts w:ascii="Times New Roman" w:hAnsi="Times New Roman"/>
          <w:position w:val="-6"/>
          <w:szCs w:val="21"/>
        </w:rPr>
        <w:object w:dxaOrig="300" w:dyaOrig="270" w14:anchorId="5686D999">
          <v:shape id="_x0000_i1202" type="#_x0000_t75" style="width:15pt;height:13.5pt" o:ole="">
            <v:imagedata r:id="rId354" o:title=""/>
          </v:shape>
          <o:OLEObject Type="Embed" ProgID="Equation.DSMT4" ShapeID="_x0000_i1202" DrawAspect="Content" ObjectID="_1647978095" r:id="rId355"/>
        </w:object>
      </w:r>
      <w:r w:rsidRPr="000E2BE1">
        <w:rPr>
          <w:rFonts w:ascii="Times New Roman" w:hAnsi="Times New Roman"/>
          <w:bCs/>
          <w:szCs w:val="21"/>
        </w:rPr>
        <w:t>岁以上（</w:t>
      </w:r>
      <w:r w:rsidRPr="000E2BE1">
        <w:rPr>
          <w:rFonts w:ascii="Times New Roman" w:hAnsi="Times New Roman"/>
          <w:bCs/>
          <w:position w:val="-6"/>
          <w:szCs w:val="21"/>
        </w:rPr>
        <w:object w:dxaOrig="460" w:dyaOrig="260" w14:anchorId="0E56A544">
          <v:shape id="_x0000_i1203" type="#_x0000_t75" style="width:23.25pt;height:12.75pt" o:ole="">
            <v:imagedata r:id="rId356" o:title=""/>
          </v:shape>
          <o:OLEObject Type="Embed" ProgID="Equation.3" ShapeID="_x0000_i1203" DrawAspect="Content" ObjectID="_1647978096" r:id="rId357"/>
        </w:object>
      </w:r>
      <w:r w:rsidRPr="000E2BE1">
        <w:rPr>
          <w:rFonts w:ascii="Times New Roman" w:hAnsi="Times New Roman"/>
          <w:bCs/>
          <w:szCs w:val="21"/>
        </w:rPr>
        <w:t>）的患者比例；</w:t>
      </w:r>
    </w:p>
    <w:p w14:paraId="07B3D9D4" w14:textId="77777777" w:rsidR="00CD6B1B" w:rsidRPr="000E2BE1" w:rsidRDefault="00CD6B1B" w:rsidP="000E2BE1">
      <w:pPr>
        <w:spacing w:line="360" w:lineRule="auto"/>
        <w:ind w:firstLineChars="200" w:firstLine="420"/>
        <w:rPr>
          <w:rStyle w:val="topic-content"/>
          <w:rFonts w:ascii="Times New Roman" w:hAnsi="Times New Roman"/>
        </w:rPr>
      </w:pPr>
      <w:r w:rsidRPr="000E2BE1">
        <w:rPr>
          <w:rFonts w:ascii="Times New Roman" w:hAnsi="Times New Roman"/>
          <w:szCs w:val="21"/>
          <w:shd w:val="clear" w:color="auto" w:fill="FFFFFF"/>
        </w:rPr>
        <w:t>（</w:t>
      </w:r>
      <w:r w:rsidRPr="000E2BE1">
        <w:rPr>
          <w:rFonts w:ascii="Times New Roman" w:hAnsi="Times New Roman"/>
          <w:szCs w:val="21"/>
          <w:shd w:val="clear" w:color="auto" w:fill="FFFFFF"/>
        </w:rPr>
        <w:t>2</w:t>
      </w:r>
      <w:r w:rsidRPr="000E2BE1">
        <w:rPr>
          <w:rFonts w:ascii="Times New Roman" w:hAnsi="Times New Roman"/>
          <w:szCs w:val="21"/>
          <w:shd w:val="clear" w:color="auto" w:fill="FFFFFF"/>
        </w:rPr>
        <w:t>）截至</w:t>
      </w:r>
      <w:r w:rsidRPr="000E2BE1">
        <w:rPr>
          <w:rFonts w:ascii="Times New Roman" w:hAnsi="Times New Roman"/>
          <w:szCs w:val="21"/>
          <w:shd w:val="clear" w:color="auto" w:fill="FFFFFF"/>
        </w:rPr>
        <w:t>2</w:t>
      </w:r>
      <w:r w:rsidRPr="000E2BE1">
        <w:rPr>
          <w:rFonts w:ascii="Times New Roman" w:hAnsi="Times New Roman"/>
          <w:szCs w:val="21"/>
          <w:shd w:val="clear" w:color="auto" w:fill="FFFFFF"/>
        </w:rPr>
        <w:t>月</w:t>
      </w:r>
      <w:r w:rsidRPr="000E2BE1">
        <w:rPr>
          <w:rFonts w:ascii="Times New Roman" w:hAnsi="Times New Roman"/>
          <w:szCs w:val="21"/>
          <w:shd w:val="clear" w:color="auto" w:fill="FFFFFF"/>
        </w:rPr>
        <w:t>29</w:t>
      </w:r>
      <w:r w:rsidRPr="000E2BE1">
        <w:rPr>
          <w:rFonts w:ascii="Times New Roman" w:hAnsi="Times New Roman"/>
          <w:szCs w:val="21"/>
          <w:shd w:val="clear" w:color="auto" w:fill="FFFFFF"/>
        </w:rPr>
        <w:t>日，该省新冠肺炎的密切接触者（均已接受检测）中确诊患者约占</w:t>
      </w:r>
      <w:r w:rsidRPr="000E2BE1">
        <w:rPr>
          <w:rFonts w:ascii="Times New Roman" w:hAnsi="Times New Roman"/>
          <w:position w:val="-6"/>
          <w:szCs w:val="21"/>
          <w:shd w:val="clear" w:color="auto" w:fill="FFFFFF"/>
        </w:rPr>
        <w:object w:dxaOrig="460" w:dyaOrig="260" w14:anchorId="2D0EDDA6">
          <v:shape id="_x0000_i1204" type="#_x0000_t75" style="width:23.25pt;height:12.75pt" o:ole="">
            <v:imagedata r:id="rId358" o:title=""/>
          </v:shape>
          <o:OLEObject Type="Embed" ProgID="Equation.3" ShapeID="_x0000_i1204" DrawAspect="Content" ObjectID="_1647978097" r:id="rId359"/>
        </w:object>
      </w:r>
      <w:r w:rsidRPr="000E2BE1">
        <w:rPr>
          <w:rFonts w:ascii="Times New Roman" w:hAnsi="Times New Roman"/>
          <w:szCs w:val="21"/>
          <w:shd w:val="clear" w:color="auto" w:fill="FFFFFF"/>
        </w:rPr>
        <w:t>，以这些密切接触者确诊的频率代替</w:t>
      </w:r>
      <w:r w:rsidRPr="000E2BE1">
        <w:rPr>
          <w:rFonts w:ascii="Times New Roman" w:hAnsi="Times New Roman"/>
          <w:szCs w:val="21"/>
          <w:shd w:val="clear" w:color="auto" w:fill="FFFFFF"/>
        </w:rPr>
        <w:t>1</w:t>
      </w:r>
      <w:r w:rsidRPr="000E2BE1">
        <w:rPr>
          <w:rFonts w:ascii="Times New Roman" w:hAnsi="Times New Roman"/>
          <w:szCs w:val="21"/>
          <w:shd w:val="clear" w:color="auto" w:fill="FFFFFF"/>
        </w:rPr>
        <w:t>名密切接触者确诊发生的概率，每名密切接触者是否确诊相互独立</w:t>
      </w:r>
      <w:r w:rsidRPr="000E2BE1">
        <w:rPr>
          <w:rFonts w:ascii="Times New Roman" w:hAnsi="Times New Roman"/>
          <w:szCs w:val="21"/>
          <w:shd w:val="clear" w:color="auto" w:fill="FFFFFF"/>
        </w:rPr>
        <w:t>.</w:t>
      </w:r>
      <w:r w:rsidRPr="000E2BE1">
        <w:rPr>
          <w:rFonts w:ascii="Times New Roman" w:hAnsi="Times New Roman"/>
          <w:szCs w:val="21"/>
          <w:shd w:val="clear" w:color="auto" w:fill="FFFFFF"/>
        </w:rPr>
        <w:t>现有密切接触者</w:t>
      </w:r>
      <w:r w:rsidRPr="000E2BE1">
        <w:rPr>
          <w:rFonts w:ascii="Times New Roman" w:hAnsi="Times New Roman"/>
          <w:szCs w:val="21"/>
          <w:shd w:val="clear" w:color="auto" w:fill="FFFFFF"/>
        </w:rPr>
        <w:t>20</w:t>
      </w:r>
      <w:r w:rsidRPr="000E2BE1">
        <w:rPr>
          <w:rFonts w:ascii="Times New Roman" w:hAnsi="Times New Roman"/>
          <w:szCs w:val="21"/>
          <w:shd w:val="clear" w:color="auto" w:fill="FFFFFF"/>
        </w:rPr>
        <w:t>人，</w:t>
      </w:r>
      <w:r w:rsidRPr="000E2BE1">
        <w:rPr>
          <w:rStyle w:val="topic-content"/>
          <w:rFonts w:ascii="Times New Roman" w:hAnsi="Times New Roman"/>
        </w:rPr>
        <w:t>为检测出所有患者，设计了如下方案：将这</w:t>
      </w:r>
      <w:r w:rsidRPr="000E2BE1">
        <w:rPr>
          <w:rFonts w:ascii="Times New Roman" w:hAnsi="Times New Roman"/>
          <w:szCs w:val="21"/>
          <w:shd w:val="clear" w:color="auto" w:fill="FFFFFF"/>
        </w:rPr>
        <w:t>20</w:t>
      </w:r>
      <w:r w:rsidRPr="000E2BE1">
        <w:rPr>
          <w:rFonts w:ascii="Times New Roman" w:hAnsi="Times New Roman"/>
          <w:szCs w:val="21"/>
          <w:shd w:val="clear" w:color="auto" w:fill="FFFFFF"/>
        </w:rPr>
        <w:t>名密切接触</w:t>
      </w:r>
      <w:r w:rsidRPr="000E2BE1">
        <w:rPr>
          <w:rFonts w:ascii="Times New Roman" w:hAnsi="Times New Roman"/>
          <w:bCs/>
          <w:szCs w:val="21"/>
        </w:rPr>
        <w:t>者随机地</w:t>
      </w:r>
      <w:r w:rsidRPr="000E2BE1">
        <w:rPr>
          <w:rStyle w:val="topic-content"/>
          <w:rFonts w:ascii="Times New Roman" w:hAnsi="Times New Roman"/>
        </w:rPr>
        <w:t>按</w:t>
      </w:r>
      <w:r w:rsidRPr="000E2BE1">
        <w:rPr>
          <w:rFonts w:ascii="Times New Roman" w:hAnsi="Times New Roman"/>
          <w:position w:val="-6"/>
        </w:rPr>
        <w:object w:dxaOrig="195" w:dyaOrig="225" w14:anchorId="2E59E8C5">
          <v:shape id="_x0000_i1205" type="#_x0000_t75" style="width:9.75pt;height:11.25pt" o:ole="">
            <v:imagedata r:id="rId360" o:title=""/>
          </v:shape>
          <o:OLEObject Type="Embed" ProgID="Equation.DSMT4" ShapeID="_x0000_i1205" DrawAspect="Content" ObjectID="_1647978098" r:id="rId361"/>
        </w:object>
      </w:r>
      <w:r w:rsidRPr="000E2BE1">
        <w:rPr>
          <w:rStyle w:val="topic-content"/>
          <w:rFonts w:ascii="Times New Roman" w:hAnsi="Times New Roman"/>
        </w:rPr>
        <w:t>（</w:t>
      </w:r>
      <w:r w:rsidRPr="000E2BE1">
        <w:rPr>
          <w:rFonts w:ascii="Times New Roman" w:hAnsi="Times New Roman"/>
          <w:position w:val="-6"/>
        </w:rPr>
        <w:object w:dxaOrig="900" w:dyaOrig="260" w14:anchorId="4A43A1A3">
          <v:shape id="_x0000_i1206" type="#_x0000_t75" style="width:45pt;height:12.75pt" o:ole="">
            <v:imagedata r:id="rId362" o:title=""/>
          </v:shape>
          <o:OLEObject Type="Embed" ProgID="Equation.DSMT4" ShapeID="_x0000_i1206" DrawAspect="Content" ObjectID="_1647978099" r:id="rId363"/>
        </w:object>
      </w:r>
      <w:r w:rsidRPr="000E2BE1">
        <w:rPr>
          <w:rStyle w:val="topic-content"/>
          <w:rFonts w:ascii="Times New Roman" w:hAnsi="Times New Roman"/>
        </w:rPr>
        <w:t>且</w:t>
      </w:r>
      <w:r w:rsidRPr="000E2BE1">
        <w:rPr>
          <w:rFonts w:ascii="Times New Roman" w:hAnsi="Times New Roman"/>
          <w:position w:val="-6"/>
        </w:rPr>
        <w:object w:dxaOrig="195" w:dyaOrig="225" w14:anchorId="1F9CBC6A">
          <v:shape id="_x0000_i1207" type="#_x0000_t75" style="width:9.75pt;height:11.25pt" o:ole="">
            <v:imagedata r:id="rId360" o:title=""/>
          </v:shape>
          <o:OLEObject Type="Embed" ProgID="Equation.DSMT4" ShapeID="_x0000_i1207" DrawAspect="Content" ObjectID="_1647978100" r:id="rId364"/>
        </w:object>
      </w:r>
      <w:r w:rsidRPr="000E2BE1">
        <w:rPr>
          <w:rStyle w:val="topic-content"/>
          <w:rFonts w:ascii="Times New Roman" w:hAnsi="Times New Roman"/>
        </w:rPr>
        <w:t>是</w:t>
      </w:r>
      <w:r w:rsidRPr="000E2BE1">
        <w:rPr>
          <w:rFonts w:ascii="Times New Roman" w:hAnsi="Times New Roman"/>
          <w:position w:val="-6"/>
        </w:rPr>
        <w:object w:dxaOrig="320" w:dyaOrig="279" w14:anchorId="5AF4EBF3">
          <v:shape id="_x0000_i1208" type="#_x0000_t75" style="width:15.75pt;height:14.25pt" o:ole="">
            <v:imagedata r:id="rId365" o:title=""/>
          </v:shape>
          <o:OLEObject Type="Embed" ProgID="Equation.DSMT4" ShapeID="_x0000_i1208" DrawAspect="Content" ObjectID="_1647978101" r:id="rId366"/>
        </w:object>
      </w:r>
      <w:r w:rsidRPr="000E2BE1">
        <w:rPr>
          <w:rStyle w:val="topic-content"/>
          <w:rFonts w:ascii="Times New Roman" w:hAnsi="Times New Roman"/>
        </w:rPr>
        <w:t>的约数</w:t>
      </w:r>
      <w:r w:rsidRPr="000E2BE1">
        <w:rPr>
          <w:rFonts w:ascii="Times New Roman" w:hAnsi="Times New Roman"/>
        </w:rPr>
        <w:t>）</w:t>
      </w:r>
      <w:r w:rsidRPr="000E2BE1">
        <w:rPr>
          <w:rStyle w:val="topic-content"/>
          <w:rFonts w:ascii="Times New Roman" w:hAnsi="Times New Roman"/>
        </w:rPr>
        <w:t>个人一组平均分组，并将同组的</w:t>
      </w:r>
      <w:r w:rsidRPr="000E2BE1">
        <w:rPr>
          <w:rFonts w:ascii="Times New Roman" w:hAnsi="Times New Roman"/>
          <w:position w:val="-6"/>
        </w:rPr>
        <w:object w:dxaOrig="195" w:dyaOrig="225" w14:anchorId="010CA106">
          <v:shape id="_x0000_i1209" type="#_x0000_t75" style="width:9.75pt;height:11.25pt" o:ole="">
            <v:imagedata r:id="rId360" o:title=""/>
          </v:shape>
          <o:OLEObject Type="Embed" ProgID="Equation.DSMT4" ShapeID="_x0000_i1209" DrawAspect="Content" ObjectID="_1647978102" r:id="rId367"/>
        </w:object>
      </w:r>
      <w:r w:rsidRPr="000E2BE1">
        <w:rPr>
          <w:rStyle w:val="topic-content"/>
          <w:rFonts w:ascii="Times New Roman" w:hAnsi="Times New Roman"/>
        </w:rPr>
        <w:t>个人每人抽取的一半血液混合在一起化验，若发现新冠病毒，则对该组的</w:t>
      </w:r>
      <w:r w:rsidRPr="000E2BE1">
        <w:rPr>
          <w:rFonts w:ascii="Times New Roman" w:hAnsi="Times New Roman"/>
          <w:position w:val="-6"/>
        </w:rPr>
        <w:object w:dxaOrig="195" w:dyaOrig="225" w14:anchorId="5C8A0B31">
          <v:shape id="_x0000_i1210" type="#_x0000_t75" style="width:9.75pt;height:11.25pt" o:ole="">
            <v:imagedata r:id="rId360" o:title=""/>
          </v:shape>
          <o:OLEObject Type="Embed" ProgID="Equation.DSMT4" ShapeID="_x0000_i1210" DrawAspect="Content" ObjectID="_1647978103" r:id="rId368"/>
        </w:object>
      </w:r>
      <w:r w:rsidRPr="000E2BE1">
        <w:rPr>
          <w:rStyle w:val="topic-content"/>
          <w:rFonts w:ascii="Times New Roman" w:hAnsi="Times New Roman"/>
        </w:rPr>
        <w:t>个人抽取的另一半血液逐一化验，记</w:t>
      </w:r>
      <w:r w:rsidRPr="000E2BE1">
        <w:rPr>
          <w:rFonts w:ascii="Times New Roman" w:hAnsi="Times New Roman"/>
          <w:position w:val="-6"/>
        </w:rPr>
        <w:object w:dxaOrig="195" w:dyaOrig="225" w14:anchorId="36DC307E">
          <v:shape id="_x0000_i1211" type="#_x0000_t75" style="width:9.75pt;height:11.25pt" o:ole="">
            <v:imagedata r:id="rId360" o:title=""/>
          </v:shape>
          <o:OLEObject Type="Embed" ProgID="Equation.DSMT4" ShapeID="_x0000_i1211" DrawAspect="Content" ObjectID="_1647978104" r:id="rId369"/>
        </w:object>
      </w:r>
      <w:r w:rsidRPr="000E2BE1">
        <w:rPr>
          <w:rStyle w:val="topic-content"/>
          <w:rFonts w:ascii="Times New Roman" w:hAnsi="Times New Roman"/>
        </w:rPr>
        <w:t>个人中患者的人数为</w:t>
      </w:r>
      <w:r w:rsidRPr="000E2BE1">
        <w:rPr>
          <w:rFonts w:ascii="Times New Roman" w:hAnsi="Times New Roman"/>
          <w:position w:val="-10"/>
          <w:szCs w:val="21"/>
        </w:rPr>
        <w:object w:dxaOrig="314" w:dyaOrig="320" w14:anchorId="383D20F9">
          <v:shape id="_x0000_i1212" type="#_x0000_t75" style="width:15.75pt;height:15.75pt" o:ole="">
            <v:imagedata r:id="rId370" o:title=""/>
          </v:shape>
          <o:OLEObject Type="Embed" ProgID="Equation.DSMT4" ShapeID="_x0000_i1212" DrawAspect="Content" ObjectID="_1647978105" r:id="rId371"/>
        </w:object>
      </w:r>
      <w:r w:rsidRPr="000E2BE1">
        <w:rPr>
          <w:rStyle w:val="topic-content"/>
          <w:rFonts w:ascii="Times New Roman" w:hAnsi="Times New Roman"/>
        </w:rPr>
        <w:t>，以化验次数的期望值为决策依据，试确定使得</w:t>
      </w:r>
      <w:r w:rsidRPr="000E2BE1">
        <w:rPr>
          <w:rStyle w:val="topic-content"/>
          <w:rFonts w:ascii="Times New Roman" w:hAnsi="Times New Roman"/>
        </w:rPr>
        <w:t>20</w:t>
      </w:r>
      <w:r w:rsidRPr="000E2BE1">
        <w:rPr>
          <w:rStyle w:val="topic-content"/>
          <w:rFonts w:ascii="Times New Roman" w:hAnsi="Times New Roman"/>
        </w:rPr>
        <w:t>人的</w:t>
      </w:r>
      <w:proofErr w:type="gramStart"/>
      <w:r w:rsidRPr="000E2BE1">
        <w:rPr>
          <w:rStyle w:val="topic-content"/>
          <w:rFonts w:ascii="Times New Roman" w:hAnsi="Times New Roman"/>
        </w:rPr>
        <w:t>化验总</w:t>
      </w:r>
      <w:proofErr w:type="gramEnd"/>
      <w:r w:rsidRPr="000E2BE1">
        <w:rPr>
          <w:rStyle w:val="topic-content"/>
          <w:rFonts w:ascii="Times New Roman" w:hAnsi="Times New Roman"/>
        </w:rPr>
        <w:t>次数最少的</w:t>
      </w:r>
      <w:r w:rsidRPr="000E2BE1">
        <w:rPr>
          <w:rFonts w:ascii="Times New Roman" w:hAnsi="Times New Roman"/>
          <w:position w:val="-6"/>
        </w:rPr>
        <w:object w:dxaOrig="195" w:dyaOrig="225" w14:anchorId="1C26CA13">
          <v:shape id="_x0000_i1213" type="#_x0000_t75" style="width:9.75pt;height:11.25pt" o:ole="">
            <v:imagedata r:id="rId360" o:title=""/>
          </v:shape>
          <o:OLEObject Type="Embed" ProgID="Equation.DSMT4" ShapeID="_x0000_i1213" DrawAspect="Content" ObjectID="_1647978106" r:id="rId372"/>
        </w:object>
      </w:r>
      <w:r w:rsidRPr="000E2BE1">
        <w:rPr>
          <w:rStyle w:val="topic-content"/>
          <w:rFonts w:ascii="Times New Roman" w:hAnsi="Times New Roman"/>
        </w:rPr>
        <w:t>的值．</w:t>
      </w:r>
    </w:p>
    <w:p w14:paraId="1BAB0AEE" w14:textId="2F446497" w:rsidR="000E2BE1" w:rsidRDefault="00CD6B1B" w:rsidP="000E2BE1">
      <w:pPr>
        <w:spacing w:line="360" w:lineRule="auto"/>
        <w:ind w:firstLineChars="200" w:firstLine="422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b/>
          <w:szCs w:val="21"/>
        </w:rPr>
        <w:t>参考数据</w:t>
      </w:r>
      <w:r w:rsidRPr="000E2BE1">
        <w:rPr>
          <w:rFonts w:ascii="Times New Roman" w:hAnsi="Times New Roman"/>
          <w:bCs/>
          <w:szCs w:val="21"/>
        </w:rPr>
        <w:t>：若</w:t>
      </w:r>
      <w:r w:rsidRPr="000E2BE1">
        <w:rPr>
          <w:rFonts w:ascii="Times New Roman" w:hAnsi="Times New Roman"/>
          <w:bCs/>
          <w:position w:val="-4"/>
          <w:szCs w:val="21"/>
        </w:rPr>
        <w:object w:dxaOrig="400" w:dyaOrig="240" w14:anchorId="1722F7AC">
          <v:shape id="_x0000_i1214" type="#_x0000_t75" style="width:20.25pt;height:12pt" o:ole="">
            <v:imagedata r:id="rId373" o:title=""/>
          </v:shape>
          <o:OLEObject Type="Embed" ProgID="Equation.3" ShapeID="_x0000_i1214" DrawAspect="Content" ObjectID="_1647978107" r:id="rId374"/>
        </w:object>
      </w:r>
      <w:r w:rsidRPr="000E2BE1">
        <w:rPr>
          <w:rFonts w:ascii="Times New Roman" w:hAnsi="Times New Roman"/>
          <w:bCs/>
          <w:position w:val="-10"/>
          <w:szCs w:val="21"/>
        </w:rPr>
        <w:object w:dxaOrig="900" w:dyaOrig="360" w14:anchorId="338440E0">
          <v:shape id="_x0000_i1215" type="#_x0000_t75" style="width:45pt;height:18pt" o:ole="">
            <v:imagedata r:id="rId375" o:title=""/>
          </v:shape>
          <o:OLEObject Type="Embed" ProgID="Equation.3" ShapeID="_x0000_i1215" DrawAspect="Content" ObjectID="_1647978108" r:id="rId376"/>
        </w:object>
      </w:r>
      <w:r w:rsidRPr="000E2BE1">
        <w:rPr>
          <w:rFonts w:ascii="Times New Roman" w:hAnsi="Times New Roman"/>
          <w:bCs/>
          <w:szCs w:val="21"/>
        </w:rPr>
        <w:t>，则</w:t>
      </w:r>
      <w:r w:rsidRPr="000E2BE1">
        <w:rPr>
          <w:rFonts w:ascii="Times New Roman" w:hAnsi="Times New Roman"/>
          <w:position w:val="-10"/>
          <w:szCs w:val="21"/>
        </w:rPr>
        <w:object w:dxaOrig="2780" w:dyaOrig="300" w14:anchorId="73B99E79">
          <v:shape id="_x0000_i1216" type="#_x0000_t75" style="width:138.75pt;height:15pt" o:ole="">
            <v:imagedata r:id="rId377" o:title=""/>
          </v:shape>
          <o:OLEObject Type="Embed" ProgID="Equation.DSMT4" ShapeID="_x0000_i1216" DrawAspect="Content" ObjectID="_1647978109" r:id="rId378"/>
        </w:object>
      </w:r>
      <w:r w:rsidRPr="000E2BE1">
        <w:rPr>
          <w:rFonts w:ascii="Times New Roman" w:hAnsi="Times New Roman"/>
          <w:szCs w:val="21"/>
        </w:rPr>
        <w:t>，</w:t>
      </w:r>
    </w:p>
    <w:p w14:paraId="231D1F3E" w14:textId="6DD3D13D" w:rsidR="000E2BE1" w:rsidRDefault="00CD6B1B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position w:val="-10"/>
          <w:szCs w:val="21"/>
        </w:rPr>
        <w:object w:dxaOrig="3006" w:dyaOrig="300" w14:anchorId="330184A4">
          <v:shape id="_x0000_i1217" type="#_x0000_t75" style="width:150pt;height:15pt" o:ole="">
            <v:imagedata r:id="rId379" o:title=""/>
          </v:shape>
          <o:OLEObject Type="Embed" ProgID="Equation.DSMT4" ShapeID="_x0000_i1217" DrawAspect="Content" ObjectID="_1647978110" r:id="rId380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10"/>
          <w:szCs w:val="21"/>
        </w:rPr>
        <w:object w:dxaOrig="2970" w:dyaOrig="300" w14:anchorId="5C4A44A5">
          <v:shape id="_x0000_i1218" type="#_x0000_t75" style="width:148.5pt;height:15pt" o:ole="">
            <v:imagedata r:id="rId381" o:title=""/>
          </v:shape>
          <o:OLEObject Type="Embed" ProgID="Equation.DSMT4" ShapeID="_x0000_i1218" DrawAspect="Content" ObjectID="_1647978111" r:id="rId382"/>
        </w:object>
      </w:r>
      <w:r w:rsidRPr="000E2BE1">
        <w:rPr>
          <w:rFonts w:ascii="Times New Roman" w:hAnsi="Times New Roman"/>
          <w:szCs w:val="21"/>
        </w:rPr>
        <w:t>，</w:t>
      </w:r>
    </w:p>
    <w:p w14:paraId="4C3D0692" w14:textId="0BCF19CA" w:rsidR="00CD6B1B" w:rsidRPr="000E2BE1" w:rsidRDefault="00CD6B1B" w:rsidP="000E2BE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position w:val="-6"/>
          <w:szCs w:val="21"/>
        </w:rPr>
        <w:object w:dxaOrig="1040" w:dyaOrig="300" w14:anchorId="28384935">
          <v:shape id="_x0000_i1219" type="#_x0000_t75" style="width:51.75pt;height:15pt" o:ole="">
            <v:imagedata r:id="rId383" o:title=""/>
          </v:shape>
          <o:OLEObject Type="Embed" ProgID="Equation.DSMT4" ShapeID="_x0000_i1219" DrawAspect="Content" ObjectID="_1647978112" r:id="rId384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6"/>
          <w:szCs w:val="21"/>
        </w:rPr>
        <w:object w:dxaOrig="1040" w:dyaOrig="320" w14:anchorId="125D32E0">
          <v:shape id="_x0000_i1220" type="#_x0000_t75" style="width:51.75pt;height:15.75pt" o:ole="">
            <v:imagedata r:id="rId385" o:title=""/>
          </v:shape>
          <o:OLEObject Type="Embed" ProgID="Equation.3" ShapeID="_x0000_i1220" DrawAspect="Content" ObjectID="_1647978113" r:id="rId386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position w:val="-6"/>
          <w:szCs w:val="21"/>
        </w:rPr>
        <w:object w:dxaOrig="1100" w:dyaOrig="320" w14:anchorId="1C756CD5">
          <v:shape id="_x0000_i1221" type="#_x0000_t75" style="width:54.75pt;height:15.75pt" o:ole="">
            <v:imagedata r:id="rId387" o:title=""/>
          </v:shape>
          <o:OLEObject Type="Embed" ProgID="Equation.3" ShapeID="_x0000_i1221" DrawAspect="Content" ObjectID="_1647978114" r:id="rId388"/>
        </w:object>
      </w:r>
      <w:r w:rsidRPr="000E2BE1">
        <w:rPr>
          <w:rFonts w:ascii="Times New Roman" w:hAnsi="Times New Roman"/>
          <w:szCs w:val="21"/>
        </w:rPr>
        <w:t>.</w:t>
      </w:r>
    </w:p>
    <w:p w14:paraId="34AE80F3" w14:textId="77777777" w:rsidR="001B59A9" w:rsidRPr="000E2BE1" w:rsidRDefault="001B59A9" w:rsidP="000E2BE1">
      <w:pPr>
        <w:spacing w:beforeLines="20" w:before="62" w:line="360" w:lineRule="auto"/>
        <w:jc w:val="left"/>
        <w:rPr>
          <w:rFonts w:ascii="Times New Roman" w:hAnsi="Times New Roman"/>
          <w:szCs w:val="21"/>
        </w:rPr>
      </w:pPr>
    </w:p>
    <w:p w14:paraId="1DC8436C" w14:textId="7964100D" w:rsidR="001B59A9" w:rsidRPr="000E67A9" w:rsidRDefault="001B59A9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0EC8C387" w14:textId="4701CECF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2B67C0F4" w14:textId="46621DBE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3D1BD857" w14:textId="70476508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7DFBE587" w14:textId="43A17589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2426EE99" w14:textId="049C37A8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780FD3DC" w14:textId="123FA918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2F46AF19" w14:textId="45B82075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43C20231" w14:textId="57F4152D" w:rsidR="000E2BE1" w:rsidRDefault="000E2BE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49DD45C6" w14:textId="77777777" w:rsidR="00D55E41" w:rsidRDefault="00D55E41" w:rsidP="000E2BE1">
      <w:pPr>
        <w:tabs>
          <w:tab w:val="left" w:pos="567"/>
          <w:tab w:val="left" w:pos="709"/>
        </w:tabs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</w:p>
    <w:p w14:paraId="26CF5955" w14:textId="3E66A62B" w:rsidR="001B59A9" w:rsidRPr="000E2BE1" w:rsidRDefault="00B35983" w:rsidP="000E2BE1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/>
          <w:kern w:val="0"/>
          <w:szCs w:val="21"/>
        </w:rPr>
      </w:pPr>
      <w:r w:rsidRPr="000E2BE1">
        <w:rPr>
          <w:rFonts w:ascii="Times New Roman" w:eastAsia="黑体" w:hAnsi="Times New Roman"/>
          <w:kern w:val="0"/>
          <w:szCs w:val="21"/>
        </w:rPr>
        <w:lastRenderedPageBreak/>
        <w:t>（二）选考题：共</w:t>
      </w:r>
      <w:r w:rsidRPr="000E2BE1">
        <w:rPr>
          <w:rFonts w:ascii="Times New Roman" w:eastAsia="黑体" w:hAnsi="Times New Roman"/>
          <w:kern w:val="0"/>
          <w:szCs w:val="21"/>
        </w:rPr>
        <w:t xml:space="preserve"> 10 </w:t>
      </w:r>
      <w:r w:rsidRPr="000E2BE1">
        <w:rPr>
          <w:rFonts w:ascii="Times New Roman" w:eastAsia="黑体" w:hAnsi="Times New Roman"/>
          <w:kern w:val="0"/>
          <w:szCs w:val="21"/>
        </w:rPr>
        <w:t>分</w:t>
      </w:r>
      <w:r w:rsidRPr="000E2BE1">
        <w:rPr>
          <w:rFonts w:ascii="Times New Roman" w:eastAsia="黑体" w:hAnsi="Times New Roman"/>
          <w:kern w:val="0"/>
        </w:rPr>
        <w:t>．</w:t>
      </w:r>
      <w:r w:rsidRPr="000E2BE1">
        <w:rPr>
          <w:rFonts w:ascii="Times New Roman" w:eastAsia="黑体" w:hAnsi="Times New Roman"/>
          <w:kern w:val="0"/>
          <w:szCs w:val="21"/>
        </w:rPr>
        <w:t>请考生在第</w:t>
      </w:r>
      <w:r w:rsidRPr="000E2BE1">
        <w:rPr>
          <w:rFonts w:ascii="Times New Roman" w:eastAsia="黑体" w:hAnsi="Times New Roman"/>
          <w:kern w:val="0"/>
          <w:szCs w:val="21"/>
        </w:rPr>
        <w:t>22</w:t>
      </w:r>
      <w:r w:rsidRPr="000E2BE1">
        <w:rPr>
          <w:rFonts w:ascii="Times New Roman" w:eastAsia="黑体" w:hAnsi="Times New Roman"/>
          <w:kern w:val="0"/>
          <w:szCs w:val="21"/>
        </w:rPr>
        <w:t>、</w:t>
      </w:r>
      <w:r w:rsidRPr="000E2BE1">
        <w:rPr>
          <w:rFonts w:ascii="Times New Roman" w:eastAsia="黑体" w:hAnsi="Times New Roman"/>
          <w:kern w:val="0"/>
          <w:szCs w:val="21"/>
        </w:rPr>
        <w:t>23</w:t>
      </w:r>
      <w:proofErr w:type="gramStart"/>
      <w:r w:rsidRPr="000E2BE1">
        <w:rPr>
          <w:rFonts w:ascii="Times New Roman" w:eastAsia="黑体" w:hAnsi="Times New Roman"/>
          <w:kern w:val="0"/>
          <w:szCs w:val="21"/>
        </w:rPr>
        <w:t>两</w:t>
      </w:r>
      <w:proofErr w:type="gramEnd"/>
      <w:r w:rsidRPr="000E2BE1">
        <w:rPr>
          <w:rFonts w:ascii="Times New Roman" w:eastAsia="黑体" w:hAnsi="Times New Roman"/>
          <w:kern w:val="0"/>
          <w:szCs w:val="21"/>
        </w:rPr>
        <w:t>题中任选一题作答．注意：只能做所选定的题目．如果多做，则按所做的第一题计分．</w:t>
      </w:r>
    </w:p>
    <w:p w14:paraId="416F6CE3" w14:textId="77777777" w:rsidR="00D85699" w:rsidRPr="000E2BE1" w:rsidRDefault="00D85699" w:rsidP="000E2BE1">
      <w:pPr>
        <w:spacing w:line="360" w:lineRule="auto"/>
        <w:textAlignment w:val="center"/>
        <w:rPr>
          <w:rFonts w:ascii="Times New Roman" w:hAnsi="Times New Roman"/>
          <w:color w:val="000000" w:themeColor="text1"/>
          <w:kern w:val="0"/>
        </w:rPr>
      </w:pPr>
      <w:r w:rsidRPr="000E2BE1">
        <w:rPr>
          <w:rFonts w:ascii="Times New Roman" w:hAnsi="Times New Roman"/>
          <w:color w:val="000000" w:themeColor="text1"/>
          <w:kern w:val="0"/>
        </w:rPr>
        <w:t>22</w:t>
      </w:r>
      <w:r w:rsidRPr="000E2BE1">
        <w:rPr>
          <w:rFonts w:ascii="Times New Roman" w:hAnsi="Times New Roman"/>
          <w:color w:val="000000" w:themeColor="text1"/>
          <w:kern w:val="0"/>
        </w:rPr>
        <w:t>．（本小题满分</w:t>
      </w:r>
      <w:r w:rsidRPr="000E2BE1">
        <w:rPr>
          <w:rFonts w:ascii="Times New Roman" w:hAnsi="Times New Roman"/>
          <w:color w:val="000000" w:themeColor="text1"/>
          <w:kern w:val="0"/>
        </w:rPr>
        <w:t>10</w:t>
      </w:r>
      <w:r w:rsidRPr="000E2BE1">
        <w:rPr>
          <w:rFonts w:ascii="Times New Roman" w:hAnsi="Times New Roman"/>
          <w:color w:val="000000" w:themeColor="text1"/>
          <w:kern w:val="0"/>
        </w:rPr>
        <w:t>分）选修</w:t>
      </w:r>
      <w:r w:rsidRPr="000E2BE1">
        <w:rPr>
          <w:rFonts w:ascii="Times New Roman" w:hAnsi="Times New Roman"/>
          <w:color w:val="000000" w:themeColor="text1"/>
          <w:kern w:val="0"/>
        </w:rPr>
        <w:t>4</w:t>
      </w:r>
      <w:r w:rsidRPr="000E2BE1">
        <w:rPr>
          <w:rFonts w:ascii="Times New Roman" w:hAnsi="Times New Roman"/>
          <w:color w:val="000000" w:themeColor="text1"/>
          <w:kern w:val="0"/>
        </w:rPr>
        <w:t>－</w:t>
      </w:r>
      <w:r w:rsidRPr="000E2BE1">
        <w:rPr>
          <w:rFonts w:ascii="Times New Roman" w:hAnsi="Times New Roman"/>
          <w:color w:val="000000" w:themeColor="text1"/>
          <w:kern w:val="0"/>
        </w:rPr>
        <w:t>4</w:t>
      </w:r>
      <w:r w:rsidRPr="000E2BE1">
        <w:rPr>
          <w:rFonts w:ascii="Times New Roman" w:hAnsi="Times New Roman"/>
          <w:color w:val="000000" w:themeColor="text1"/>
          <w:kern w:val="0"/>
        </w:rPr>
        <w:t>：坐标系与参数方程</w:t>
      </w:r>
    </w:p>
    <w:p w14:paraId="302718B7" w14:textId="46E50EB9" w:rsidR="00CD6B1B" w:rsidRPr="000E2BE1" w:rsidRDefault="00CD6B1B" w:rsidP="000E2BE1">
      <w:pPr>
        <w:spacing w:line="360" w:lineRule="auto"/>
        <w:ind w:firstLineChars="200" w:firstLine="420"/>
        <w:textAlignment w:val="center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在平面直角坐标系</w:t>
      </w:r>
      <w:r w:rsidRPr="000E2BE1">
        <w:rPr>
          <w:rFonts w:ascii="Times New Roman" w:hAnsi="Times New Roman"/>
          <w:szCs w:val="21"/>
        </w:rPr>
        <w:object w:dxaOrig="440" w:dyaOrig="280" w14:anchorId="4AF76F3D">
          <v:shape id="_x0000_i1222" type="#_x0000_t75" style="width:21.75pt;height:14.25pt" o:ole="">
            <v:imagedata r:id="rId389" o:title=""/>
          </v:shape>
          <o:OLEObject Type="Embed" ProgID="Equation.DSMT4" ShapeID="_x0000_i1222" DrawAspect="Content" ObjectID="_1647978115" r:id="rId390"/>
        </w:object>
      </w:r>
      <w:r w:rsidRPr="000E2BE1">
        <w:rPr>
          <w:rFonts w:ascii="Times New Roman" w:hAnsi="Times New Roman"/>
          <w:szCs w:val="21"/>
        </w:rPr>
        <w:t>中，直线</w:t>
      </w:r>
      <w:r w:rsidRPr="000E2BE1">
        <w:rPr>
          <w:rFonts w:ascii="Times New Roman" w:hAnsi="Times New Roman"/>
          <w:szCs w:val="21"/>
        </w:rPr>
        <w:object w:dxaOrig="180" w:dyaOrig="360" w14:anchorId="11735C04">
          <v:shape id="_x0000_i1223" type="#_x0000_t75" style="width:9pt;height:18.75pt" o:ole="">
            <v:imagedata r:id="rId391" o:title=""/>
          </v:shape>
          <o:OLEObject Type="Embed" ProgID="Equation.DSMT4" ShapeID="_x0000_i1223" DrawAspect="Content" ObjectID="_1647978116" r:id="rId392"/>
        </w:object>
      </w:r>
      <w:r w:rsidRPr="000E2BE1">
        <w:rPr>
          <w:rFonts w:ascii="Times New Roman" w:hAnsi="Times New Roman"/>
          <w:szCs w:val="21"/>
        </w:rPr>
        <w:t>：</w:t>
      </w:r>
      <w:r w:rsidRPr="000E2BE1">
        <w:rPr>
          <w:rFonts w:ascii="Times New Roman" w:hAnsi="Times New Roman"/>
          <w:szCs w:val="21"/>
        </w:rPr>
        <w:object w:dxaOrig="1120" w:dyaOrig="680" w14:anchorId="119DCBAA">
          <v:shape id="_x0000_i1224" type="#_x0000_t75" style="width:56.25pt;height:33.75pt" o:ole="">
            <v:imagedata r:id="rId393" o:title=""/>
          </v:shape>
          <o:OLEObject Type="Embed" ProgID="Equation.DSMT4" ShapeID="_x0000_i1224" DrawAspect="Content" ObjectID="_1647978117" r:id="rId394"/>
        </w:object>
      </w: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object w:dxaOrig="130" w:dyaOrig="240" w14:anchorId="6D9AF3CD">
          <v:shape id="_x0000_i1225" type="#_x0000_t75" style="width:6.75pt;height:12pt" o:ole="">
            <v:imagedata r:id="rId395" o:title=""/>
          </v:shape>
          <o:OLEObject Type="Embed" ProgID="Equation.DSMT4" ShapeID="_x0000_i1225" DrawAspect="Content" ObjectID="_1647978118" r:id="rId396"/>
        </w:object>
      </w:r>
      <w:r w:rsidRPr="000E2BE1">
        <w:rPr>
          <w:rFonts w:ascii="Times New Roman" w:hAnsi="Times New Roman"/>
          <w:szCs w:val="21"/>
        </w:rPr>
        <w:t>为参数，</w:t>
      </w:r>
      <w:r w:rsidR="00D55E41" w:rsidRPr="000E2BE1">
        <w:rPr>
          <w:rFonts w:ascii="Times New Roman" w:hAnsi="Times New Roman"/>
          <w:szCs w:val="21"/>
        </w:rPr>
        <w:object w:dxaOrig="900" w:dyaOrig="580" w14:anchorId="6C87DE68">
          <v:shape id="_x0000_i1226" type="#_x0000_t75" style="width:45pt;height:29.25pt" o:ole="">
            <v:imagedata r:id="rId397" o:title=""/>
          </v:shape>
          <o:OLEObject Type="Embed" ProgID="Equation.DSMT4" ShapeID="_x0000_i1226" DrawAspect="Content" ObjectID="_1647978119" r:id="rId398"/>
        </w:object>
      </w:r>
      <w:r w:rsidRPr="000E2BE1">
        <w:rPr>
          <w:rFonts w:ascii="Times New Roman" w:hAnsi="Times New Roman"/>
          <w:szCs w:val="21"/>
        </w:rPr>
        <w:t>），曲线</w:t>
      </w:r>
      <w:r w:rsidRPr="000E2BE1">
        <w:rPr>
          <w:rFonts w:ascii="Times New Roman" w:hAnsi="Times New Roman"/>
          <w:szCs w:val="21"/>
        </w:rPr>
        <w:object w:dxaOrig="270" w:dyaOrig="310" w14:anchorId="336C1B04">
          <v:shape id="_x0000_i1227" type="#_x0000_t75" style="width:13.5pt;height:15.75pt" o:ole="">
            <v:imagedata r:id="rId399" o:title=""/>
          </v:shape>
          <o:OLEObject Type="Embed" ProgID="Equation.DSMT4" ShapeID="_x0000_i1227" DrawAspect="Content" ObjectID="_1647978120" r:id="rId400"/>
        </w:object>
      </w:r>
      <w:r w:rsidRPr="000E2BE1">
        <w:rPr>
          <w:rFonts w:ascii="Times New Roman" w:hAnsi="Times New Roman"/>
          <w:szCs w:val="21"/>
        </w:rPr>
        <w:t>：</w:t>
      </w:r>
      <w:r w:rsidRPr="000E2BE1">
        <w:rPr>
          <w:rFonts w:ascii="Times New Roman" w:hAnsi="Times New Roman"/>
          <w:szCs w:val="21"/>
        </w:rPr>
        <w:object w:dxaOrig="1359" w:dyaOrig="680" w14:anchorId="55553D32">
          <v:shape id="_x0000_i1228" type="#_x0000_t75" style="width:68.25pt;height:33.75pt" o:ole="">
            <v:imagedata r:id="rId401" o:title=""/>
          </v:shape>
          <o:OLEObject Type="Embed" ProgID="Equation.DSMT4" ShapeID="_x0000_i1228" DrawAspect="Content" ObjectID="_1647978121" r:id="rId402"/>
        </w:object>
      </w: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object w:dxaOrig="240" w:dyaOrig="313" w14:anchorId="421991B6">
          <v:shape id="_x0000_i1229" type="#_x0000_t75" style="width:12pt;height:15.75pt" o:ole="">
            <v:imagedata r:id="rId403" o:title=""/>
          </v:shape>
          <o:OLEObject Type="Embed" ProgID="Equation.DSMT4" ShapeID="_x0000_i1229" DrawAspect="Content" ObjectID="_1647978122" r:id="rId404"/>
        </w:object>
      </w:r>
      <w:r w:rsidRPr="000E2BE1">
        <w:rPr>
          <w:rFonts w:ascii="Times New Roman" w:hAnsi="Times New Roman"/>
          <w:szCs w:val="21"/>
        </w:rPr>
        <w:t>为参数），</w:t>
      </w:r>
      <w:r w:rsidRPr="000E2BE1">
        <w:rPr>
          <w:rFonts w:ascii="Times New Roman" w:hAnsi="Times New Roman"/>
          <w:szCs w:val="21"/>
        </w:rPr>
        <w:object w:dxaOrig="180" w:dyaOrig="360" w14:anchorId="69F7D831">
          <v:shape id="_x0000_i1230" type="#_x0000_t75" style="width:9pt;height:18.75pt" o:ole="">
            <v:imagedata r:id="rId391" o:title=""/>
          </v:shape>
          <o:OLEObject Type="Embed" ProgID="Equation.DSMT4" ShapeID="_x0000_i1230" DrawAspect="Content" ObjectID="_1647978123" r:id="rId405"/>
        </w:object>
      </w:r>
      <w:r w:rsidRPr="000E2BE1">
        <w:rPr>
          <w:rFonts w:ascii="Times New Roman" w:hAnsi="Times New Roman"/>
          <w:szCs w:val="21"/>
        </w:rPr>
        <w:t>与</w:t>
      </w:r>
      <w:r w:rsidRPr="000E2BE1">
        <w:rPr>
          <w:rFonts w:ascii="Times New Roman" w:hAnsi="Times New Roman"/>
          <w:szCs w:val="21"/>
        </w:rPr>
        <w:object w:dxaOrig="270" w:dyaOrig="310" w14:anchorId="642DD146">
          <v:shape id="_x0000_i1231" type="#_x0000_t75" style="width:13.5pt;height:15.75pt" o:ole="">
            <v:imagedata r:id="rId399" o:title=""/>
          </v:shape>
          <o:OLEObject Type="Embed" ProgID="Equation.DSMT4" ShapeID="_x0000_i1231" DrawAspect="Content" ObjectID="_1647978124" r:id="rId406"/>
        </w:object>
      </w:r>
      <w:r w:rsidRPr="000E2BE1">
        <w:rPr>
          <w:rFonts w:ascii="Times New Roman" w:hAnsi="Times New Roman"/>
          <w:szCs w:val="21"/>
        </w:rPr>
        <w:t>相切于点</w:t>
      </w:r>
      <w:r w:rsidRPr="000E2BE1">
        <w:rPr>
          <w:rFonts w:ascii="Times New Roman" w:hAnsi="Times New Roman"/>
          <w:szCs w:val="21"/>
        </w:rPr>
        <w:object w:dxaOrig="230" w:dyaOrig="240" w14:anchorId="4CC265D6">
          <v:shape id="_x0000_i1232" type="#_x0000_t75" style="width:11.25pt;height:12pt" o:ole="">
            <v:imagedata r:id="rId407" o:title=""/>
          </v:shape>
          <o:OLEObject Type="Embed" ProgID="Equation.DSMT4" ShapeID="_x0000_i1232" DrawAspect="Content" ObjectID="_1647978125" r:id="rId408"/>
        </w:object>
      </w:r>
      <w:r w:rsidRPr="000E2BE1">
        <w:rPr>
          <w:rFonts w:ascii="Times New Roman" w:hAnsi="Times New Roman"/>
          <w:szCs w:val="21"/>
        </w:rPr>
        <w:t>，以坐标原点为极点，</w:t>
      </w:r>
      <w:r w:rsidRPr="000E2BE1">
        <w:rPr>
          <w:rFonts w:ascii="Times New Roman" w:hAnsi="Times New Roman"/>
          <w:szCs w:val="21"/>
        </w:rPr>
        <w:object w:dxaOrig="180" w:dyaOrig="200" w14:anchorId="58C9A2CD">
          <v:shape id="_x0000_i1233" type="#_x0000_t75" style="width:9pt;height:9.75pt" o:ole="">
            <v:imagedata r:id="rId409" o:title=""/>
          </v:shape>
          <o:OLEObject Type="Embed" ProgID="Equation.DSMT4" ShapeID="_x0000_i1233" DrawAspect="Content" ObjectID="_1647978126" r:id="rId410"/>
        </w:object>
      </w:r>
      <w:r w:rsidRPr="000E2BE1">
        <w:rPr>
          <w:rFonts w:ascii="Times New Roman" w:hAnsi="Times New Roman"/>
          <w:szCs w:val="21"/>
        </w:rPr>
        <w:t>轴的非负半轴为极轴建立极坐标系</w:t>
      </w:r>
      <w:r w:rsidRPr="000E2BE1">
        <w:rPr>
          <w:rFonts w:ascii="Times New Roman" w:hAnsi="Times New Roman"/>
          <w:szCs w:val="21"/>
        </w:rPr>
        <w:t>.</w:t>
      </w:r>
    </w:p>
    <w:p w14:paraId="66EBE4EB" w14:textId="77777777" w:rsidR="00CD6B1B" w:rsidRPr="000E2BE1" w:rsidRDefault="00CD6B1B" w:rsidP="000E2BE1">
      <w:pPr>
        <w:spacing w:line="360" w:lineRule="auto"/>
        <w:ind w:firstLine="420"/>
        <w:textAlignment w:val="center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1</w:t>
      </w:r>
      <w:r w:rsidRPr="000E2BE1">
        <w:rPr>
          <w:rFonts w:ascii="Times New Roman" w:hAnsi="Times New Roman"/>
          <w:szCs w:val="21"/>
        </w:rPr>
        <w:t>）求</w:t>
      </w:r>
      <w:r w:rsidRPr="000E2BE1">
        <w:rPr>
          <w:rFonts w:ascii="Times New Roman" w:hAnsi="Times New Roman"/>
          <w:szCs w:val="21"/>
        </w:rPr>
        <w:object w:dxaOrig="270" w:dyaOrig="310" w14:anchorId="4A776711">
          <v:shape id="_x0000_i1234" type="#_x0000_t75" style="width:13.5pt;height:15.75pt" o:ole="">
            <v:imagedata r:id="rId399" o:title=""/>
          </v:shape>
          <o:OLEObject Type="Embed" ProgID="Equation.DSMT4" ShapeID="_x0000_i1234" DrawAspect="Content" ObjectID="_1647978127" r:id="rId411"/>
        </w:object>
      </w:r>
      <w:r w:rsidRPr="000E2BE1">
        <w:rPr>
          <w:rFonts w:ascii="Times New Roman" w:hAnsi="Times New Roman"/>
          <w:szCs w:val="21"/>
        </w:rPr>
        <w:t>的极坐标方程及点</w:t>
      </w:r>
      <w:r w:rsidRPr="000E2BE1">
        <w:rPr>
          <w:rFonts w:ascii="Times New Roman" w:hAnsi="Times New Roman"/>
          <w:szCs w:val="21"/>
        </w:rPr>
        <w:object w:dxaOrig="230" w:dyaOrig="240" w14:anchorId="61B9D3C9">
          <v:shape id="_x0000_i1235" type="#_x0000_t75" style="width:11.25pt;height:12pt" o:ole="">
            <v:imagedata r:id="rId412" o:title=""/>
          </v:shape>
          <o:OLEObject Type="Embed" ProgID="Equation.DSMT4" ShapeID="_x0000_i1235" DrawAspect="Content" ObjectID="_1647978128" r:id="rId413"/>
        </w:object>
      </w:r>
      <w:r w:rsidRPr="000E2BE1">
        <w:rPr>
          <w:rFonts w:ascii="Times New Roman" w:hAnsi="Times New Roman"/>
          <w:szCs w:val="21"/>
        </w:rPr>
        <w:t>的极坐标；</w:t>
      </w:r>
    </w:p>
    <w:p w14:paraId="02B9ED4E" w14:textId="77777777" w:rsidR="00CD6B1B" w:rsidRPr="000E2BE1" w:rsidRDefault="00CD6B1B" w:rsidP="000E2BE1">
      <w:pPr>
        <w:spacing w:line="360" w:lineRule="auto"/>
        <w:ind w:firstLine="420"/>
        <w:jc w:val="left"/>
        <w:textAlignment w:val="center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2</w:t>
      </w:r>
      <w:r w:rsidRPr="000E2BE1">
        <w:rPr>
          <w:rFonts w:ascii="Times New Roman" w:hAnsi="Times New Roman"/>
          <w:szCs w:val="21"/>
        </w:rPr>
        <w:t>）已知直线</w:t>
      </w:r>
      <w:r w:rsidRPr="000E2BE1">
        <w:rPr>
          <w:rFonts w:ascii="Times New Roman" w:hAnsi="Times New Roman"/>
          <w:szCs w:val="21"/>
        </w:rPr>
        <w:object w:dxaOrig="200" w:dyaOrig="360" w14:anchorId="30FEB357">
          <v:shape id="_x0000_i1236" type="#_x0000_t75" style="width:9.75pt;height:18.75pt" o:ole="">
            <v:imagedata r:id="rId414" o:title=""/>
          </v:shape>
          <o:OLEObject Type="Embed" ProgID="Equation.DSMT4" ShapeID="_x0000_i1236" DrawAspect="Content" ObjectID="_1647978129" r:id="rId415"/>
        </w:object>
      </w:r>
      <w:r w:rsidRPr="000E2BE1">
        <w:rPr>
          <w:rFonts w:ascii="Times New Roman" w:hAnsi="Times New Roman"/>
          <w:szCs w:val="21"/>
        </w:rPr>
        <w:t>：</w:t>
      </w:r>
      <w:r w:rsidRPr="000E2BE1">
        <w:rPr>
          <w:rFonts w:ascii="Times New Roman" w:hAnsi="Times New Roman"/>
          <w:szCs w:val="21"/>
        </w:rPr>
        <w:object w:dxaOrig="1192" w:dyaOrig="580" w14:anchorId="3632EAF8">
          <v:shape id="_x0000_i1237" type="#_x0000_t75" style="width:59.25pt;height:29.25pt" o:ole="">
            <v:imagedata r:id="rId416" o:title=""/>
          </v:shape>
          <o:OLEObject Type="Embed" ProgID="Equation.DSMT4" ShapeID="_x0000_i1237" DrawAspect="Content" ObjectID="_1647978130" r:id="rId417"/>
        </w:object>
      </w:r>
      <w:r w:rsidRPr="000E2BE1">
        <w:rPr>
          <w:rFonts w:ascii="Times New Roman" w:hAnsi="Times New Roman"/>
          <w:szCs w:val="21"/>
        </w:rPr>
        <w:t>与圆</w:t>
      </w:r>
      <w:r w:rsidRPr="000E2BE1">
        <w:rPr>
          <w:rFonts w:ascii="Times New Roman" w:hAnsi="Times New Roman"/>
          <w:szCs w:val="21"/>
        </w:rPr>
        <w:object w:dxaOrig="290" w:dyaOrig="310" w14:anchorId="5A6D082E">
          <v:shape id="_x0000_i1238" type="#_x0000_t75" style="width:14.25pt;height:15.75pt" o:ole="">
            <v:imagedata r:id="rId418" o:title=""/>
          </v:shape>
          <o:OLEObject Type="Embed" ProgID="Equation.DSMT4" ShapeID="_x0000_i1238" DrawAspect="Content" ObjectID="_1647978131" r:id="rId419"/>
        </w:object>
      </w:r>
      <w:r w:rsidRPr="000E2BE1">
        <w:rPr>
          <w:rFonts w:ascii="Times New Roman" w:hAnsi="Times New Roman"/>
          <w:szCs w:val="21"/>
        </w:rPr>
        <w:t>：</w:t>
      </w:r>
      <w:r w:rsidRPr="000E2BE1">
        <w:rPr>
          <w:rFonts w:ascii="Times New Roman" w:hAnsi="Times New Roman"/>
          <w:szCs w:val="21"/>
        </w:rPr>
        <w:object w:dxaOrig="2151" w:dyaOrig="360" w14:anchorId="23DFAF9E">
          <v:shape id="_x0000_i1239" type="#_x0000_t75" style="width:107.25pt;height:18.75pt" o:ole="">
            <v:imagedata r:id="rId420" o:title=""/>
          </v:shape>
          <o:OLEObject Type="Embed" ProgID="Equation.DSMT4" ShapeID="_x0000_i1239" DrawAspect="Content" ObjectID="_1647978132" r:id="rId421"/>
        </w:object>
      </w:r>
      <w:r w:rsidRPr="000E2BE1">
        <w:rPr>
          <w:rFonts w:ascii="Times New Roman" w:hAnsi="Times New Roman"/>
          <w:szCs w:val="21"/>
        </w:rPr>
        <w:t>交于</w:t>
      </w:r>
      <w:r w:rsidRPr="000E2BE1">
        <w:rPr>
          <w:rFonts w:ascii="Times New Roman" w:hAnsi="Times New Roman"/>
          <w:szCs w:val="21"/>
        </w:rPr>
        <w:object w:dxaOrig="230" w:dyaOrig="240" w14:anchorId="5761113F">
          <v:shape id="_x0000_i1240" type="#_x0000_t75" style="width:11.25pt;height:12pt" o:ole="">
            <v:imagedata r:id="rId422" o:title=""/>
          </v:shape>
          <o:OLEObject Type="Embed" ProgID="Equation.DSMT4" ShapeID="_x0000_i1240" DrawAspect="Content" ObjectID="_1647978133" r:id="rId423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Times New Roman" w:hAnsi="Times New Roman"/>
          <w:szCs w:val="21"/>
        </w:rPr>
        <w:object w:dxaOrig="240" w:dyaOrig="260" w14:anchorId="41DF775A">
          <v:shape id="_x0000_i1241" type="#_x0000_t75" style="width:12pt;height:12.75pt" o:ole="">
            <v:imagedata r:id="rId424" o:title=""/>
          </v:shape>
          <o:OLEObject Type="Embed" ProgID="Equation.DSMT4" ShapeID="_x0000_i1241" DrawAspect="Content" ObjectID="_1647978134" r:id="rId425"/>
        </w:object>
      </w:r>
      <w:r w:rsidRPr="000E2BE1">
        <w:rPr>
          <w:rFonts w:ascii="Times New Roman" w:hAnsi="Times New Roman"/>
          <w:szCs w:val="21"/>
        </w:rPr>
        <w:t>两点，记</w:t>
      </w:r>
      <w:r w:rsidRPr="000E2BE1">
        <w:rPr>
          <w:rFonts w:ascii="宋体" w:hAnsi="宋体" w:cs="宋体" w:hint="eastAsia"/>
          <w:szCs w:val="21"/>
        </w:rPr>
        <w:t>△</w:t>
      </w:r>
      <w:r w:rsidRPr="000E2BE1">
        <w:rPr>
          <w:rFonts w:ascii="Times New Roman" w:hAnsi="Times New Roman"/>
          <w:szCs w:val="21"/>
        </w:rPr>
        <w:object w:dxaOrig="540" w:dyaOrig="260" w14:anchorId="34F28CE4">
          <v:shape id="_x0000_i1242" type="#_x0000_t75" style="width:27pt;height:12.75pt" o:ole="">
            <v:imagedata r:id="rId426" o:title=""/>
          </v:shape>
          <o:OLEObject Type="Embed" ProgID="Equation.DSMT4" ShapeID="_x0000_i1242" DrawAspect="Content" ObjectID="_1647978135" r:id="rId427"/>
        </w:object>
      </w:r>
      <w:r w:rsidRPr="000E2BE1">
        <w:rPr>
          <w:rFonts w:ascii="Times New Roman" w:hAnsi="Times New Roman"/>
          <w:szCs w:val="21"/>
        </w:rPr>
        <w:t>的面积为</w:t>
      </w:r>
      <w:r w:rsidRPr="000E2BE1">
        <w:rPr>
          <w:rFonts w:ascii="Times New Roman" w:hAnsi="Times New Roman"/>
          <w:szCs w:val="21"/>
        </w:rPr>
        <w:object w:dxaOrig="260" w:dyaOrig="310" w14:anchorId="5813CE75">
          <v:shape id="_x0000_i1243" type="#_x0000_t75" style="width:12.75pt;height:15.75pt" o:ole="">
            <v:imagedata r:id="rId428" o:title=""/>
          </v:shape>
          <o:OLEObject Type="Embed" ProgID="Equation.DSMT4" ShapeID="_x0000_i1243" DrawAspect="Content" ObjectID="_1647978136" r:id="rId429"/>
        </w:object>
      </w:r>
      <w:r w:rsidRPr="000E2BE1">
        <w:rPr>
          <w:rFonts w:ascii="Times New Roman" w:hAnsi="Times New Roman"/>
          <w:szCs w:val="21"/>
        </w:rPr>
        <w:t>，</w:t>
      </w:r>
      <w:r w:rsidRPr="000E2BE1">
        <w:rPr>
          <w:rFonts w:ascii="宋体" w:hAnsi="宋体" w:cs="宋体" w:hint="eastAsia"/>
          <w:szCs w:val="21"/>
        </w:rPr>
        <w:t>△</w:t>
      </w:r>
      <w:r w:rsidRPr="000E2BE1">
        <w:rPr>
          <w:rFonts w:ascii="Times New Roman" w:hAnsi="Times New Roman"/>
          <w:szCs w:val="21"/>
        </w:rPr>
        <w:object w:dxaOrig="630" w:dyaOrig="310" w14:anchorId="0AE45139">
          <v:shape id="_x0000_i1244" type="#_x0000_t75" style="width:31.5pt;height:15.75pt" o:ole="">
            <v:imagedata r:id="rId430" o:title=""/>
          </v:shape>
          <o:OLEObject Type="Embed" ProgID="Equation.DSMT4" ShapeID="_x0000_i1244" DrawAspect="Content" ObjectID="_1647978137" r:id="rId431"/>
        </w:object>
      </w:r>
      <w:r w:rsidRPr="000E2BE1">
        <w:rPr>
          <w:rFonts w:ascii="Times New Roman" w:hAnsi="Times New Roman"/>
          <w:szCs w:val="21"/>
        </w:rPr>
        <w:t>的面积为</w:t>
      </w:r>
      <w:r w:rsidRPr="000E2BE1">
        <w:rPr>
          <w:rFonts w:ascii="Times New Roman" w:hAnsi="Times New Roman"/>
          <w:szCs w:val="21"/>
        </w:rPr>
        <w:object w:dxaOrig="270" w:dyaOrig="310" w14:anchorId="740CAEB4">
          <v:shape id="_x0000_i1245" type="#_x0000_t75" style="width:13.5pt;height:15.75pt" o:ole="">
            <v:imagedata r:id="rId432" o:title=""/>
          </v:shape>
          <o:OLEObject Type="Embed" ProgID="Equation.DSMT4" ShapeID="_x0000_i1245" DrawAspect="Content" ObjectID="_1647978138" r:id="rId433"/>
        </w:object>
      </w:r>
      <w:r w:rsidRPr="000E2BE1">
        <w:rPr>
          <w:rFonts w:ascii="Times New Roman" w:hAnsi="Times New Roman"/>
          <w:szCs w:val="21"/>
        </w:rPr>
        <w:t>，求</w:t>
      </w:r>
      <w:r w:rsidRPr="000E2BE1">
        <w:rPr>
          <w:rFonts w:ascii="Times New Roman" w:hAnsi="Times New Roman"/>
          <w:szCs w:val="21"/>
        </w:rPr>
        <w:object w:dxaOrig="810" w:dyaOrig="630" w14:anchorId="259715AB">
          <v:shape id="_x0000_i1246" type="#_x0000_t75" style="width:40.5pt;height:31.5pt" o:ole="">
            <v:imagedata r:id="rId434" o:title=""/>
          </v:shape>
          <o:OLEObject Type="Embed" ProgID="Equation.DSMT4" ShapeID="_x0000_i1246" DrawAspect="Content" ObjectID="_1647978139" r:id="rId435"/>
        </w:object>
      </w:r>
      <w:r w:rsidRPr="000E2BE1">
        <w:rPr>
          <w:rFonts w:ascii="Times New Roman" w:hAnsi="Times New Roman"/>
          <w:szCs w:val="21"/>
        </w:rPr>
        <w:t>的值</w:t>
      </w:r>
      <w:r w:rsidRPr="000E2BE1">
        <w:rPr>
          <w:rFonts w:ascii="Times New Roman" w:hAnsi="Times New Roman"/>
          <w:szCs w:val="21"/>
        </w:rPr>
        <w:t>.</w:t>
      </w:r>
    </w:p>
    <w:p w14:paraId="7291E093" w14:textId="77777777" w:rsidR="00D85699" w:rsidRPr="000E2BE1" w:rsidRDefault="00D85699" w:rsidP="000E2BE1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  <w:kern w:val="0"/>
        </w:rPr>
      </w:pPr>
    </w:p>
    <w:p w14:paraId="61616C1A" w14:textId="75742CDA" w:rsidR="00D85699" w:rsidRDefault="00D85699" w:rsidP="000E2BE1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  <w:kern w:val="0"/>
        </w:rPr>
      </w:pPr>
    </w:p>
    <w:p w14:paraId="04E9920C" w14:textId="0F948ABD" w:rsidR="000E2BE1" w:rsidRDefault="000E2BE1" w:rsidP="000E2BE1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  <w:kern w:val="0"/>
        </w:rPr>
      </w:pPr>
    </w:p>
    <w:p w14:paraId="509B26DD" w14:textId="6B2EBA95" w:rsidR="000E2BE1" w:rsidRDefault="000E2BE1" w:rsidP="000E2BE1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  <w:kern w:val="0"/>
        </w:rPr>
      </w:pPr>
    </w:p>
    <w:p w14:paraId="7AB8DF36" w14:textId="77777777" w:rsidR="000E2BE1" w:rsidRPr="000E2BE1" w:rsidRDefault="000E2BE1" w:rsidP="000E2BE1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  <w:kern w:val="0"/>
        </w:rPr>
      </w:pPr>
    </w:p>
    <w:p w14:paraId="717D0639" w14:textId="77777777" w:rsidR="00D85699" w:rsidRPr="000E2BE1" w:rsidRDefault="00D85699" w:rsidP="000E2BE1">
      <w:pPr>
        <w:spacing w:line="360" w:lineRule="auto"/>
        <w:textAlignment w:val="center"/>
        <w:rPr>
          <w:rFonts w:ascii="Times New Roman" w:hAnsi="Times New Roman"/>
          <w:b/>
          <w:color w:val="000000" w:themeColor="text1"/>
          <w:kern w:val="0"/>
        </w:rPr>
      </w:pPr>
      <w:r w:rsidRPr="000E2BE1">
        <w:rPr>
          <w:rFonts w:ascii="Times New Roman" w:hAnsi="Times New Roman"/>
          <w:color w:val="000000" w:themeColor="text1"/>
          <w:kern w:val="0"/>
        </w:rPr>
        <w:t>23</w:t>
      </w:r>
      <w:r w:rsidRPr="000E2BE1">
        <w:rPr>
          <w:rFonts w:ascii="Times New Roman" w:hAnsi="Times New Roman"/>
          <w:color w:val="000000" w:themeColor="text1"/>
          <w:kern w:val="0"/>
        </w:rPr>
        <w:t>．（本小题满分</w:t>
      </w:r>
      <w:r w:rsidRPr="000E2BE1">
        <w:rPr>
          <w:rFonts w:ascii="Times New Roman" w:hAnsi="Times New Roman"/>
          <w:color w:val="000000" w:themeColor="text1"/>
          <w:kern w:val="0"/>
        </w:rPr>
        <w:t>10</w:t>
      </w:r>
      <w:r w:rsidRPr="000E2BE1">
        <w:rPr>
          <w:rFonts w:ascii="Times New Roman" w:hAnsi="Times New Roman"/>
          <w:color w:val="000000" w:themeColor="text1"/>
          <w:kern w:val="0"/>
        </w:rPr>
        <w:t>分）选修</w:t>
      </w:r>
      <w:r w:rsidRPr="000E2BE1">
        <w:rPr>
          <w:rFonts w:ascii="Times New Roman" w:hAnsi="Times New Roman"/>
          <w:color w:val="000000" w:themeColor="text1"/>
          <w:kern w:val="0"/>
        </w:rPr>
        <w:t>4</w:t>
      </w:r>
      <w:r w:rsidRPr="000E2BE1">
        <w:rPr>
          <w:rFonts w:ascii="Times New Roman" w:hAnsi="Times New Roman"/>
          <w:color w:val="000000" w:themeColor="text1"/>
          <w:kern w:val="0"/>
        </w:rPr>
        <w:t>－</w:t>
      </w:r>
      <w:r w:rsidRPr="000E2BE1">
        <w:rPr>
          <w:rFonts w:ascii="Times New Roman" w:hAnsi="Times New Roman"/>
          <w:color w:val="000000" w:themeColor="text1"/>
          <w:kern w:val="0"/>
        </w:rPr>
        <w:t>5</w:t>
      </w:r>
      <w:r w:rsidRPr="000E2BE1">
        <w:rPr>
          <w:rFonts w:ascii="Times New Roman" w:hAnsi="Times New Roman"/>
          <w:color w:val="000000" w:themeColor="text1"/>
          <w:kern w:val="0"/>
        </w:rPr>
        <w:t>：不等式选讲</w:t>
      </w:r>
    </w:p>
    <w:p w14:paraId="3141E817" w14:textId="77777777" w:rsidR="00CD6B1B" w:rsidRPr="000E2BE1" w:rsidRDefault="00CD6B1B" w:rsidP="000E2BE1">
      <w:pPr>
        <w:adjustRightInd w:val="0"/>
        <w:snapToGrid w:val="0"/>
        <w:spacing w:line="360" w:lineRule="auto"/>
        <w:ind w:left="10" w:firstLineChars="195" w:firstLine="409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已知</w:t>
      </w:r>
      <w:r w:rsidRPr="000E2BE1">
        <w:rPr>
          <w:rFonts w:ascii="Times New Roman" w:hAnsi="Times New Roman"/>
          <w:position w:val="-12"/>
          <w:szCs w:val="21"/>
        </w:rPr>
        <w:object w:dxaOrig="1369" w:dyaOrig="378" w14:anchorId="0EE942B9">
          <v:shape id="_x0000_i1247" type="#_x0000_t75" style="width:68.25pt;height:18.75pt" o:ole="">
            <v:imagedata r:id="rId436" o:title=""/>
          </v:shape>
          <o:OLEObject Type="Embed" ProgID="Equation.DSMT4" ShapeID="_x0000_i1247" DrawAspect="Content" ObjectID="_1647978140" r:id="rId437"/>
        </w:object>
      </w:r>
      <w:r w:rsidRPr="000E2BE1">
        <w:rPr>
          <w:rFonts w:ascii="Times New Roman" w:hAnsi="Times New Roman"/>
          <w:szCs w:val="21"/>
        </w:rPr>
        <w:t>.</w:t>
      </w:r>
    </w:p>
    <w:p w14:paraId="48717B3E" w14:textId="01189970" w:rsidR="00CD6B1B" w:rsidRPr="000E2BE1" w:rsidRDefault="00CD6B1B" w:rsidP="000E2BE1">
      <w:pPr>
        <w:adjustRightInd w:val="0"/>
        <w:snapToGrid w:val="0"/>
        <w:spacing w:line="360" w:lineRule="auto"/>
        <w:ind w:leftChars="100" w:left="210" w:firstLineChars="100" w:firstLine="210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1</w:t>
      </w:r>
      <w:r w:rsidRPr="000E2BE1">
        <w:rPr>
          <w:rFonts w:ascii="Times New Roman" w:hAnsi="Times New Roman"/>
          <w:szCs w:val="21"/>
        </w:rPr>
        <w:t>）当</w:t>
      </w:r>
      <w:r w:rsidRPr="000E2BE1">
        <w:rPr>
          <w:rFonts w:ascii="Times New Roman" w:hAnsi="Times New Roman"/>
          <w:position w:val="-6"/>
          <w:szCs w:val="21"/>
        </w:rPr>
        <w:object w:dxaOrig="490" w:dyaOrig="270" w14:anchorId="25B15B5F">
          <v:shape id="_x0000_i1248" type="#_x0000_t75" style="width:24.75pt;height:13.5pt" o:ole="">
            <v:imagedata r:id="rId438" o:title=""/>
          </v:shape>
          <o:OLEObject Type="Embed" ProgID="Equation.DSMT4" ShapeID="_x0000_i1248" DrawAspect="Content" ObjectID="_1647978141" r:id="rId439"/>
        </w:object>
      </w:r>
      <w:r w:rsidRPr="000E2BE1">
        <w:rPr>
          <w:rFonts w:ascii="Times New Roman" w:hAnsi="Times New Roman"/>
          <w:szCs w:val="21"/>
        </w:rPr>
        <w:t>时，解不等式</w:t>
      </w:r>
      <w:r w:rsidR="000E67A9" w:rsidRPr="000E2BE1">
        <w:rPr>
          <w:rFonts w:ascii="Times New Roman" w:hAnsi="Times New Roman"/>
          <w:position w:val="-10"/>
          <w:szCs w:val="21"/>
        </w:rPr>
        <w:object w:dxaOrig="1219" w:dyaOrig="300" w14:anchorId="200B0CC7">
          <v:shape id="_x0000_i1249" type="#_x0000_t75" style="width:61.5pt;height:15pt" o:ole="">
            <v:imagedata r:id="rId440" o:title=""/>
          </v:shape>
          <o:OLEObject Type="Embed" ProgID="Equation.DSMT4" ShapeID="_x0000_i1249" DrawAspect="Content" ObjectID="_1647978142" r:id="rId441"/>
        </w:object>
      </w:r>
      <w:r w:rsidRPr="000E2BE1">
        <w:rPr>
          <w:rFonts w:ascii="Times New Roman" w:hAnsi="Times New Roman"/>
          <w:szCs w:val="21"/>
        </w:rPr>
        <w:t>；</w:t>
      </w:r>
    </w:p>
    <w:p w14:paraId="4491DEE7" w14:textId="37A60C11" w:rsidR="00CD6B1B" w:rsidRPr="000E2BE1" w:rsidRDefault="00CD6B1B" w:rsidP="000E2BE1">
      <w:pPr>
        <w:adjustRightInd w:val="0"/>
        <w:snapToGrid w:val="0"/>
        <w:spacing w:line="360" w:lineRule="auto"/>
        <w:ind w:left="10" w:firstLineChars="195" w:firstLine="409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（</w:t>
      </w:r>
      <w:r w:rsidRPr="000E2BE1">
        <w:rPr>
          <w:rFonts w:ascii="Times New Roman" w:hAnsi="Times New Roman"/>
          <w:szCs w:val="21"/>
        </w:rPr>
        <w:t>2</w:t>
      </w:r>
      <w:r w:rsidRPr="000E2BE1">
        <w:rPr>
          <w:rFonts w:ascii="Times New Roman" w:hAnsi="Times New Roman"/>
          <w:szCs w:val="21"/>
        </w:rPr>
        <w:t>）若存在实数</w:t>
      </w:r>
      <w:r w:rsidRPr="000E2BE1">
        <w:rPr>
          <w:rFonts w:ascii="Times New Roman" w:hAnsi="Times New Roman"/>
          <w:position w:val="-10"/>
          <w:szCs w:val="21"/>
        </w:rPr>
        <w:object w:dxaOrig="999" w:dyaOrig="311" w14:anchorId="62F5E9C9">
          <v:shape id="_x0000_i1250" type="#_x0000_t75" style="width:50.25pt;height:15.75pt" o:ole="">
            <v:imagedata r:id="rId442" o:title=""/>
          </v:shape>
          <o:OLEObject Type="Embed" ProgID="Equation.DSMT4" ShapeID="_x0000_i1250" DrawAspect="Content" ObjectID="_1647978143" r:id="rId443"/>
        </w:object>
      </w:r>
      <w:r w:rsidRPr="000E2BE1">
        <w:rPr>
          <w:rFonts w:ascii="Times New Roman" w:hAnsi="Times New Roman"/>
          <w:szCs w:val="21"/>
        </w:rPr>
        <w:t>，使得关于</w:t>
      </w:r>
      <w:r w:rsidRPr="000E2BE1">
        <w:rPr>
          <w:rFonts w:ascii="Times New Roman" w:hAnsi="Times New Roman"/>
          <w:position w:val="-6"/>
          <w:szCs w:val="21"/>
        </w:rPr>
        <w:object w:dxaOrig="180" w:dyaOrig="200" w14:anchorId="0F16A667">
          <v:shape id="_x0000_i1251" type="#_x0000_t75" style="width:9pt;height:9.75pt" o:ole="">
            <v:imagedata r:id="rId444" o:title=""/>
          </v:shape>
          <o:OLEObject Type="Embed" ProgID="Equation.3" ShapeID="_x0000_i1251" DrawAspect="Content" ObjectID="_1647978144" r:id="rId445"/>
        </w:object>
      </w:r>
      <w:r w:rsidRPr="000E2BE1">
        <w:rPr>
          <w:rFonts w:ascii="Times New Roman" w:hAnsi="Times New Roman"/>
          <w:szCs w:val="21"/>
        </w:rPr>
        <w:t>的不等式</w:t>
      </w:r>
      <w:r w:rsidR="000E67A9" w:rsidRPr="000E2BE1">
        <w:rPr>
          <w:rFonts w:ascii="Times New Roman" w:hAnsi="Times New Roman"/>
          <w:position w:val="-26"/>
          <w:szCs w:val="21"/>
        </w:rPr>
        <w:object w:dxaOrig="1800" w:dyaOrig="639" w14:anchorId="72FA83D9">
          <v:shape id="_x0000_i1252" type="#_x0000_t75" style="width:90pt;height:31.5pt" o:ole="">
            <v:imagedata r:id="rId446" o:title=""/>
          </v:shape>
          <o:OLEObject Type="Embed" ProgID="Equation.DSMT4" ShapeID="_x0000_i1252" DrawAspect="Content" ObjectID="_1647978145" r:id="rId447"/>
        </w:object>
      </w:r>
      <w:r w:rsidRPr="000E2BE1">
        <w:rPr>
          <w:rFonts w:ascii="Times New Roman" w:hAnsi="Times New Roman"/>
          <w:szCs w:val="21"/>
        </w:rPr>
        <w:t>有实数解，求实数</w:t>
      </w:r>
      <w:r w:rsidRPr="000E2BE1">
        <w:rPr>
          <w:rFonts w:ascii="Times New Roman" w:hAnsi="Times New Roman"/>
          <w:position w:val="-6"/>
          <w:szCs w:val="21"/>
        </w:rPr>
        <w:object w:dxaOrig="240" w:dyaOrig="200" w14:anchorId="0FA11226">
          <v:shape id="_x0000_i1253" type="#_x0000_t75" style="width:12pt;height:9.75pt" o:ole="">
            <v:imagedata r:id="rId448" o:title=""/>
          </v:shape>
          <o:OLEObject Type="Embed" ProgID="Equation.3" ShapeID="_x0000_i1253" DrawAspect="Content" ObjectID="_1647978146" r:id="rId449"/>
        </w:object>
      </w:r>
      <w:r w:rsidRPr="000E2BE1">
        <w:rPr>
          <w:rFonts w:ascii="Times New Roman" w:hAnsi="Times New Roman"/>
          <w:szCs w:val="21"/>
        </w:rPr>
        <w:t>的取值范围</w:t>
      </w:r>
      <w:r w:rsidRPr="000E2BE1">
        <w:rPr>
          <w:rFonts w:ascii="Times New Roman" w:hAnsi="Times New Roman"/>
          <w:szCs w:val="21"/>
        </w:rPr>
        <w:t>.</w:t>
      </w:r>
    </w:p>
    <w:p w14:paraId="0C4B6353" w14:textId="1C90E771" w:rsidR="001B59A9" w:rsidRPr="000E2BE1" w:rsidRDefault="001B59A9" w:rsidP="000E2BE1">
      <w:pPr>
        <w:spacing w:beforeLines="20" w:before="62" w:line="360" w:lineRule="auto"/>
        <w:jc w:val="left"/>
        <w:rPr>
          <w:rFonts w:ascii="Times New Roman" w:hAnsi="Times New Roman"/>
          <w:szCs w:val="21"/>
        </w:rPr>
      </w:pPr>
    </w:p>
    <w:sectPr w:rsidR="001B59A9" w:rsidRPr="000E2BE1" w:rsidSect="001A4334">
      <w:footerReference w:type="default" r:id="rId450"/>
      <w:pgSz w:w="11906" w:h="16838"/>
      <w:pgMar w:top="1440" w:right="1466" w:bottom="1560" w:left="1418" w:header="851" w:footer="6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A0BFD" w14:textId="77777777" w:rsidR="007700A8" w:rsidRDefault="007700A8">
      <w:r>
        <w:separator/>
      </w:r>
    </w:p>
  </w:endnote>
  <w:endnote w:type="continuationSeparator" w:id="0">
    <w:p w14:paraId="3D2251A0" w14:textId="77777777" w:rsidR="007700A8" w:rsidRDefault="0077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0564F" w14:textId="08629B5E" w:rsidR="006F7E3D" w:rsidRDefault="00C27866" w:rsidP="00964A3B">
    <w:pPr>
      <w:spacing w:afterLines="50" w:after="120" w:line="360" w:lineRule="auto"/>
      <w:jc w:val="center"/>
      <w:rPr>
        <w:rFonts w:ascii="楷体_GB2312" w:eastAsia="楷体_GB2312"/>
        <w:sz w:val="18"/>
        <w:szCs w:val="18"/>
      </w:rPr>
    </w:pPr>
    <w:r w:rsidRPr="00C27866">
      <w:rPr>
        <w:rFonts w:eastAsia="楷体_GB2312" w:hint="eastAsia"/>
        <w:sz w:val="18"/>
        <w:szCs w:val="18"/>
      </w:rPr>
      <w:t>2020</w:t>
    </w:r>
    <w:r w:rsidRPr="00C27866">
      <w:rPr>
        <w:rFonts w:eastAsia="楷体_GB2312" w:hint="eastAsia"/>
        <w:sz w:val="18"/>
        <w:szCs w:val="18"/>
      </w:rPr>
      <w:t>年深圳市普通高中高三年级第二次线上统一测试</w:t>
    </w:r>
    <w:r w:rsidR="006F7E3D">
      <w:rPr>
        <w:rFonts w:eastAsia="楷体_GB2312" w:hint="eastAsia"/>
        <w:sz w:val="18"/>
        <w:szCs w:val="18"/>
      </w:rPr>
      <w:t>（理</w:t>
    </w:r>
    <w:r>
      <w:rPr>
        <w:rFonts w:eastAsia="楷体_GB2312" w:hint="eastAsia"/>
        <w:sz w:val="18"/>
        <w:szCs w:val="18"/>
      </w:rPr>
      <w:t>数</w:t>
    </w:r>
    <w:r w:rsidR="006F7E3D">
      <w:rPr>
        <w:rFonts w:eastAsia="楷体_GB2312" w:hint="eastAsia"/>
        <w:sz w:val="18"/>
        <w:szCs w:val="18"/>
      </w:rPr>
      <w:t>）</w:t>
    </w:r>
    <w:r w:rsidR="006F7E3D">
      <w:rPr>
        <w:rFonts w:eastAsia="楷体_GB2312"/>
        <w:sz w:val="18"/>
        <w:szCs w:val="18"/>
      </w:rPr>
      <w:t>试题</w:t>
    </w:r>
    <w:r w:rsidR="006F7E3D">
      <w:rPr>
        <w:rFonts w:eastAsia="楷体_GB2312"/>
        <w:sz w:val="18"/>
        <w:szCs w:val="18"/>
      </w:rPr>
      <w:t xml:space="preserve"> </w:t>
    </w:r>
    <w:r w:rsidR="006F7E3D">
      <w:rPr>
        <w:rFonts w:eastAsia="楷体_GB2312"/>
        <w:sz w:val="18"/>
        <w:szCs w:val="18"/>
      </w:rPr>
      <w:t>第</w:t>
    </w:r>
    <w:r w:rsidR="006F7E3D">
      <w:rPr>
        <w:rFonts w:eastAsia="楷体_GB2312"/>
        <w:sz w:val="18"/>
        <w:szCs w:val="18"/>
      </w:rPr>
      <w:t xml:space="preserve"> </w:t>
    </w:r>
    <w:r w:rsidR="006F7E3D">
      <w:rPr>
        <w:rFonts w:eastAsia="楷体_GB2312"/>
        <w:sz w:val="18"/>
        <w:szCs w:val="18"/>
      </w:rPr>
      <w:fldChar w:fldCharType="begin"/>
    </w:r>
    <w:r w:rsidR="006F7E3D">
      <w:rPr>
        <w:rFonts w:eastAsia="楷体_GB2312"/>
        <w:sz w:val="18"/>
        <w:szCs w:val="18"/>
      </w:rPr>
      <w:instrText xml:space="preserve"> PAGE  \* MERGEFORMAT </w:instrText>
    </w:r>
    <w:r w:rsidR="006F7E3D">
      <w:rPr>
        <w:rFonts w:eastAsia="楷体_GB2312"/>
        <w:sz w:val="18"/>
        <w:szCs w:val="18"/>
      </w:rPr>
      <w:fldChar w:fldCharType="separate"/>
    </w:r>
    <w:r w:rsidR="006F7E3D">
      <w:rPr>
        <w:rFonts w:eastAsia="楷体_GB2312"/>
        <w:noProof/>
        <w:sz w:val="18"/>
        <w:szCs w:val="18"/>
      </w:rPr>
      <w:t>5</w:t>
    </w:r>
    <w:r w:rsidR="006F7E3D">
      <w:rPr>
        <w:rFonts w:eastAsia="楷体_GB2312"/>
        <w:sz w:val="18"/>
        <w:szCs w:val="18"/>
      </w:rPr>
      <w:fldChar w:fldCharType="end"/>
    </w:r>
    <w:r w:rsidR="006F7E3D">
      <w:rPr>
        <w:rFonts w:eastAsia="楷体_GB2312"/>
        <w:sz w:val="18"/>
        <w:szCs w:val="18"/>
      </w:rPr>
      <w:t xml:space="preserve"> </w:t>
    </w:r>
    <w:r w:rsidR="006F7E3D">
      <w:rPr>
        <w:rFonts w:eastAsia="楷体_GB2312"/>
        <w:sz w:val="18"/>
        <w:szCs w:val="18"/>
      </w:rPr>
      <w:t>页</w:t>
    </w:r>
    <w:r w:rsidR="006F7E3D">
      <w:rPr>
        <w:rFonts w:eastAsia="楷体_GB2312"/>
        <w:sz w:val="18"/>
        <w:szCs w:val="18"/>
      </w:rPr>
      <w:t xml:space="preserve"> </w:t>
    </w:r>
    <w:r w:rsidR="006F7E3D">
      <w:rPr>
        <w:rFonts w:eastAsia="楷体_GB2312"/>
        <w:sz w:val="18"/>
        <w:szCs w:val="18"/>
      </w:rPr>
      <w:t>共</w:t>
    </w:r>
    <w:r w:rsidR="006F7E3D">
      <w:rPr>
        <w:rFonts w:eastAsia="楷体_GB2312"/>
        <w:sz w:val="18"/>
        <w:szCs w:val="18"/>
      </w:rPr>
      <w:t xml:space="preserve"> </w:t>
    </w:r>
    <w:r w:rsidR="007700A8">
      <w:fldChar w:fldCharType="begin"/>
    </w:r>
    <w:r w:rsidR="007700A8">
      <w:instrText xml:space="preserve"> NUMPAGES  \* MERGEFORMAT </w:instrText>
    </w:r>
    <w:r w:rsidR="007700A8">
      <w:fldChar w:fldCharType="separate"/>
    </w:r>
    <w:r w:rsidR="006F7E3D" w:rsidRPr="00457CD8">
      <w:rPr>
        <w:rFonts w:eastAsia="楷体_GB2312"/>
        <w:noProof/>
        <w:sz w:val="18"/>
        <w:szCs w:val="18"/>
      </w:rPr>
      <w:t>6</w:t>
    </w:r>
    <w:r w:rsidR="007700A8">
      <w:rPr>
        <w:rFonts w:eastAsia="楷体_GB2312"/>
        <w:noProof/>
        <w:sz w:val="18"/>
        <w:szCs w:val="18"/>
      </w:rPr>
      <w:fldChar w:fldCharType="end"/>
    </w:r>
    <w:r w:rsidR="006F7E3D">
      <w:rPr>
        <w:rFonts w:ascii="楷体_GB2312" w:eastAsia="楷体_GB2312" w:hint="eastAsia"/>
        <w:sz w:val="18"/>
        <w:szCs w:val="18"/>
      </w:rPr>
      <w:t>页</w:t>
    </w:r>
  </w:p>
  <w:p w14:paraId="4C4C0517" w14:textId="77777777" w:rsidR="006F7E3D" w:rsidRDefault="006F7E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A3C30" w14:textId="77777777" w:rsidR="007700A8" w:rsidRDefault="007700A8">
      <w:r>
        <w:separator/>
      </w:r>
    </w:p>
  </w:footnote>
  <w:footnote w:type="continuationSeparator" w:id="0">
    <w:p w14:paraId="593BDF4A" w14:textId="77777777" w:rsidR="007700A8" w:rsidRDefault="00770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 strokecolor="#000001">
      <v:fill color="white"/>
      <v:stroke color="#00000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A6F"/>
    <w:rsid w:val="00000280"/>
    <w:rsid w:val="0000078E"/>
    <w:rsid w:val="000014FD"/>
    <w:rsid w:val="000015D5"/>
    <w:rsid w:val="000036A2"/>
    <w:rsid w:val="00004303"/>
    <w:rsid w:val="000048DF"/>
    <w:rsid w:val="00004E32"/>
    <w:rsid w:val="00007C58"/>
    <w:rsid w:val="00010868"/>
    <w:rsid w:val="00010F2A"/>
    <w:rsid w:val="0001153B"/>
    <w:rsid w:val="0001168B"/>
    <w:rsid w:val="000119EC"/>
    <w:rsid w:val="00013244"/>
    <w:rsid w:val="00014049"/>
    <w:rsid w:val="000167C3"/>
    <w:rsid w:val="00016D18"/>
    <w:rsid w:val="000176E7"/>
    <w:rsid w:val="000220F2"/>
    <w:rsid w:val="00022C59"/>
    <w:rsid w:val="00023467"/>
    <w:rsid w:val="000235EF"/>
    <w:rsid w:val="000243CE"/>
    <w:rsid w:val="00024B0B"/>
    <w:rsid w:val="00031981"/>
    <w:rsid w:val="000327CB"/>
    <w:rsid w:val="00034785"/>
    <w:rsid w:val="00034E21"/>
    <w:rsid w:val="000359D8"/>
    <w:rsid w:val="0003620D"/>
    <w:rsid w:val="00036DB4"/>
    <w:rsid w:val="000374D9"/>
    <w:rsid w:val="00037BF9"/>
    <w:rsid w:val="00040338"/>
    <w:rsid w:val="00040491"/>
    <w:rsid w:val="000417BA"/>
    <w:rsid w:val="00041AC5"/>
    <w:rsid w:val="00043DDE"/>
    <w:rsid w:val="0004495C"/>
    <w:rsid w:val="00044A8A"/>
    <w:rsid w:val="000468CE"/>
    <w:rsid w:val="0004704F"/>
    <w:rsid w:val="0004791F"/>
    <w:rsid w:val="00050245"/>
    <w:rsid w:val="00050CB6"/>
    <w:rsid w:val="00051B0D"/>
    <w:rsid w:val="00051C57"/>
    <w:rsid w:val="00052182"/>
    <w:rsid w:val="00053A19"/>
    <w:rsid w:val="00053EA6"/>
    <w:rsid w:val="00053F74"/>
    <w:rsid w:val="0005634F"/>
    <w:rsid w:val="0005693E"/>
    <w:rsid w:val="00057615"/>
    <w:rsid w:val="00057A81"/>
    <w:rsid w:val="00057CE1"/>
    <w:rsid w:val="000626CC"/>
    <w:rsid w:val="000626D4"/>
    <w:rsid w:val="00062E7C"/>
    <w:rsid w:val="00064F30"/>
    <w:rsid w:val="000653F8"/>
    <w:rsid w:val="000659C2"/>
    <w:rsid w:val="000665BE"/>
    <w:rsid w:val="000668D0"/>
    <w:rsid w:val="00066CF7"/>
    <w:rsid w:val="000675CB"/>
    <w:rsid w:val="00071058"/>
    <w:rsid w:val="000711DC"/>
    <w:rsid w:val="000713DB"/>
    <w:rsid w:val="00071EF1"/>
    <w:rsid w:val="00074481"/>
    <w:rsid w:val="0007462F"/>
    <w:rsid w:val="00074941"/>
    <w:rsid w:val="00074C45"/>
    <w:rsid w:val="00074F8B"/>
    <w:rsid w:val="00075FCA"/>
    <w:rsid w:val="0007623C"/>
    <w:rsid w:val="00076AB9"/>
    <w:rsid w:val="00076FDB"/>
    <w:rsid w:val="0008132B"/>
    <w:rsid w:val="0008195A"/>
    <w:rsid w:val="00081B47"/>
    <w:rsid w:val="00082318"/>
    <w:rsid w:val="0008390B"/>
    <w:rsid w:val="00084063"/>
    <w:rsid w:val="000845FB"/>
    <w:rsid w:val="00085967"/>
    <w:rsid w:val="00085A9A"/>
    <w:rsid w:val="00086220"/>
    <w:rsid w:val="000872B0"/>
    <w:rsid w:val="0008737A"/>
    <w:rsid w:val="00087851"/>
    <w:rsid w:val="0008798F"/>
    <w:rsid w:val="000906AA"/>
    <w:rsid w:val="00092512"/>
    <w:rsid w:val="00092586"/>
    <w:rsid w:val="000925B8"/>
    <w:rsid w:val="000942EE"/>
    <w:rsid w:val="00094DA9"/>
    <w:rsid w:val="00094F16"/>
    <w:rsid w:val="000950C3"/>
    <w:rsid w:val="00095444"/>
    <w:rsid w:val="0009572B"/>
    <w:rsid w:val="00096118"/>
    <w:rsid w:val="00097D2C"/>
    <w:rsid w:val="00097F46"/>
    <w:rsid w:val="00097FC6"/>
    <w:rsid w:val="000A1307"/>
    <w:rsid w:val="000A18B2"/>
    <w:rsid w:val="000A2052"/>
    <w:rsid w:val="000A2D59"/>
    <w:rsid w:val="000A30D4"/>
    <w:rsid w:val="000A4A5C"/>
    <w:rsid w:val="000A51D4"/>
    <w:rsid w:val="000A5F4A"/>
    <w:rsid w:val="000A629B"/>
    <w:rsid w:val="000A63CB"/>
    <w:rsid w:val="000A694B"/>
    <w:rsid w:val="000A6C79"/>
    <w:rsid w:val="000B1692"/>
    <w:rsid w:val="000B20D7"/>
    <w:rsid w:val="000B3B8A"/>
    <w:rsid w:val="000B3BDE"/>
    <w:rsid w:val="000B4077"/>
    <w:rsid w:val="000B434D"/>
    <w:rsid w:val="000B568F"/>
    <w:rsid w:val="000B5E24"/>
    <w:rsid w:val="000B6731"/>
    <w:rsid w:val="000B6CEE"/>
    <w:rsid w:val="000B7538"/>
    <w:rsid w:val="000B765E"/>
    <w:rsid w:val="000C00A6"/>
    <w:rsid w:val="000C0202"/>
    <w:rsid w:val="000C0862"/>
    <w:rsid w:val="000C0A6F"/>
    <w:rsid w:val="000C208F"/>
    <w:rsid w:val="000C2469"/>
    <w:rsid w:val="000C37CF"/>
    <w:rsid w:val="000C7255"/>
    <w:rsid w:val="000D0297"/>
    <w:rsid w:val="000D0A29"/>
    <w:rsid w:val="000D0D58"/>
    <w:rsid w:val="000D1678"/>
    <w:rsid w:val="000D1D2B"/>
    <w:rsid w:val="000D21A7"/>
    <w:rsid w:val="000D3246"/>
    <w:rsid w:val="000D5AD3"/>
    <w:rsid w:val="000D5D1A"/>
    <w:rsid w:val="000D65DE"/>
    <w:rsid w:val="000D6AF5"/>
    <w:rsid w:val="000D77BD"/>
    <w:rsid w:val="000D7913"/>
    <w:rsid w:val="000D797F"/>
    <w:rsid w:val="000E2605"/>
    <w:rsid w:val="000E2637"/>
    <w:rsid w:val="000E2BE1"/>
    <w:rsid w:val="000E2C2A"/>
    <w:rsid w:val="000E2C9F"/>
    <w:rsid w:val="000E45A8"/>
    <w:rsid w:val="000E5FA3"/>
    <w:rsid w:val="000E67A9"/>
    <w:rsid w:val="000E685D"/>
    <w:rsid w:val="000E7093"/>
    <w:rsid w:val="000E7AAF"/>
    <w:rsid w:val="000F0DAB"/>
    <w:rsid w:val="000F15E6"/>
    <w:rsid w:val="000F25C2"/>
    <w:rsid w:val="000F3FAE"/>
    <w:rsid w:val="000F6E14"/>
    <w:rsid w:val="00101CF9"/>
    <w:rsid w:val="0010273A"/>
    <w:rsid w:val="00103320"/>
    <w:rsid w:val="001043D3"/>
    <w:rsid w:val="00105B84"/>
    <w:rsid w:val="00106360"/>
    <w:rsid w:val="001065EB"/>
    <w:rsid w:val="001079E0"/>
    <w:rsid w:val="00110BDD"/>
    <w:rsid w:val="00110DC8"/>
    <w:rsid w:val="0011142A"/>
    <w:rsid w:val="00112110"/>
    <w:rsid w:val="001125EB"/>
    <w:rsid w:val="001128C5"/>
    <w:rsid w:val="00114587"/>
    <w:rsid w:val="00115070"/>
    <w:rsid w:val="001154C7"/>
    <w:rsid w:val="001205F1"/>
    <w:rsid w:val="0012087A"/>
    <w:rsid w:val="001208ED"/>
    <w:rsid w:val="00120A1D"/>
    <w:rsid w:val="00121D99"/>
    <w:rsid w:val="001226A2"/>
    <w:rsid w:val="00122F54"/>
    <w:rsid w:val="0012761A"/>
    <w:rsid w:val="00127C7D"/>
    <w:rsid w:val="00127E14"/>
    <w:rsid w:val="00130F5E"/>
    <w:rsid w:val="001313FA"/>
    <w:rsid w:val="00131462"/>
    <w:rsid w:val="00132159"/>
    <w:rsid w:val="00132869"/>
    <w:rsid w:val="0013330B"/>
    <w:rsid w:val="00135C21"/>
    <w:rsid w:val="0013640E"/>
    <w:rsid w:val="001372E6"/>
    <w:rsid w:val="00137F04"/>
    <w:rsid w:val="00140371"/>
    <w:rsid w:val="00140478"/>
    <w:rsid w:val="00141303"/>
    <w:rsid w:val="00141593"/>
    <w:rsid w:val="00142BB3"/>
    <w:rsid w:val="0014379C"/>
    <w:rsid w:val="00144634"/>
    <w:rsid w:val="0014476F"/>
    <w:rsid w:val="00147DF5"/>
    <w:rsid w:val="00150192"/>
    <w:rsid w:val="00150297"/>
    <w:rsid w:val="001512CE"/>
    <w:rsid w:val="001525A1"/>
    <w:rsid w:val="001525C5"/>
    <w:rsid w:val="001537A0"/>
    <w:rsid w:val="0015518C"/>
    <w:rsid w:val="00155A46"/>
    <w:rsid w:val="00155C62"/>
    <w:rsid w:val="0015699A"/>
    <w:rsid w:val="00157A53"/>
    <w:rsid w:val="00160CFB"/>
    <w:rsid w:val="00161578"/>
    <w:rsid w:val="001635EC"/>
    <w:rsid w:val="001640FB"/>
    <w:rsid w:val="0016434B"/>
    <w:rsid w:val="001647C8"/>
    <w:rsid w:val="001648E4"/>
    <w:rsid w:val="001655A0"/>
    <w:rsid w:val="00165F4E"/>
    <w:rsid w:val="00167A1C"/>
    <w:rsid w:val="001704D2"/>
    <w:rsid w:val="001709EE"/>
    <w:rsid w:val="001718F8"/>
    <w:rsid w:val="001721B6"/>
    <w:rsid w:val="00173CCB"/>
    <w:rsid w:val="00173F79"/>
    <w:rsid w:val="00174376"/>
    <w:rsid w:val="00174447"/>
    <w:rsid w:val="001751DC"/>
    <w:rsid w:val="0017573F"/>
    <w:rsid w:val="001767D6"/>
    <w:rsid w:val="00180549"/>
    <w:rsid w:val="001805F3"/>
    <w:rsid w:val="00181D00"/>
    <w:rsid w:val="00181DD7"/>
    <w:rsid w:val="0018270C"/>
    <w:rsid w:val="001855EE"/>
    <w:rsid w:val="00185ED0"/>
    <w:rsid w:val="00186868"/>
    <w:rsid w:val="00186CF3"/>
    <w:rsid w:val="001878D5"/>
    <w:rsid w:val="00187C5A"/>
    <w:rsid w:val="00190362"/>
    <w:rsid w:val="00190400"/>
    <w:rsid w:val="00192416"/>
    <w:rsid w:val="00193130"/>
    <w:rsid w:val="001948ED"/>
    <w:rsid w:val="00195427"/>
    <w:rsid w:val="00196AB5"/>
    <w:rsid w:val="001977A8"/>
    <w:rsid w:val="00197EEE"/>
    <w:rsid w:val="001A1DDC"/>
    <w:rsid w:val="001A221C"/>
    <w:rsid w:val="001A28F6"/>
    <w:rsid w:val="001A2BA6"/>
    <w:rsid w:val="001A2C43"/>
    <w:rsid w:val="001A2D7E"/>
    <w:rsid w:val="001A3869"/>
    <w:rsid w:val="001A38F9"/>
    <w:rsid w:val="001A3ACC"/>
    <w:rsid w:val="001A4334"/>
    <w:rsid w:val="001A606A"/>
    <w:rsid w:val="001B23B9"/>
    <w:rsid w:val="001B26E5"/>
    <w:rsid w:val="001B288C"/>
    <w:rsid w:val="001B346B"/>
    <w:rsid w:val="001B35CD"/>
    <w:rsid w:val="001B481B"/>
    <w:rsid w:val="001B4B3E"/>
    <w:rsid w:val="001B59A9"/>
    <w:rsid w:val="001B7053"/>
    <w:rsid w:val="001B7CD3"/>
    <w:rsid w:val="001B7F70"/>
    <w:rsid w:val="001C16E5"/>
    <w:rsid w:val="001C1B34"/>
    <w:rsid w:val="001C3731"/>
    <w:rsid w:val="001C434B"/>
    <w:rsid w:val="001C65DD"/>
    <w:rsid w:val="001C6AEA"/>
    <w:rsid w:val="001C6D45"/>
    <w:rsid w:val="001C7C8F"/>
    <w:rsid w:val="001C7D74"/>
    <w:rsid w:val="001D0895"/>
    <w:rsid w:val="001D3A7E"/>
    <w:rsid w:val="001D4303"/>
    <w:rsid w:val="001D445E"/>
    <w:rsid w:val="001D49EF"/>
    <w:rsid w:val="001D532E"/>
    <w:rsid w:val="001D5F87"/>
    <w:rsid w:val="001D5FC4"/>
    <w:rsid w:val="001D64D0"/>
    <w:rsid w:val="001D6A26"/>
    <w:rsid w:val="001E0BEE"/>
    <w:rsid w:val="001E1CEB"/>
    <w:rsid w:val="001E22EB"/>
    <w:rsid w:val="001E3B01"/>
    <w:rsid w:val="001E40F7"/>
    <w:rsid w:val="001E4574"/>
    <w:rsid w:val="001E5FAE"/>
    <w:rsid w:val="001E66B7"/>
    <w:rsid w:val="001E676E"/>
    <w:rsid w:val="001E74DA"/>
    <w:rsid w:val="001F07FD"/>
    <w:rsid w:val="001F22BD"/>
    <w:rsid w:val="001F256B"/>
    <w:rsid w:val="001F2BB0"/>
    <w:rsid w:val="001F3491"/>
    <w:rsid w:val="001F3794"/>
    <w:rsid w:val="001F3BAB"/>
    <w:rsid w:val="001F3FBD"/>
    <w:rsid w:val="001F4883"/>
    <w:rsid w:val="001F61D4"/>
    <w:rsid w:val="001F629B"/>
    <w:rsid w:val="001F6A1D"/>
    <w:rsid w:val="001F6BF3"/>
    <w:rsid w:val="00200466"/>
    <w:rsid w:val="0020099F"/>
    <w:rsid w:val="00200A1E"/>
    <w:rsid w:val="00200CCB"/>
    <w:rsid w:val="00201688"/>
    <w:rsid w:val="0020180F"/>
    <w:rsid w:val="00202445"/>
    <w:rsid w:val="00202744"/>
    <w:rsid w:val="00202995"/>
    <w:rsid w:val="00203107"/>
    <w:rsid w:val="00203451"/>
    <w:rsid w:val="00203B8F"/>
    <w:rsid w:val="0020460C"/>
    <w:rsid w:val="0020574B"/>
    <w:rsid w:val="0021145D"/>
    <w:rsid w:val="00211574"/>
    <w:rsid w:val="00211A58"/>
    <w:rsid w:val="00213322"/>
    <w:rsid w:val="00214E82"/>
    <w:rsid w:val="0021573C"/>
    <w:rsid w:val="00216913"/>
    <w:rsid w:val="00217943"/>
    <w:rsid w:val="00217D11"/>
    <w:rsid w:val="00221336"/>
    <w:rsid w:val="00221556"/>
    <w:rsid w:val="0022173D"/>
    <w:rsid w:val="00221F54"/>
    <w:rsid w:val="002222B6"/>
    <w:rsid w:val="0022356E"/>
    <w:rsid w:val="00224170"/>
    <w:rsid w:val="002243F4"/>
    <w:rsid w:val="00226002"/>
    <w:rsid w:val="00227FE6"/>
    <w:rsid w:val="0023083F"/>
    <w:rsid w:val="0023120A"/>
    <w:rsid w:val="00232672"/>
    <w:rsid w:val="002327F4"/>
    <w:rsid w:val="002332DB"/>
    <w:rsid w:val="0023445F"/>
    <w:rsid w:val="00236395"/>
    <w:rsid w:val="002366AC"/>
    <w:rsid w:val="00237137"/>
    <w:rsid w:val="0023768E"/>
    <w:rsid w:val="00237695"/>
    <w:rsid w:val="00240946"/>
    <w:rsid w:val="0024210D"/>
    <w:rsid w:val="00242DB4"/>
    <w:rsid w:val="00244279"/>
    <w:rsid w:val="00244780"/>
    <w:rsid w:val="00244821"/>
    <w:rsid w:val="002468D1"/>
    <w:rsid w:val="0024714D"/>
    <w:rsid w:val="00247B18"/>
    <w:rsid w:val="00247B38"/>
    <w:rsid w:val="002512D0"/>
    <w:rsid w:val="002514F0"/>
    <w:rsid w:val="0025178A"/>
    <w:rsid w:val="00252282"/>
    <w:rsid w:val="002523AD"/>
    <w:rsid w:val="00252715"/>
    <w:rsid w:val="00253889"/>
    <w:rsid w:val="00253B3F"/>
    <w:rsid w:val="00253D66"/>
    <w:rsid w:val="002540FE"/>
    <w:rsid w:val="00254CF0"/>
    <w:rsid w:val="00260950"/>
    <w:rsid w:val="00261307"/>
    <w:rsid w:val="00262F42"/>
    <w:rsid w:val="00263622"/>
    <w:rsid w:val="00263642"/>
    <w:rsid w:val="00263C40"/>
    <w:rsid w:val="00264AEC"/>
    <w:rsid w:val="00264E98"/>
    <w:rsid w:val="00264F96"/>
    <w:rsid w:val="002653FC"/>
    <w:rsid w:val="002658C0"/>
    <w:rsid w:val="00265B71"/>
    <w:rsid w:val="00265F9C"/>
    <w:rsid w:val="00266A38"/>
    <w:rsid w:val="00267F15"/>
    <w:rsid w:val="002702CD"/>
    <w:rsid w:val="00270F8C"/>
    <w:rsid w:val="002710FF"/>
    <w:rsid w:val="00271565"/>
    <w:rsid w:val="00272D64"/>
    <w:rsid w:val="00274C65"/>
    <w:rsid w:val="002759A0"/>
    <w:rsid w:val="00280175"/>
    <w:rsid w:val="0028071A"/>
    <w:rsid w:val="00280D9A"/>
    <w:rsid w:val="002810EA"/>
    <w:rsid w:val="00283842"/>
    <w:rsid w:val="002839EF"/>
    <w:rsid w:val="00284D15"/>
    <w:rsid w:val="00284E0B"/>
    <w:rsid w:val="00285EDF"/>
    <w:rsid w:val="00286817"/>
    <w:rsid w:val="00286E36"/>
    <w:rsid w:val="00286E5D"/>
    <w:rsid w:val="0028779B"/>
    <w:rsid w:val="00287940"/>
    <w:rsid w:val="00287F42"/>
    <w:rsid w:val="002905A1"/>
    <w:rsid w:val="00292361"/>
    <w:rsid w:val="00292621"/>
    <w:rsid w:val="00292E15"/>
    <w:rsid w:val="00292F91"/>
    <w:rsid w:val="0029456C"/>
    <w:rsid w:val="002976B8"/>
    <w:rsid w:val="00297C8C"/>
    <w:rsid w:val="002A2CFA"/>
    <w:rsid w:val="002A2D94"/>
    <w:rsid w:val="002A2DF3"/>
    <w:rsid w:val="002A3926"/>
    <w:rsid w:val="002A3C9D"/>
    <w:rsid w:val="002A5D0A"/>
    <w:rsid w:val="002A7553"/>
    <w:rsid w:val="002B06EC"/>
    <w:rsid w:val="002B13AF"/>
    <w:rsid w:val="002B1752"/>
    <w:rsid w:val="002B257A"/>
    <w:rsid w:val="002B2704"/>
    <w:rsid w:val="002B2850"/>
    <w:rsid w:val="002B3257"/>
    <w:rsid w:val="002B3505"/>
    <w:rsid w:val="002B5CA6"/>
    <w:rsid w:val="002B635F"/>
    <w:rsid w:val="002B6654"/>
    <w:rsid w:val="002C0B62"/>
    <w:rsid w:val="002C133C"/>
    <w:rsid w:val="002C14EC"/>
    <w:rsid w:val="002C222B"/>
    <w:rsid w:val="002C2793"/>
    <w:rsid w:val="002C3693"/>
    <w:rsid w:val="002C3757"/>
    <w:rsid w:val="002C395C"/>
    <w:rsid w:val="002C3D68"/>
    <w:rsid w:val="002C5164"/>
    <w:rsid w:val="002C6223"/>
    <w:rsid w:val="002C67A4"/>
    <w:rsid w:val="002C69B6"/>
    <w:rsid w:val="002C6FD3"/>
    <w:rsid w:val="002C76F9"/>
    <w:rsid w:val="002D000A"/>
    <w:rsid w:val="002D0C85"/>
    <w:rsid w:val="002D0CF8"/>
    <w:rsid w:val="002D17F7"/>
    <w:rsid w:val="002D18B8"/>
    <w:rsid w:val="002D2387"/>
    <w:rsid w:val="002D245F"/>
    <w:rsid w:val="002D2991"/>
    <w:rsid w:val="002D2DAC"/>
    <w:rsid w:val="002D307F"/>
    <w:rsid w:val="002D38C4"/>
    <w:rsid w:val="002D3A21"/>
    <w:rsid w:val="002D419B"/>
    <w:rsid w:val="002D507D"/>
    <w:rsid w:val="002D59EA"/>
    <w:rsid w:val="002D5E65"/>
    <w:rsid w:val="002D646D"/>
    <w:rsid w:val="002D7384"/>
    <w:rsid w:val="002D76C3"/>
    <w:rsid w:val="002D7DC2"/>
    <w:rsid w:val="002E1431"/>
    <w:rsid w:val="002E2F5A"/>
    <w:rsid w:val="002E2FDA"/>
    <w:rsid w:val="002E3108"/>
    <w:rsid w:val="002E3F5B"/>
    <w:rsid w:val="002E5363"/>
    <w:rsid w:val="002E651A"/>
    <w:rsid w:val="002E6848"/>
    <w:rsid w:val="002E7282"/>
    <w:rsid w:val="002F18CF"/>
    <w:rsid w:val="002F2CB1"/>
    <w:rsid w:val="002F373F"/>
    <w:rsid w:val="002F5196"/>
    <w:rsid w:val="00300177"/>
    <w:rsid w:val="0030065E"/>
    <w:rsid w:val="00301F70"/>
    <w:rsid w:val="00301FC7"/>
    <w:rsid w:val="00303E39"/>
    <w:rsid w:val="00304169"/>
    <w:rsid w:val="003049EB"/>
    <w:rsid w:val="00304BA5"/>
    <w:rsid w:val="00305250"/>
    <w:rsid w:val="003054B5"/>
    <w:rsid w:val="00305A79"/>
    <w:rsid w:val="003074C5"/>
    <w:rsid w:val="00310302"/>
    <w:rsid w:val="003110E9"/>
    <w:rsid w:val="00311BF7"/>
    <w:rsid w:val="00314010"/>
    <w:rsid w:val="00314040"/>
    <w:rsid w:val="003141AB"/>
    <w:rsid w:val="0031494D"/>
    <w:rsid w:val="0031518F"/>
    <w:rsid w:val="00315F44"/>
    <w:rsid w:val="003165CE"/>
    <w:rsid w:val="00316882"/>
    <w:rsid w:val="0031714D"/>
    <w:rsid w:val="0031717E"/>
    <w:rsid w:val="003206EF"/>
    <w:rsid w:val="003212E3"/>
    <w:rsid w:val="003234AA"/>
    <w:rsid w:val="0032366A"/>
    <w:rsid w:val="003247E1"/>
    <w:rsid w:val="003248E0"/>
    <w:rsid w:val="003259A7"/>
    <w:rsid w:val="0032608F"/>
    <w:rsid w:val="0032648A"/>
    <w:rsid w:val="00326523"/>
    <w:rsid w:val="00331BAC"/>
    <w:rsid w:val="00331BFC"/>
    <w:rsid w:val="0033328F"/>
    <w:rsid w:val="003335DC"/>
    <w:rsid w:val="00334342"/>
    <w:rsid w:val="00334411"/>
    <w:rsid w:val="003359AC"/>
    <w:rsid w:val="00336A38"/>
    <w:rsid w:val="00336D74"/>
    <w:rsid w:val="00337676"/>
    <w:rsid w:val="003377D9"/>
    <w:rsid w:val="0033798E"/>
    <w:rsid w:val="003403C9"/>
    <w:rsid w:val="00340B64"/>
    <w:rsid w:val="00340B8E"/>
    <w:rsid w:val="00342755"/>
    <w:rsid w:val="00342AD7"/>
    <w:rsid w:val="00342E66"/>
    <w:rsid w:val="00343421"/>
    <w:rsid w:val="0034353E"/>
    <w:rsid w:val="00343C9B"/>
    <w:rsid w:val="0034437B"/>
    <w:rsid w:val="0034487B"/>
    <w:rsid w:val="00344BA9"/>
    <w:rsid w:val="0034612B"/>
    <w:rsid w:val="00346A89"/>
    <w:rsid w:val="00350C88"/>
    <w:rsid w:val="00350C91"/>
    <w:rsid w:val="00351155"/>
    <w:rsid w:val="00352037"/>
    <w:rsid w:val="003523E7"/>
    <w:rsid w:val="00352AE9"/>
    <w:rsid w:val="00352E9D"/>
    <w:rsid w:val="00353335"/>
    <w:rsid w:val="003551D6"/>
    <w:rsid w:val="0035563C"/>
    <w:rsid w:val="00355BF0"/>
    <w:rsid w:val="0035626F"/>
    <w:rsid w:val="00356A93"/>
    <w:rsid w:val="003578BF"/>
    <w:rsid w:val="00360755"/>
    <w:rsid w:val="00361C59"/>
    <w:rsid w:val="00361CB4"/>
    <w:rsid w:val="00362520"/>
    <w:rsid w:val="003640F9"/>
    <w:rsid w:val="00364697"/>
    <w:rsid w:val="00364C22"/>
    <w:rsid w:val="00364E56"/>
    <w:rsid w:val="003655C1"/>
    <w:rsid w:val="003665DA"/>
    <w:rsid w:val="003678AC"/>
    <w:rsid w:val="003679B2"/>
    <w:rsid w:val="0037161F"/>
    <w:rsid w:val="003733A5"/>
    <w:rsid w:val="00373489"/>
    <w:rsid w:val="003739AA"/>
    <w:rsid w:val="00374D22"/>
    <w:rsid w:val="00375B37"/>
    <w:rsid w:val="00375EEC"/>
    <w:rsid w:val="0037694D"/>
    <w:rsid w:val="00377A7D"/>
    <w:rsid w:val="003819AC"/>
    <w:rsid w:val="00381E5B"/>
    <w:rsid w:val="003820BB"/>
    <w:rsid w:val="00382E50"/>
    <w:rsid w:val="003833D5"/>
    <w:rsid w:val="00383561"/>
    <w:rsid w:val="003838EB"/>
    <w:rsid w:val="00383A23"/>
    <w:rsid w:val="0038568E"/>
    <w:rsid w:val="00386A0A"/>
    <w:rsid w:val="00386FFD"/>
    <w:rsid w:val="00387E90"/>
    <w:rsid w:val="003908D5"/>
    <w:rsid w:val="003908F6"/>
    <w:rsid w:val="00390B20"/>
    <w:rsid w:val="003914E6"/>
    <w:rsid w:val="003914F3"/>
    <w:rsid w:val="00391DE8"/>
    <w:rsid w:val="00392423"/>
    <w:rsid w:val="00393892"/>
    <w:rsid w:val="00395EC0"/>
    <w:rsid w:val="00395F64"/>
    <w:rsid w:val="00395F73"/>
    <w:rsid w:val="00396210"/>
    <w:rsid w:val="00396526"/>
    <w:rsid w:val="003A086D"/>
    <w:rsid w:val="003A08D4"/>
    <w:rsid w:val="003A0976"/>
    <w:rsid w:val="003A15EE"/>
    <w:rsid w:val="003A1DEB"/>
    <w:rsid w:val="003A2353"/>
    <w:rsid w:val="003A2554"/>
    <w:rsid w:val="003A3ECA"/>
    <w:rsid w:val="003A3F0B"/>
    <w:rsid w:val="003A45DC"/>
    <w:rsid w:val="003A483A"/>
    <w:rsid w:val="003A4C10"/>
    <w:rsid w:val="003A5630"/>
    <w:rsid w:val="003A5CA0"/>
    <w:rsid w:val="003A6189"/>
    <w:rsid w:val="003A77C0"/>
    <w:rsid w:val="003B0519"/>
    <w:rsid w:val="003B31E6"/>
    <w:rsid w:val="003B42CC"/>
    <w:rsid w:val="003B43D1"/>
    <w:rsid w:val="003B4ED5"/>
    <w:rsid w:val="003B528B"/>
    <w:rsid w:val="003B5CCE"/>
    <w:rsid w:val="003B6729"/>
    <w:rsid w:val="003B6B04"/>
    <w:rsid w:val="003C1158"/>
    <w:rsid w:val="003C2097"/>
    <w:rsid w:val="003C245C"/>
    <w:rsid w:val="003C2484"/>
    <w:rsid w:val="003C3960"/>
    <w:rsid w:val="003C54DF"/>
    <w:rsid w:val="003D00C6"/>
    <w:rsid w:val="003D197F"/>
    <w:rsid w:val="003D22D6"/>
    <w:rsid w:val="003D22E4"/>
    <w:rsid w:val="003D2620"/>
    <w:rsid w:val="003D2B12"/>
    <w:rsid w:val="003D2CC2"/>
    <w:rsid w:val="003D3606"/>
    <w:rsid w:val="003D37E4"/>
    <w:rsid w:val="003D3A8C"/>
    <w:rsid w:val="003D43CC"/>
    <w:rsid w:val="003D4F26"/>
    <w:rsid w:val="003D56D1"/>
    <w:rsid w:val="003D57EC"/>
    <w:rsid w:val="003D5C63"/>
    <w:rsid w:val="003D5E2A"/>
    <w:rsid w:val="003D71C4"/>
    <w:rsid w:val="003D73CF"/>
    <w:rsid w:val="003D7B40"/>
    <w:rsid w:val="003E0072"/>
    <w:rsid w:val="003E149D"/>
    <w:rsid w:val="003E2649"/>
    <w:rsid w:val="003E2751"/>
    <w:rsid w:val="003E3A58"/>
    <w:rsid w:val="003E4102"/>
    <w:rsid w:val="003E43DE"/>
    <w:rsid w:val="003E44DC"/>
    <w:rsid w:val="003E452B"/>
    <w:rsid w:val="003E4ACF"/>
    <w:rsid w:val="003E4B02"/>
    <w:rsid w:val="003E4EEE"/>
    <w:rsid w:val="003E5A36"/>
    <w:rsid w:val="003E5FBD"/>
    <w:rsid w:val="003E754A"/>
    <w:rsid w:val="003E7765"/>
    <w:rsid w:val="003F046C"/>
    <w:rsid w:val="003F095C"/>
    <w:rsid w:val="003F09B2"/>
    <w:rsid w:val="003F0CCB"/>
    <w:rsid w:val="003F127D"/>
    <w:rsid w:val="003F3F3B"/>
    <w:rsid w:val="003F7D31"/>
    <w:rsid w:val="0040089D"/>
    <w:rsid w:val="00400989"/>
    <w:rsid w:val="00403D30"/>
    <w:rsid w:val="00406697"/>
    <w:rsid w:val="00406DF0"/>
    <w:rsid w:val="0041016E"/>
    <w:rsid w:val="00410641"/>
    <w:rsid w:val="0041192E"/>
    <w:rsid w:val="00412DB1"/>
    <w:rsid w:val="00413E77"/>
    <w:rsid w:val="00414526"/>
    <w:rsid w:val="00414635"/>
    <w:rsid w:val="00414F56"/>
    <w:rsid w:val="004159B1"/>
    <w:rsid w:val="004161A4"/>
    <w:rsid w:val="00416B70"/>
    <w:rsid w:val="00420300"/>
    <w:rsid w:val="004214D2"/>
    <w:rsid w:val="004224D0"/>
    <w:rsid w:val="00422D06"/>
    <w:rsid w:val="00423100"/>
    <w:rsid w:val="00423308"/>
    <w:rsid w:val="00423316"/>
    <w:rsid w:val="00423AF0"/>
    <w:rsid w:val="00424104"/>
    <w:rsid w:val="004251FB"/>
    <w:rsid w:val="0042538D"/>
    <w:rsid w:val="00425B60"/>
    <w:rsid w:val="00427C7D"/>
    <w:rsid w:val="00427D0F"/>
    <w:rsid w:val="00431123"/>
    <w:rsid w:val="004318C1"/>
    <w:rsid w:val="00431B8A"/>
    <w:rsid w:val="00431CA8"/>
    <w:rsid w:val="00432120"/>
    <w:rsid w:val="004333A4"/>
    <w:rsid w:val="00434418"/>
    <w:rsid w:val="00435132"/>
    <w:rsid w:val="004362A7"/>
    <w:rsid w:val="004364DA"/>
    <w:rsid w:val="00437068"/>
    <w:rsid w:val="004371A6"/>
    <w:rsid w:val="0044342A"/>
    <w:rsid w:val="004442D1"/>
    <w:rsid w:val="00444926"/>
    <w:rsid w:val="004449ED"/>
    <w:rsid w:val="00444CB8"/>
    <w:rsid w:val="00444F4D"/>
    <w:rsid w:val="00445D93"/>
    <w:rsid w:val="00445F28"/>
    <w:rsid w:val="0044681B"/>
    <w:rsid w:val="00446E66"/>
    <w:rsid w:val="00450634"/>
    <w:rsid w:val="00450DC4"/>
    <w:rsid w:val="00451710"/>
    <w:rsid w:val="00454274"/>
    <w:rsid w:val="00454A93"/>
    <w:rsid w:val="00454B1E"/>
    <w:rsid w:val="00457884"/>
    <w:rsid w:val="00457CD8"/>
    <w:rsid w:val="004600D3"/>
    <w:rsid w:val="00462270"/>
    <w:rsid w:val="00463D65"/>
    <w:rsid w:val="00464AC5"/>
    <w:rsid w:val="0046783E"/>
    <w:rsid w:val="00471213"/>
    <w:rsid w:val="004712FC"/>
    <w:rsid w:val="00471A4F"/>
    <w:rsid w:val="00474172"/>
    <w:rsid w:val="00474940"/>
    <w:rsid w:val="00475687"/>
    <w:rsid w:val="004765EF"/>
    <w:rsid w:val="00476DC2"/>
    <w:rsid w:val="00481319"/>
    <w:rsid w:val="0048140A"/>
    <w:rsid w:val="004818A9"/>
    <w:rsid w:val="004820F3"/>
    <w:rsid w:val="00482F56"/>
    <w:rsid w:val="00483316"/>
    <w:rsid w:val="00483D32"/>
    <w:rsid w:val="004851E9"/>
    <w:rsid w:val="00485E3E"/>
    <w:rsid w:val="00486510"/>
    <w:rsid w:val="00486553"/>
    <w:rsid w:val="00486941"/>
    <w:rsid w:val="00486FB5"/>
    <w:rsid w:val="00491C76"/>
    <w:rsid w:val="00491FB1"/>
    <w:rsid w:val="004923BC"/>
    <w:rsid w:val="00494EF6"/>
    <w:rsid w:val="004950DD"/>
    <w:rsid w:val="0049550B"/>
    <w:rsid w:val="00495CDA"/>
    <w:rsid w:val="004A16F2"/>
    <w:rsid w:val="004A1D44"/>
    <w:rsid w:val="004A2B4B"/>
    <w:rsid w:val="004A33B3"/>
    <w:rsid w:val="004A3AD8"/>
    <w:rsid w:val="004A412F"/>
    <w:rsid w:val="004A4910"/>
    <w:rsid w:val="004A5530"/>
    <w:rsid w:val="004A631F"/>
    <w:rsid w:val="004A744B"/>
    <w:rsid w:val="004A7903"/>
    <w:rsid w:val="004A7CA9"/>
    <w:rsid w:val="004A7EC9"/>
    <w:rsid w:val="004B055E"/>
    <w:rsid w:val="004B107E"/>
    <w:rsid w:val="004B14ED"/>
    <w:rsid w:val="004B23F6"/>
    <w:rsid w:val="004B2593"/>
    <w:rsid w:val="004B25D8"/>
    <w:rsid w:val="004B288E"/>
    <w:rsid w:val="004B2F86"/>
    <w:rsid w:val="004B3416"/>
    <w:rsid w:val="004B34BC"/>
    <w:rsid w:val="004B5679"/>
    <w:rsid w:val="004B56F5"/>
    <w:rsid w:val="004B5ADA"/>
    <w:rsid w:val="004B60A7"/>
    <w:rsid w:val="004B61B5"/>
    <w:rsid w:val="004B62AF"/>
    <w:rsid w:val="004B671C"/>
    <w:rsid w:val="004B7240"/>
    <w:rsid w:val="004B778A"/>
    <w:rsid w:val="004B7981"/>
    <w:rsid w:val="004B7FD6"/>
    <w:rsid w:val="004C0F8B"/>
    <w:rsid w:val="004C14FD"/>
    <w:rsid w:val="004C3FD5"/>
    <w:rsid w:val="004C55A5"/>
    <w:rsid w:val="004C602C"/>
    <w:rsid w:val="004C6653"/>
    <w:rsid w:val="004C72BF"/>
    <w:rsid w:val="004C7C1C"/>
    <w:rsid w:val="004D0D7F"/>
    <w:rsid w:val="004D108D"/>
    <w:rsid w:val="004D19C3"/>
    <w:rsid w:val="004D1B2D"/>
    <w:rsid w:val="004D26D3"/>
    <w:rsid w:val="004D2706"/>
    <w:rsid w:val="004D2A14"/>
    <w:rsid w:val="004D2A9C"/>
    <w:rsid w:val="004D2DA5"/>
    <w:rsid w:val="004D4F5D"/>
    <w:rsid w:val="004D5106"/>
    <w:rsid w:val="004D53DE"/>
    <w:rsid w:val="004D5DB7"/>
    <w:rsid w:val="004D7877"/>
    <w:rsid w:val="004E045F"/>
    <w:rsid w:val="004E0B6B"/>
    <w:rsid w:val="004E146C"/>
    <w:rsid w:val="004E164D"/>
    <w:rsid w:val="004E1EC5"/>
    <w:rsid w:val="004E3143"/>
    <w:rsid w:val="004E380F"/>
    <w:rsid w:val="004E3AC3"/>
    <w:rsid w:val="004E4968"/>
    <w:rsid w:val="004E4E00"/>
    <w:rsid w:val="004E5852"/>
    <w:rsid w:val="004E6301"/>
    <w:rsid w:val="004E786E"/>
    <w:rsid w:val="004F20BB"/>
    <w:rsid w:val="004F293D"/>
    <w:rsid w:val="004F3298"/>
    <w:rsid w:val="004F3613"/>
    <w:rsid w:val="004F4B1A"/>
    <w:rsid w:val="004F67EA"/>
    <w:rsid w:val="004F6EFD"/>
    <w:rsid w:val="0050010D"/>
    <w:rsid w:val="0050045D"/>
    <w:rsid w:val="00502339"/>
    <w:rsid w:val="005024A3"/>
    <w:rsid w:val="005033D6"/>
    <w:rsid w:val="00503421"/>
    <w:rsid w:val="00503B3B"/>
    <w:rsid w:val="0050444F"/>
    <w:rsid w:val="00504ABC"/>
    <w:rsid w:val="00507286"/>
    <w:rsid w:val="00507E71"/>
    <w:rsid w:val="00507EEF"/>
    <w:rsid w:val="00510315"/>
    <w:rsid w:val="00511F1A"/>
    <w:rsid w:val="00511F58"/>
    <w:rsid w:val="00512C2F"/>
    <w:rsid w:val="0051527E"/>
    <w:rsid w:val="0051609B"/>
    <w:rsid w:val="0051609F"/>
    <w:rsid w:val="00516BDF"/>
    <w:rsid w:val="00517EC7"/>
    <w:rsid w:val="00520E75"/>
    <w:rsid w:val="00520E93"/>
    <w:rsid w:val="0052243B"/>
    <w:rsid w:val="005232F9"/>
    <w:rsid w:val="0052433B"/>
    <w:rsid w:val="0052438C"/>
    <w:rsid w:val="00524977"/>
    <w:rsid w:val="00524CFA"/>
    <w:rsid w:val="005253F4"/>
    <w:rsid w:val="00525A1A"/>
    <w:rsid w:val="00525CB1"/>
    <w:rsid w:val="00526069"/>
    <w:rsid w:val="0052710F"/>
    <w:rsid w:val="0052727A"/>
    <w:rsid w:val="00527849"/>
    <w:rsid w:val="005306C0"/>
    <w:rsid w:val="00531A65"/>
    <w:rsid w:val="00531B80"/>
    <w:rsid w:val="00531C63"/>
    <w:rsid w:val="00533107"/>
    <w:rsid w:val="00533B87"/>
    <w:rsid w:val="00533ED0"/>
    <w:rsid w:val="005352A9"/>
    <w:rsid w:val="0053571B"/>
    <w:rsid w:val="00536970"/>
    <w:rsid w:val="00537172"/>
    <w:rsid w:val="00537B5A"/>
    <w:rsid w:val="00537C16"/>
    <w:rsid w:val="005400AF"/>
    <w:rsid w:val="0054058B"/>
    <w:rsid w:val="00540E9C"/>
    <w:rsid w:val="00541297"/>
    <w:rsid w:val="0054172D"/>
    <w:rsid w:val="00542445"/>
    <w:rsid w:val="00542DBA"/>
    <w:rsid w:val="00543571"/>
    <w:rsid w:val="00544290"/>
    <w:rsid w:val="00544C49"/>
    <w:rsid w:val="00544FD0"/>
    <w:rsid w:val="0054618F"/>
    <w:rsid w:val="0054744E"/>
    <w:rsid w:val="00547EB7"/>
    <w:rsid w:val="00547F20"/>
    <w:rsid w:val="00550ACD"/>
    <w:rsid w:val="00550BCB"/>
    <w:rsid w:val="00550E54"/>
    <w:rsid w:val="00551483"/>
    <w:rsid w:val="00551718"/>
    <w:rsid w:val="00553BA8"/>
    <w:rsid w:val="005546A8"/>
    <w:rsid w:val="00554E4F"/>
    <w:rsid w:val="005553E6"/>
    <w:rsid w:val="0055678E"/>
    <w:rsid w:val="00557A4C"/>
    <w:rsid w:val="00561204"/>
    <w:rsid w:val="00561429"/>
    <w:rsid w:val="00561B66"/>
    <w:rsid w:val="005627DD"/>
    <w:rsid w:val="00563D2C"/>
    <w:rsid w:val="005649A0"/>
    <w:rsid w:val="0056579F"/>
    <w:rsid w:val="00565DCF"/>
    <w:rsid w:val="0056626B"/>
    <w:rsid w:val="0056726A"/>
    <w:rsid w:val="0057055D"/>
    <w:rsid w:val="00570CB1"/>
    <w:rsid w:val="00570F93"/>
    <w:rsid w:val="00571084"/>
    <w:rsid w:val="0057124F"/>
    <w:rsid w:val="005718B2"/>
    <w:rsid w:val="00571D39"/>
    <w:rsid w:val="0057306D"/>
    <w:rsid w:val="0057370D"/>
    <w:rsid w:val="00574844"/>
    <w:rsid w:val="00574A11"/>
    <w:rsid w:val="005826DE"/>
    <w:rsid w:val="005850B4"/>
    <w:rsid w:val="00585348"/>
    <w:rsid w:val="00586716"/>
    <w:rsid w:val="0059144F"/>
    <w:rsid w:val="00592804"/>
    <w:rsid w:val="00593E4F"/>
    <w:rsid w:val="005946B0"/>
    <w:rsid w:val="00594C79"/>
    <w:rsid w:val="00595094"/>
    <w:rsid w:val="005957F0"/>
    <w:rsid w:val="00595A8C"/>
    <w:rsid w:val="005960E3"/>
    <w:rsid w:val="00596AA3"/>
    <w:rsid w:val="00596C8C"/>
    <w:rsid w:val="0059721A"/>
    <w:rsid w:val="005976FA"/>
    <w:rsid w:val="00597AB0"/>
    <w:rsid w:val="00597EEC"/>
    <w:rsid w:val="005A0391"/>
    <w:rsid w:val="005A04F3"/>
    <w:rsid w:val="005A0C3C"/>
    <w:rsid w:val="005A0E1D"/>
    <w:rsid w:val="005A2058"/>
    <w:rsid w:val="005A3C20"/>
    <w:rsid w:val="005A48A7"/>
    <w:rsid w:val="005A5CE9"/>
    <w:rsid w:val="005A5DEC"/>
    <w:rsid w:val="005A6408"/>
    <w:rsid w:val="005A7BAF"/>
    <w:rsid w:val="005B1518"/>
    <w:rsid w:val="005B1BE2"/>
    <w:rsid w:val="005B1DAF"/>
    <w:rsid w:val="005B1ECC"/>
    <w:rsid w:val="005B28F0"/>
    <w:rsid w:val="005B2F6A"/>
    <w:rsid w:val="005B3249"/>
    <w:rsid w:val="005B3622"/>
    <w:rsid w:val="005B3DDE"/>
    <w:rsid w:val="005B4649"/>
    <w:rsid w:val="005B497F"/>
    <w:rsid w:val="005B4D41"/>
    <w:rsid w:val="005B53E9"/>
    <w:rsid w:val="005B6493"/>
    <w:rsid w:val="005B7010"/>
    <w:rsid w:val="005B7713"/>
    <w:rsid w:val="005B7FB0"/>
    <w:rsid w:val="005C0781"/>
    <w:rsid w:val="005C0E0B"/>
    <w:rsid w:val="005C2179"/>
    <w:rsid w:val="005C2621"/>
    <w:rsid w:val="005C271B"/>
    <w:rsid w:val="005C3545"/>
    <w:rsid w:val="005C3D1D"/>
    <w:rsid w:val="005C475C"/>
    <w:rsid w:val="005C71A0"/>
    <w:rsid w:val="005D0009"/>
    <w:rsid w:val="005D1039"/>
    <w:rsid w:val="005D273D"/>
    <w:rsid w:val="005D295C"/>
    <w:rsid w:val="005D3E41"/>
    <w:rsid w:val="005D4648"/>
    <w:rsid w:val="005D4FDA"/>
    <w:rsid w:val="005D57FF"/>
    <w:rsid w:val="005D5C01"/>
    <w:rsid w:val="005D5C2F"/>
    <w:rsid w:val="005D644E"/>
    <w:rsid w:val="005D66A4"/>
    <w:rsid w:val="005D7EC3"/>
    <w:rsid w:val="005E26D0"/>
    <w:rsid w:val="005E2BC0"/>
    <w:rsid w:val="005E36BD"/>
    <w:rsid w:val="005E39FF"/>
    <w:rsid w:val="005E3AE3"/>
    <w:rsid w:val="005E6B74"/>
    <w:rsid w:val="005E7905"/>
    <w:rsid w:val="005F050C"/>
    <w:rsid w:val="005F0A48"/>
    <w:rsid w:val="005F18B3"/>
    <w:rsid w:val="005F1B22"/>
    <w:rsid w:val="005F55C6"/>
    <w:rsid w:val="005F5B38"/>
    <w:rsid w:val="005F5C46"/>
    <w:rsid w:val="005F5F86"/>
    <w:rsid w:val="005F6A72"/>
    <w:rsid w:val="006004B3"/>
    <w:rsid w:val="00601384"/>
    <w:rsid w:val="00601BE6"/>
    <w:rsid w:val="00602205"/>
    <w:rsid w:val="00602E42"/>
    <w:rsid w:val="00603D0A"/>
    <w:rsid w:val="00605F49"/>
    <w:rsid w:val="00606666"/>
    <w:rsid w:val="00607B26"/>
    <w:rsid w:val="00607FE8"/>
    <w:rsid w:val="00611614"/>
    <w:rsid w:val="006117EF"/>
    <w:rsid w:val="00611DC3"/>
    <w:rsid w:val="006123C4"/>
    <w:rsid w:val="0061402F"/>
    <w:rsid w:val="00615AF0"/>
    <w:rsid w:val="006163FA"/>
    <w:rsid w:val="0061643B"/>
    <w:rsid w:val="00616F2F"/>
    <w:rsid w:val="006176D5"/>
    <w:rsid w:val="006178E8"/>
    <w:rsid w:val="0062047B"/>
    <w:rsid w:val="00620613"/>
    <w:rsid w:val="006214DA"/>
    <w:rsid w:val="00622B28"/>
    <w:rsid w:val="00623FA1"/>
    <w:rsid w:val="00625146"/>
    <w:rsid w:val="00626883"/>
    <w:rsid w:val="00626CEE"/>
    <w:rsid w:val="0062766A"/>
    <w:rsid w:val="006277C9"/>
    <w:rsid w:val="00627ECD"/>
    <w:rsid w:val="00632310"/>
    <w:rsid w:val="00634700"/>
    <w:rsid w:val="006347D4"/>
    <w:rsid w:val="00634911"/>
    <w:rsid w:val="00635CB7"/>
    <w:rsid w:val="00636B62"/>
    <w:rsid w:val="00636F2B"/>
    <w:rsid w:val="0063732B"/>
    <w:rsid w:val="00637678"/>
    <w:rsid w:val="006378C1"/>
    <w:rsid w:val="00637CE5"/>
    <w:rsid w:val="00637D49"/>
    <w:rsid w:val="00640FD5"/>
    <w:rsid w:val="006412B6"/>
    <w:rsid w:val="006421DF"/>
    <w:rsid w:val="006453D7"/>
    <w:rsid w:val="006454E4"/>
    <w:rsid w:val="0064631F"/>
    <w:rsid w:val="006474B0"/>
    <w:rsid w:val="0065066C"/>
    <w:rsid w:val="006521F2"/>
    <w:rsid w:val="00652BA6"/>
    <w:rsid w:val="00652DAB"/>
    <w:rsid w:val="00653334"/>
    <w:rsid w:val="006536AC"/>
    <w:rsid w:val="006544C2"/>
    <w:rsid w:val="00654903"/>
    <w:rsid w:val="0065507A"/>
    <w:rsid w:val="006562DE"/>
    <w:rsid w:val="006650DA"/>
    <w:rsid w:val="0066550B"/>
    <w:rsid w:val="006662AF"/>
    <w:rsid w:val="006669C2"/>
    <w:rsid w:val="00666F73"/>
    <w:rsid w:val="00667D3B"/>
    <w:rsid w:val="00670295"/>
    <w:rsid w:val="00670314"/>
    <w:rsid w:val="00671039"/>
    <w:rsid w:val="006711EF"/>
    <w:rsid w:val="006714D1"/>
    <w:rsid w:val="006720D8"/>
    <w:rsid w:val="006721B9"/>
    <w:rsid w:val="00672545"/>
    <w:rsid w:val="00673226"/>
    <w:rsid w:val="00673C9E"/>
    <w:rsid w:val="006748BC"/>
    <w:rsid w:val="00677E7F"/>
    <w:rsid w:val="006803BF"/>
    <w:rsid w:val="00680863"/>
    <w:rsid w:val="006835DE"/>
    <w:rsid w:val="006841C9"/>
    <w:rsid w:val="00684B0C"/>
    <w:rsid w:val="00684E03"/>
    <w:rsid w:val="00690AA8"/>
    <w:rsid w:val="00690D23"/>
    <w:rsid w:val="00690FDF"/>
    <w:rsid w:val="0069145C"/>
    <w:rsid w:val="00692314"/>
    <w:rsid w:val="00692497"/>
    <w:rsid w:val="00693828"/>
    <w:rsid w:val="00694072"/>
    <w:rsid w:val="0069426F"/>
    <w:rsid w:val="00696CED"/>
    <w:rsid w:val="0069737E"/>
    <w:rsid w:val="006974A8"/>
    <w:rsid w:val="006977C8"/>
    <w:rsid w:val="006A03B1"/>
    <w:rsid w:val="006A161F"/>
    <w:rsid w:val="006A1DDF"/>
    <w:rsid w:val="006A3B4D"/>
    <w:rsid w:val="006A451A"/>
    <w:rsid w:val="006A74DD"/>
    <w:rsid w:val="006A7F3A"/>
    <w:rsid w:val="006B1070"/>
    <w:rsid w:val="006B172F"/>
    <w:rsid w:val="006B1C89"/>
    <w:rsid w:val="006B2BAE"/>
    <w:rsid w:val="006B3358"/>
    <w:rsid w:val="006B3726"/>
    <w:rsid w:val="006B3D26"/>
    <w:rsid w:val="006B57F0"/>
    <w:rsid w:val="006B5CDF"/>
    <w:rsid w:val="006B6E6C"/>
    <w:rsid w:val="006B7899"/>
    <w:rsid w:val="006B7F68"/>
    <w:rsid w:val="006C0310"/>
    <w:rsid w:val="006C13F1"/>
    <w:rsid w:val="006C166C"/>
    <w:rsid w:val="006C2262"/>
    <w:rsid w:val="006C2592"/>
    <w:rsid w:val="006C27E1"/>
    <w:rsid w:val="006C41A5"/>
    <w:rsid w:val="006C4261"/>
    <w:rsid w:val="006C505B"/>
    <w:rsid w:val="006C7281"/>
    <w:rsid w:val="006C7AEB"/>
    <w:rsid w:val="006C7BE1"/>
    <w:rsid w:val="006D0ADF"/>
    <w:rsid w:val="006D0B94"/>
    <w:rsid w:val="006D0BD8"/>
    <w:rsid w:val="006D176C"/>
    <w:rsid w:val="006D17C2"/>
    <w:rsid w:val="006D2081"/>
    <w:rsid w:val="006D30A0"/>
    <w:rsid w:val="006D31F1"/>
    <w:rsid w:val="006D32EE"/>
    <w:rsid w:val="006D4F0B"/>
    <w:rsid w:val="006D5353"/>
    <w:rsid w:val="006D5B97"/>
    <w:rsid w:val="006D6068"/>
    <w:rsid w:val="006D6EBA"/>
    <w:rsid w:val="006D73D9"/>
    <w:rsid w:val="006D7889"/>
    <w:rsid w:val="006D7B11"/>
    <w:rsid w:val="006E05DC"/>
    <w:rsid w:val="006E1416"/>
    <w:rsid w:val="006E1A9C"/>
    <w:rsid w:val="006E2B84"/>
    <w:rsid w:val="006E35BD"/>
    <w:rsid w:val="006E4766"/>
    <w:rsid w:val="006E4810"/>
    <w:rsid w:val="006E4947"/>
    <w:rsid w:val="006E4B4C"/>
    <w:rsid w:val="006E501F"/>
    <w:rsid w:val="006E5235"/>
    <w:rsid w:val="006E5399"/>
    <w:rsid w:val="006E6826"/>
    <w:rsid w:val="006E69EB"/>
    <w:rsid w:val="006E7223"/>
    <w:rsid w:val="006E7F3A"/>
    <w:rsid w:val="006F0E7D"/>
    <w:rsid w:val="006F2833"/>
    <w:rsid w:val="006F3289"/>
    <w:rsid w:val="006F3352"/>
    <w:rsid w:val="006F3D7D"/>
    <w:rsid w:val="006F4633"/>
    <w:rsid w:val="006F7247"/>
    <w:rsid w:val="006F7D50"/>
    <w:rsid w:val="006F7E3D"/>
    <w:rsid w:val="00700E1B"/>
    <w:rsid w:val="00701467"/>
    <w:rsid w:val="00702128"/>
    <w:rsid w:val="007023CF"/>
    <w:rsid w:val="00703EC5"/>
    <w:rsid w:val="0070416C"/>
    <w:rsid w:val="00704584"/>
    <w:rsid w:val="0070610D"/>
    <w:rsid w:val="007062F9"/>
    <w:rsid w:val="007062FE"/>
    <w:rsid w:val="00706D43"/>
    <w:rsid w:val="007071C7"/>
    <w:rsid w:val="00710579"/>
    <w:rsid w:val="00710791"/>
    <w:rsid w:val="007121BF"/>
    <w:rsid w:val="00712457"/>
    <w:rsid w:val="007124E9"/>
    <w:rsid w:val="00712F9B"/>
    <w:rsid w:val="0071340C"/>
    <w:rsid w:val="00713D2A"/>
    <w:rsid w:val="007142C1"/>
    <w:rsid w:val="007153C0"/>
    <w:rsid w:val="00715921"/>
    <w:rsid w:val="007164F3"/>
    <w:rsid w:val="0071659B"/>
    <w:rsid w:val="007168D7"/>
    <w:rsid w:val="007170F2"/>
    <w:rsid w:val="00717B0B"/>
    <w:rsid w:val="00717F9D"/>
    <w:rsid w:val="007204C6"/>
    <w:rsid w:val="007206D9"/>
    <w:rsid w:val="00720836"/>
    <w:rsid w:val="0072136E"/>
    <w:rsid w:val="00721769"/>
    <w:rsid w:val="00722301"/>
    <w:rsid w:val="00722D3A"/>
    <w:rsid w:val="0072303C"/>
    <w:rsid w:val="00723623"/>
    <w:rsid w:val="00724C9D"/>
    <w:rsid w:val="00725024"/>
    <w:rsid w:val="007265F1"/>
    <w:rsid w:val="00726A3F"/>
    <w:rsid w:val="00726E63"/>
    <w:rsid w:val="00726FA1"/>
    <w:rsid w:val="007271B4"/>
    <w:rsid w:val="007316B0"/>
    <w:rsid w:val="00731B75"/>
    <w:rsid w:val="007330CD"/>
    <w:rsid w:val="00733926"/>
    <w:rsid w:val="007347AB"/>
    <w:rsid w:val="00735027"/>
    <w:rsid w:val="007352D3"/>
    <w:rsid w:val="00736955"/>
    <w:rsid w:val="00736F4F"/>
    <w:rsid w:val="0073703A"/>
    <w:rsid w:val="00737360"/>
    <w:rsid w:val="007373A0"/>
    <w:rsid w:val="0074033B"/>
    <w:rsid w:val="007416D6"/>
    <w:rsid w:val="00742EBF"/>
    <w:rsid w:val="0074396A"/>
    <w:rsid w:val="00743D40"/>
    <w:rsid w:val="00744F25"/>
    <w:rsid w:val="0074556F"/>
    <w:rsid w:val="0074738E"/>
    <w:rsid w:val="007474EF"/>
    <w:rsid w:val="00747803"/>
    <w:rsid w:val="00747E68"/>
    <w:rsid w:val="00751372"/>
    <w:rsid w:val="0075287C"/>
    <w:rsid w:val="00755E86"/>
    <w:rsid w:val="007577FD"/>
    <w:rsid w:val="007604A6"/>
    <w:rsid w:val="007618BD"/>
    <w:rsid w:val="0076245E"/>
    <w:rsid w:val="00762497"/>
    <w:rsid w:val="00764AF8"/>
    <w:rsid w:val="007653E1"/>
    <w:rsid w:val="00765F63"/>
    <w:rsid w:val="0076651F"/>
    <w:rsid w:val="0076719C"/>
    <w:rsid w:val="00767578"/>
    <w:rsid w:val="00767C24"/>
    <w:rsid w:val="00767E13"/>
    <w:rsid w:val="00767E32"/>
    <w:rsid w:val="007700A8"/>
    <w:rsid w:val="00770FF7"/>
    <w:rsid w:val="0077211B"/>
    <w:rsid w:val="007732E6"/>
    <w:rsid w:val="0077580C"/>
    <w:rsid w:val="00775927"/>
    <w:rsid w:val="00775DF8"/>
    <w:rsid w:val="00776D34"/>
    <w:rsid w:val="00776E86"/>
    <w:rsid w:val="00777691"/>
    <w:rsid w:val="00777CE6"/>
    <w:rsid w:val="00777E6A"/>
    <w:rsid w:val="00780B94"/>
    <w:rsid w:val="00780F96"/>
    <w:rsid w:val="00781393"/>
    <w:rsid w:val="00781B36"/>
    <w:rsid w:val="00782F36"/>
    <w:rsid w:val="007836CE"/>
    <w:rsid w:val="00783A7A"/>
    <w:rsid w:val="00784504"/>
    <w:rsid w:val="0078636B"/>
    <w:rsid w:val="007867BB"/>
    <w:rsid w:val="00786A1B"/>
    <w:rsid w:val="007871BD"/>
    <w:rsid w:val="00787F87"/>
    <w:rsid w:val="007908ED"/>
    <w:rsid w:val="00791108"/>
    <w:rsid w:val="0079119B"/>
    <w:rsid w:val="007916D6"/>
    <w:rsid w:val="00791BC3"/>
    <w:rsid w:val="0079209C"/>
    <w:rsid w:val="00792DC2"/>
    <w:rsid w:val="007931C7"/>
    <w:rsid w:val="00793A2F"/>
    <w:rsid w:val="007944C6"/>
    <w:rsid w:val="00795A97"/>
    <w:rsid w:val="007962E1"/>
    <w:rsid w:val="007968EF"/>
    <w:rsid w:val="007972C7"/>
    <w:rsid w:val="007A07D5"/>
    <w:rsid w:val="007A0E28"/>
    <w:rsid w:val="007A182F"/>
    <w:rsid w:val="007A22C1"/>
    <w:rsid w:val="007A3429"/>
    <w:rsid w:val="007A3459"/>
    <w:rsid w:val="007A34E8"/>
    <w:rsid w:val="007A3B94"/>
    <w:rsid w:val="007A3D79"/>
    <w:rsid w:val="007A4994"/>
    <w:rsid w:val="007A5CA1"/>
    <w:rsid w:val="007A613C"/>
    <w:rsid w:val="007A646D"/>
    <w:rsid w:val="007A75A3"/>
    <w:rsid w:val="007A7CE7"/>
    <w:rsid w:val="007B024A"/>
    <w:rsid w:val="007B069E"/>
    <w:rsid w:val="007B0A49"/>
    <w:rsid w:val="007B2907"/>
    <w:rsid w:val="007B3ADB"/>
    <w:rsid w:val="007B4A49"/>
    <w:rsid w:val="007B4AA6"/>
    <w:rsid w:val="007B7249"/>
    <w:rsid w:val="007B7A71"/>
    <w:rsid w:val="007C1A1B"/>
    <w:rsid w:val="007C203F"/>
    <w:rsid w:val="007C2053"/>
    <w:rsid w:val="007C2A7C"/>
    <w:rsid w:val="007C2CA6"/>
    <w:rsid w:val="007C4311"/>
    <w:rsid w:val="007C6860"/>
    <w:rsid w:val="007C76F6"/>
    <w:rsid w:val="007C7F3F"/>
    <w:rsid w:val="007D0BB5"/>
    <w:rsid w:val="007D281B"/>
    <w:rsid w:val="007D29B6"/>
    <w:rsid w:val="007D2A3C"/>
    <w:rsid w:val="007D2BDE"/>
    <w:rsid w:val="007D3F10"/>
    <w:rsid w:val="007D4441"/>
    <w:rsid w:val="007D4851"/>
    <w:rsid w:val="007D49CD"/>
    <w:rsid w:val="007D6174"/>
    <w:rsid w:val="007D73F8"/>
    <w:rsid w:val="007D7913"/>
    <w:rsid w:val="007E0341"/>
    <w:rsid w:val="007E07B1"/>
    <w:rsid w:val="007E0D48"/>
    <w:rsid w:val="007E16A8"/>
    <w:rsid w:val="007E1C0B"/>
    <w:rsid w:val="007E2B56"/>
    <w:rsid w:val="007E2FBB"/>
    <w:rsid w:val="007E4222"/>
    <w:rsid w:val="007E4264"/>
    <w:rsid w:val="007E49A9"/>
    <w:rsid w:val="007E5789"/>
    <w:rsid w:val="007E66AE"/>
    <w:rsid w:val="007E6F44"/>
    <w:rsid w:val="007F0589"/>
    <w:rsid w:val="007F0B93"/>
    <w:rsid w:val="007F10E8"/>
    <w:rsid w:val="007F1968"/>
    <w:rsid w:val="007F2F34"/>
    <w:rsid w:val="007F376F"/>
    <w:rsid w:val="007F3E82"/>
    <w:rsid w:val="007F47A8"/>
    <w:rsid w:val="007F4E56"/>
    <w:rsid w:val="007F67AD"/>
    <w:rsid w:val="007F68D3"/>
    <w:rsid w:val="007F6F4E"/>
    <w:rsid w:val="00800755"/>
    <w:rsid w:val="00801E23"/>
    <w:rsid w:val="00802AA5"/>
    <w:rsid w:val="00802D51"/>
    <w:rsid w:val="00803F88"/>
    <w:rsid w:val="00805106"/>
    <w:rsid w:val="0080542F"/>
    <w:rsid w:val="008060A6"/>
    <w:rsid w:val="0080611A"/>
    <w:rsid w:val="00806E15"/>
    <w:rsid w:val="00811090"/>
    <w:rsid w:val="00811CF9"/>
    <w:rsid w:val="00813A6A"/>
    <w:rsid w:val="00815A5B"/>
    <w:rsid w:val="00816363"/>
    <w:rsid w:val="008172A7"/>
    <w:rsid w:val="008175A2"/>
    <w:rsid w:val="00817F6D"/>
    <w:rsid w:val="008212AC"/>
    <w:rsid w:val="00823762"/>
    <w:rsid w:val="008239F9"/>
    <w:rsid w:val="008248DE"/>
    <w:rsid w:val="008264ED"/>
    <w:rsid w:val="00826ACE"/>
    <w:rsid w:val="00831401"/>
    <w:rsid w:val="00831A37"/>
    <w:rsid w:val="00832216"/>
    <w:rsid w:val="008333B7"/>
    <w:rsid w:val="00834CA7"/>
    <w:rsid w:val="008356A6"/>
    <w:rsid w:val="008363F6"/>
    <w:rsid w:val="00837AE4"/>
    <w:rsid w:val="00840959"/>
    <w:rsid w:val="00841B9F"/>
    <w:rsid w:val="00841BFD"/>
    <w:rsid w:val="0084229E"/>
    <w:rsid w:val="00842590"/>
    <w:rsid w:val="00843CDB"/>
    <w:rsid w:val="008441FC"/>
    <w:rsid w:val="008445BB"/>
    <w:rsid w:val="00844CE8"/>
    <w:rsid w:val="00845ED0"/>
    <w:rsid w:val="008469E9"/>
    <w:rsid w:val="00846C30"/>
    <w:rsid w:val="00846F8E"/>
    <w:rsid w:val="008477B8"/>
    <w:rsid w:val="0084795C"/>
    <w:rsid w:val="00847AA8"/>
    <w:rsid w:val="0085069B"/>
    <w:rsid w:val="00850BBF"/>
    <w:rsid w:val="00850BCD"/>
    <w:rsid w:val="00851415"/>
    <w:rsid w:val="00852D8B"/>
    <w:rsid w:val="008536CD"/>
    <w:rsid w:val="0085379F"/>
    <w:rsid w:val="00853970"/>
    <w:rsid w:val="00855DC0"/>
    <w:rsid w:val="008623B4"/>
    <w:rsid w:val="008625E8"/>
    <w:rsid w:val="0086364F"/>
    <w:rsid w:val="00863725"/>
    <w:rsid w:val="008640DD"/>
    <w:rsid w:val="008642B3"/>
    <w:rsid w:val="0086585F"/>
    <w:rsid w:val="00866A68"/>
    <w:rsid w:val="00867945"/>
    <w:rsid w:val="00867E05"/>
    <w:rsid w:val="00870121"/>
    <w:rsid w:val="00870325"/>
    <w:rsid w:val="00870444"/>
    <w:rsid w:val="0087091E"/>
    <w:rsid w:val="00870E1A"/>
    <w:rsid w:val="0087111A"/>
    <w:rsid w:val="00871DD1"/>
    <w:rsid w:val="0087209A"/>
    <w:rsid w:val="008723F8"/>
    <w:rsid w:val="0087274C"/>
    <w:rsid w:val="00872AF0"/>
    <w:rsid w:val="00872FE7"/>
    <w:rsid w:val="008745C6"/>
    <w:rsid w:val="00874629"/>
    <w:rsid w:val="0087590D"/>
    <w:rsid w:val="0087636C"/>
    <w:rsid w:val="00876660"/>
    <w:rsid w:val="00877577"/>
    <w:rsid w:val="008800C1"/>
    <w:rsid w:val="00880BB7"/>
    <w:rsid w:val="008817C7"/>
    <w:rsid w:val="0088194B"/>
    <w:rsid w:val="00881CD5"/>
    <w:rsid w:val="00881CDA"/>
    <w:rsid w:val="00882618"/>
    <w:rsid w:val="008829CF"/>
    <w:rsid w:val="0088308D"/>
    <w:rsid w:val="0088328E"/>
    <w:rsid w:val="00883869"/>
    <w:rsid w:val="00883C33"/>
    <w:rsid w:val="008849F7"/>
    <w:rsid w:val="008855C3"/>
    <w:rsid w:val="00885825"/>
    <w:rsid w:val="008876AA"/>
    <w:rsid w:val="00891096"/>
    <w:rsid w:val="00891C63"/>
    <w:rsid w:val="00892BB1"/>
    <w:rsid w:val="00892E5D"/>
    <w:rsid w:val="00892FB9"/>
    <w:rsid w:val="00892FC6"/>
    <w:rsid w:val="00893178"/>
    <w:rsid w:val="008932B6"/>
    <w:rsid w:val="00893892"/>
    <w:rsid w:val="008945E1"/>
    <w:rsid w:val="00896170"/>
    <w:rsid w:val="008968EE"/>
    <w:rsid w:val="00896B99"/>
    <w:rsid w:val="00896EA7"/>
    <w:rsid w:val="008979AD"/>
    <w:rsid w:val="008A0AC4"/>
    <w:rsid w:val="008A103C"/>
    <w:rsid w:val="008A1AAC"/>
    <w:rsid w:val="008A2486"/>
    <w:rsid w:val="008A2D3F"/>
    <w:rsid w:val="008A343C"/>
    <w:rsid w:val="008A3AC7"/>
    <w:rsid w:val="008A3B36"/>
    <w:rsid w:val="008A40A7"/>
    <w:rsid w:val="008A53DD"/>
    <w:rsid w:val="008A64FD"/>
    <w:rsid w:val="008A65C4"/>
    <w:rsid w:val="008A717F"/>
    <w:rsid w:val="008B03AB"/>
    <w:rsid w:val="008B153A"/>
    <w:rsid w:val="008B1B0A"/>
    <w:rsid w:val="008B3385"/>
    <w:rsid w:val="008B3840"/>
    <w:rsid w:val="008B456B"/>
    <w:rsid w:val="008B47FB"/>
    <w:rsid w:val="008B5159"/>
    <w:rsid w:val="008B5A0C"/>
    <w:rsid w:val="008B6020"/>
    <w:rsid w:val="008B78D3"/>
    <w:rsid w:val="008C0B96"/>
    <w:rsid w:val="008C105F"/>
    <w:rsid w:val="008C110C"/>
    <w:rsid w:val="008C17D2"/>
    <w:rsid w:val="008C1EB2"/>
    <w:rsid w:val="008C28D7"/>
    <w:rsid w:val="008C48C8"/>
    <w:rsid w:val="008C5837"/>
    <w:rsid w:val="008C5F7D"/>
    <w:rsid w:val="008D01DB"/>
    <w:rsid w:val="008D0CB6"/>
    <w:rsid w:val="008D1BB1"/>
    <w:rsid w:val="008D4420"/>
    <w:rsid w:val="008D480F"/>
    <w:rsid w:val="008D4C84"/>
    <w:rsid w:val="008D4FA5"/>
    <w:rsid w:val="008D664F"/>
    <w:rsid w:val="008D74F4"/>
    <w:rsid w:val="008D7757"/>
    <w:rsid w:val="008D79B1"/>
    <w:rsid w:val="008D7DFE"/>
    <w:rsid w:val="008E20A0"/>
    <w:rsid w:val="008E3292"/>
    <w:rsid w:val="008E38D9"/>
    <w:rsid w:val="008E4717"/>
    <w:rsid w:val="008E5528"/>
    <w:rsid w:val="008E6E3E"/>
    <w:rsid w:val="008E7462"/>
    <w:rsid w:val="008E7560"/>
    <w:rsid w:val="008F1F86"/>
    <w:rsid w:val="008F1F9F"/>
    <w:rsid w:val="008F20CF"/>
    <w:rsid w:val="008F2FE4"/>
    <w:rsid w:val="008F43B3"/>
    <w:rsid w:val="008F5F5F"/>
    <w:rsid w:val="00900B7C"/>
    <w:rsid w:val="00901B64"/>
    <w:rsid w:val="00902B48"/>
    <w:rsid w:val="00902CCF"/>
    <w:rsid w:val="00902D02"/>
    <w:rsid w:val="00903686"/>
    <w:rsid w:val="00905EB7"/>
    <w:rsid w:val="00906CB7"/>
    <w:rsid w:val="00910BA3"/>
    <w:rsid w:val="00912201"/>
    <w:rsid w:val="00912357"/>
    <w:rsid w:val="009128D9"/>
    <w:rsid w:val="009136D6"/>
    <w:rsid w:val="00913CBF"/>
    <w:rsid w:val="0091445A"/>
    <w:rsid w:val="00914A8C"/>
    <w:rsid w:val="0091567E"/>
    <w:rsid w:val="00915787"/>
    <w:rsid w:val="00917700"/>
    <w:rsid w:val="00917873"/>
    <w:rsid w:val="00921572"/>
    <w:rsid w:val="00922DB5"/>
    <w:rsid w:val="00922F66"/>
    <w:rsid w:val="0092371C"/>
    <w:rsid w:val="00923868"/>
    <w:rsid w:val="00923A1E"/>
    <w:rsid w:val="0092459D"/>
    <w:rsid w:val="009250CE"/>
    <w:rsid w:val="009253DE"/>
    <w:rsid w:val="00925DC1"/>
    <w:rsid w:val="00926735"/>
    <w:rsid w:val="0092727C"/>
    <w:rsid w:val="009273DB"/>
    <w:rsid w:val="009300BF"/>
    <w:rsid w:val="009308E6"/>
    <w:rsid w:val="00931EA3"/>
    <w:rsid w:val="009324F8"/>
    <w:rsid w:val="00932E30"/>
    <w:rsid w:val="00932FD8"/>
    <w:rsid w:val="0093490E"/>
    <w:rsid w:val="00935253"/>
    <w:rsid w:val="009356E9"/>
    <w:rsid w:val="00936D03"/>
    <w:rsid w:val="00936E25"/>
    <w:rsid w:val="00937365"/>
    <w:rsid w:val="00937AB6"/>
    <w:rsid w:val="009405DB"/>
    <w:rsid w:val="0094079D"/>
    <w:rsid w:val="00940C27"/>
    <w:rsid w:val="00942477"/>
    <w:rsid w:val="00942902"/>
    <w:rsid w:val="0094314E"/>
    <w:rsid w:val="00943322"/>
    <w:rsid w:val="00943A2D"/>
    <w:rsid w:val="00943CF3"/>
    <w:rsid w:val="00944917"/>
    <w:rsid w:val="0094668D"/>
    <w:rsid w:val="00946A9E"/>
    <w:rsid w:val="00947950"/>
    <w:rsid w:val="00950F4E"/>
    <w:rsid w:val="009524EE"/>
    <w:rsid w:val="009527F9"/>
    <w:rsid w:val="0095376F"/>
    <w:rsid w:val="00954801"/>
    <w:rsid w:val="00956669"/>
    <w:rsid w:val="00957CCA"/>
    <w:rsid w:val="009606A1"/>
    <w:rsid w:val="00961318"/>
    <w:rsid w:val="00962ECE"/>
    <w:rsid w:val="009638CD"/>
    <w:rsid w:val="0096441F"/>
    <w:rsid w:val="00964A3B"/>
    <w:rsid w:val="00965196"/>
    <w:rsid w:val="009669F2"/>
    <w:rsid w:val="0097072C"/>
    <w:rsid w:val="00970EFF"/>
    <w:rsid w:val="0097107E"/>
    <w:rsid w:val="00972567"/>
    <w:rsid w:val="00972AC7"/>
    <w:rsid w:val="00972E12"/>
    <w:rsid w:val="00973039"/>
    <w:rsid w:val="00973124"/>
    <w:rsid w:val="00973162"/>
    <w:rsid w:val="00975018"/>
    <w:rsid w:val="00975C68"/>
    <w:rsid w:val="00975ECB"/>
    <w:rsid w:val="00975EDB"/>
    <w:rsid w:val="00976D1D"/>
    <w:rsid w:val="00977601"/>
    <w:rsid w:val="009778CE"/>
    <w:rsid w:val="00980960"/>
    <w:rsid w:val="00981AE0"/>
    <w:rsid w:val="00982506"/>
    <w:rsid w:val="00982595"/>
    <w:rsid w:val="009836D6"/>
    <w:rsid w:val="00983805"/>
    <w:rsid w:val="00983A5C"/>
    <w:rsid w:val="009853A3"/>
    <w:rsid w:val="00985D6A"/>
    <w:rsid w:val="009873EA"/>
    <w:rsid w:val="0098797C"/>
    <w:rsid w:val="0099022E"/>
    <w:rsid w:val="00993FFA"/>
    <w:rsid w:val="00995F87"/>
    <w:rsid w:val="00996AEE"/>
    <w:rsid w:val="009977B5"/>
    <w:rsid w:val="00997AB5"/>
    <w:rsid w:val="009A06BC"/>
    <w:rsid w:val="009A0E17"/>
    <w:rsid w:val="009A13F6"/>
    <w:rsid w:val="009A2487"/>
    <w:rsid w:val="009A2DA9"/>
    <w:rsid w:val="009A2EB6"/>
    <w:rsid w:val="009A4F3C"/>
    <w:rsid w:val="009A76A2"/>
    <w:rsid w:val="009B081F"/>
    <w:rsid w:val="009B0965"/>
    <w:rsid w:val="009B20F5"/>
    <w:rsid w:val="009B385B"/>
    <w:rsid w:val="009B3A59"/>
    <w:rsid w:val="009B4068"/>
    <w:rsid w:val="009B4C41"/>
    <w:rsid w:val="009B5FF5"/>
    <w:rsid w:val="009B7173"/>
    <w:rsid w:val="009B7EFF"/>
    <w:rsid w:val="009C13B5"/>
    <w:rsid w:val="009C2278"/>
    <w:rsid w:val="009C22BD"/>
    <w:rsid w:val="009C561C"/>
    <w:rsid w:val="009D0C3B"/>
    <w:rsid w:val="009D130B"/>
    <w:rsid w:val="009D39F8"/>
    <w:rsid w:val="009D3E21"/>
    <w:rsid w:val="009D414E"/>
    <w:rsid w:val="009D54FE"/>
    <w:rsid w:val="009D6D8A"/>
    <w:rsid w:val="009D724A"/>
    <w:rsid w:val="009D7FF3"/>
    <w:rsid w:val="009E036D"/>
    <w:rsid w:val="009E3561"/>
    <w:rsid w:val="009E3D42"/>
    <w:rsid w:val="009E4AA8"/>
    <w:rsid w:val="009E6409"/>
    <w:rsid w:val="009E66C9"/>
    <w:rsid w:val="009F05ED"/>
    <w:rsid w:val="009F154D"/>
    <w:rsid w:val="009F186F"/>
    <w:rsid w:val="009F2BC4"/>
    <w:rsid w:val="009F36E8"/>
    <w:rsid w:val="009F3DA1"/>
    <w:rsid w:val="009F62EB"/>
    <w:rsid w:val="009F68C1"/>
    <w:rsid w:val="009F7B3E"/>
    <w:rsid w:val="009F7B5F"/>
    <w:rsid w:val="00A009B3"/>
    <w:rsid w:val="00A00C23"/>
    <w:rsid w:val="00A00E00"/>
    <w:rsid w:val="00A01841"/>
    <w:rsid w:val="00A027AF"/>
    <w:rsid w:val="00A02DB9"/>
    <w:rsid w:val="00A02E77"/>
    <w:rsid w:val="00A02F59"/>
    <w:rsid w:val="00A041A8"/>
    <w:rsid w:val="00A04E25"/>
    <w:rsid w:val="00A058C1"/>
    <w:rsid w:val="00A05C0C"/>
    <w:rsid w:val="00A07722"/>
    <w:rsid w:val="00A11934"/>
    <w:rsid w:val="00A13361"/>
    <w:rsid w:val="00A16E49"/>
    <w:rsid w:val="00A17BE0"/>
    <w:rsid w:val="00A17DB9"/>
    <w:rsid w:val="00A21028"/>
    <w:rsid w:val="00A213AB"/>
    <w:rsid w:val="00A2148E"/>
    <w:rsid w:val="00A23372"/>
    <w:rsid w:val="00A25000"/>
    <w:rsid w:val="00A253D7"/>
    <w:rsid w:val="00A25D29"/>
    <w:rsid w:val="00A25DB3"/>
    <w:rsid w:val="00A2619E"/>
    <w:rsid w:val="00A27EDC"/>
    <w:rsid w:val="00A30080"/>
    <w:rsid w:val="00A30419"/>
    <w:rsid w:val="00A3041E"/>
    <w:rsid w:val="00A30D89"/>
    <w:rsid w:val="00A326EE"/>
    <w:rsid w:val="00A32A65"/>
    <w:rsid w:val="00A330F7"/>
    <w:rsid w:val="00A34366"/>
    <w:rsid w:val="00A347C1"/>
    <w:rsid w:val="00A34CBC"/>
    <w:rsid w:val="00A356C4"/>
    <w:rsid w:val="00A3576B"/>
    <w:rsid w:val="00A3769D"/>
    <w:rsid w:val="00A37BB7"/>
    <w:rsid w:val="00A40D58"/>
    <w:rsid w:val="00A40E13"/>
    <w:rsid w:val="00A41A6E"/>
    <w:rsid w:val="00A4286A"/>
    <w:rsid w:val="00A42F71"/>
    <w:rsid w:val="00A431F0"/>
    <w:rsid w:val="00A432C1"/>
    <w:rsid w:val="00A4414F"/>
    <w:rsid w:val="00A44167"/>
    <w:rsid w:val="00A445E4"/>
    <w:rsid w:val="00A458A4"/>
    <w:rsid w:val="00A4612E"/>
    <w:rsid w:val="00A462B4"/>
    <w:rsid w:val="00A504E9"/>
    <w:rsid w:val="00A518A3"/>
    <w:rsid w:val="00A51980"/>
    <w:rsid w:val="00A53145"/>
    <w:rsid w:val="00A54535"/>
    <w:rsid w:val="00A54F2B"/>
    <w:rsid w:val="00A55DAC"/>
    <w:rsid w:val="00A56870"/>
    <w:rsid w:val="00A57894"/>
    <w:rsid w:val="00A57D5D"/>
    <w:rsid w:val="00A60F2E"/>
    <w:rsid w:val="00A612F6"/>
    <w:rsid w:val="00A615F3"/>
    <w:rsid w:val="00A6160B"/>
    <w:rsid w:val="00A64FE5"/>
    <w:rsid w:val="00A65087"/>
    <w:rsid w:val="00A66C55"/>
    <w:rsid w:val="00A67961"/>
    <w:rsid w:val="00A70BEE"/>
    <w:rsid w:val="00A710D3"/>
    <w:rsid w:val="00A722B3"/>
    <w:rsid w:val="00A72505"/>
    <w:rsid w:val="00A72B5B"/>
    <w:rsid w:val="00A72DA2"/>
    <w:rsid w:val="00A75EA6"/>
    <w:rsid w:val="00A77242"/>
    <w:rsid w:val="00A805A1"/>
    <w:rsid w:val="00A81828"/>
    <w:rsid w:val="00A826D8"/>
    <w:rsid w:val="00A827F4"/>
    <w:rsid w:val="00A829A4"/>
    <w:rsid w:val="00A82ACF"/>
    <w:rsid w:val="00A82ADC"/>
    <w:rsid w:val="00A8442E"/>
    <w:rsid w:val="00A85654"/>
    <w:rsid w:val="00A857C9"/>
    <w:rsid w:val="00A85BA6"/>
    <w:rsid w:val="00A876A1"/>
    <w:rsid w:val="00A92209"/>
    <w:rsid w:val="00A925CD"/>
    <w:rsid w:val="00A92DA4"/>
    <w:rsid w:val="00A948CD"/>
    <w:rsid w:val="00A949DD"/>
    <w:rsid w:val="00A9561D"/>
    <w:rsid w:val="00A95D8A"/>
    <w:rsid w:val="00A96491"/>
    <w:rsid w:val="00A9681F"/>
    <w:rsid w:val="00A96E83"/>
    <w:rsid w:val="00AA15CC"/>
    <w:rsid w:val="00AA2681"/>
    <w:rsid w:val="00AA31AD"/>
    <w:rsid w:val="00AA3493"/>
    <w:rsid w:val="00AA5715"/>
    <w:rsid w:val="00AA63E4"/>
    <w:rsid w:val="00AB074A"/>
    <w:rsid w:val="00AB0A34"/>
    <w:rsid w:val="00AB2C74"/>
    <w:rsid w:val="00AB37FF"/>
    <w:rsid w:val="00AB3DF4"/>
    <w:rsid w:val="00AB422D"/>
    <w:rsid w:val="00AB4764"/>
    <w:rsid w:val="00AB4D5F"/>
    <w:rsid w:val="00AB5372"/>
    <w:rsid w:val="00AB560B"/>
    <w:rsid w:val="00AB5706"/>
    <w:rsid w:val="00AB6931"/>
    <w:rsid w:val="00AC00A3"/>
    <w:rsid w:val="00AC1D54"/>
    <w:rsid w:val="00AC24F3"/>
    <w:rsid w:val="00AC34CF"/>
    <w:rsid w:val="00AC3B81"/>
    <w:rsid w:val="00AC3E63"/>
    <w:rsid w:val="00AC3F00"/>
    <w:rsid w:val="00AC4EB7"/>
    <w:rsid w:val="00AC59D5"/>
    <w:rsid w:val="00AC6A0F"/>
    <w:rsid w:val="00AC700D"/>
    <w:rsid w:val="00AC711E"/>
    <w:rsid w:val="00AD06B7"/>
    <w:rsid w:val="00AD5DB3"/>
    <w:rsid w:val="00AD5FE9"/>
    <w:rsid w:val="00AE023B"/>
    <w:rsid w:val="00AE1176"/>
    <w:rsid w:val="00AE1CA9"/>
    <w:rsid w:val="00AE3E01"/>
    <w:rsid w:val="00AE4FB3"/>
    <w:rsid w:val="00AE5905"/>
    <w:rsid w:val="00AE5B63"/>
    <w:rsid w:val="00AE65BB"/>
    <w:rsid w:val="00AE6667"/>
    <w:rsid w:val="00AE713F"/>
    <w:rsid w:val="00AE76E5"/>
    <w:rsid w:val="00AE7BD9"/>
    <w:rsid w:val="00AE7D13"/>
    <w:rsid w:val="00AE7ECF"/>
    <w:rsid w:val="00AF0A4B"/>
    <w:rsid w:val="00AF2583"/>
    <w:rsid w:val="00AF2FF2"/>
    <w:rsid w:val="00AF3130"/>
    <w:rsid w:val="00AF3292"/>
    <w:rsid w:val="00AF3C7D"/>
    <w:rsid w:val="00AF54E0"/>
    <w:rsid w:val="00AF689A"/>
    <w:rsid w:val="00AF79AC"/>
    <w:rsid w:val="00AF7D10"/>
    <w:rsid w:val="00B00252"/>
    <w:rsid w:val="00B00ABF"/>
    <w:rsid w:val="00B0157E"/>
    <w:rsid w:val="00B01DEE"/>
    <w:rsid w:val="00B0289F"/>
    <w:rsid w:val="00B02F31"/>
    <w:rsid w:val="00B059AB"/>
    <w:rsid w:val="00B05BD5"/>
    <w:rsid w:val="00B0697E"/>
    <w:rsid w:val="00B072DC"/>
    <w:rsid w:val="00B1014F"/>
    <w:rsid w:val="00B11126"/>
    <w:rsid w:val="00B12974"/>
    <w:rsid w:val="00B133EC"/>
    <w:rsid w:val="00B133FC"/>
    <w:rsid w:val="00B1397C"/>
    <w:rsid w:val="00B144CF"/>
    <w:rsid w:val="00B1553E"/>
    <w:rsid w:val="00B15802"/>
    <w:rsid w:val="00B17104"/>
    <w:rsid w:val="00B208AF"/>
    <w:rsid w:val="00B214FA"/>
    <w:rsid w:val="00B22D79"/>
    <w:rsid w:val="00B23FE4"/>
    <w:rsid w:val="00B249F2"/>
    <w:rsid w:val="00B252D1"/>
    <w:rsid w:val="00B256C1"/>
    <w:rsid w:val="00B256F3"/>
    <w:rsid w:val="00B30F05"/>
    <w:rsid w:val="00B317C6"/>
    <w:rsid w:val="00B31C04"/>
    <w:rsid w:val="00B3268B"/>
    <w:rsid w:val="00B332E5"/>
    <w:rsid w:val="00B33960"/>
    <w:rsid w:val="00B34F0F"/>
    <w:rsid w:val="00B35115"/>
    <w:rsid w:val="00B356AF"/>
    <w:rsid w:val="00B35983"/>
    <w:rsid w:val="00B35FA1"/>
    <w:rsid w:val="00B3633D"/>
    <w:rsid w:val="00B36514"/>
    <w:rsid w:val="00B40A76"/>
    <w:rsid w:val="00B42ED6"/>
    <w:rsid w:val="00B44568"/>
    <w:rsid w:val="00B4564E"/>
    <w:rsid w:val="00B45653"/>
    <w:rsid w:val="00B46CDC"/>
    <w:rsid w:val="00B46E8A"/>
    <w:rsid w:val="00B473C5"/>
    <w:rsid w:val="00B502D4"/>
    <w:rsid w:val="00B5144E"/>
    <w:rsid w:val="00B518ED"/>
    <w:rsid w:val="00B519BD"/>
    <w:rsid w:val="00B5236F"/>
    <w:rsid w:val="00B54D48"/>
    <w:rsid w:val="00B56642"/>
    <w:rsid w:val="00B57F2B"/>
    <w:rsid w:val="00B6089D"/>
    <w:rsid w:val="00B60959"/>
    <w:rsid w:val="00B629E0"/>
    <w:rsid w:val="00B62D06"/>
    <w:rsid w:val="00B62D0B"/>
    <w:rsid w:val="00B6362E"/>
    <w:rsid w:val="00B64018"/>
    <w:rsid w:val="00B64FA2"/>
    <w:rsid w:val="00B6604D"/>
    <w:rsid w:val="00B67450"/>
    <w:rsid w:val="00B70344"/>
    <w:rsid w:val="00B70534"/>
    <w:rsid w:val="00B71863"/>
    <w:rsid w:val="00B73D2F"/>
    <w:rsid w:val="00B74075"/>
    <w:rsid w:val="00B746D3"/>
    <w:rsid w:val="00B75ACE"/>
    <w:rsid w:val="00B76440"/>
    <w:rsid w:val="00B769D5"/>
    <w:rsid w:val="00B802DC"/>
    <w:rsid w:val="00B81747"/>
    <w:rsid w:val="00B81948"/>
    <w:rsid w:val="00B82010"/>
    <w:rsid w:val="00B820AE"/>
    <w:rsid w:val="00B83F39"/>
    <w:rsid w:val="00B84B00"/>
    <w:rsid w:val="00B85DC3"/>
    <w:rsid w:val="00B868F2"/>
    <w:rsid w:val="00B86C6B"/>
    <w:rsid w:val="00B87187"/>
    <w:rsid w:val="00B879C0"/>
    <w:rsid w:val="00B904C6"/>
    <w:rsid w:val="00B918AC"/>
    <w:rsid w:val="00B91D96"/>
    <w:rsid w:val="00B91FA6"/>
    <w:rsid w:val="00B920B2"/>
    <w:rsid w:val="00B925BD"/>
    <w:rsid w:val="00B92753"/>
    <w:rsid w:val="00B92BFE"/>
    <w:rsid w:val="00B94F57"/>
    <w:rsid w:val="00B95AA5"/>
    <w:rsid w:val="00B96E54"/>
    <w:rsid w:val="00B96E85"/>
    <w:rsid w:val="00B9732C"/>
    <w:rsid w:val="00B979F7"/>
    <w:rsid w:val="00BA04BF"/>
    <w:rsid w:val="00BA04DA"/>
    <w:rsid w:val="00BA08A8"/>
    <w:rsid w:val="00BA0E84"/>
    <w:rsid w:val="00BA2475"/>
    <w:rsid w:val="00BA3FCF"/>
    <w:rsid w:val="00BA4A62"/>
    <w:rsid w:val="00BA4D7F"/>
    <w:rsid w:val="00BA5134"/>
    <w:rsid w:val="00BA5EB5"/>
    <w:rsid w:val="00BA6108"/>
    <w:rsid w:val="00BA6ECC"/>
    <w:rsid w:val="00BA7AE2"/>
    <w:rsid w:val="00BB10DE"/>
    <w:rsid w:val="00BB1AFA"/>
    <w:rsid w:val="00BB295E"/>
    <w:rsid w:val="00BB29C5"/>
    <w:rsid w:val="00BB30E9"/>
    <w:rsid w:val="00BB37FE"/>
    <w:rsid w:val="00BB641B"/>
    <w:rsid w:val="00BB68FE"/>
    <w:rsid w:val="00BB769C"/>
    <w:rsid w:val="00BC00E1"/>
    <w:rsid w:val="00BC1198"/>
    <w:rsid w:val="00BC1979"/>
    <w:rsid w:val="00BC32BA"/>
    <w:rsid w:val="00BC4604"/>
    <w:rsid w:val="00BC5308"/>
    <w:rsid w:val="00BC592D"/>
    <w:rsid w:val="00BC76C5"/>
    <w:rsid w:val="00BD2575"/>
    <w:rsid w:val="00BD2BD1"/>
    <w:rsid w:val="00BD3FEA"/>
    <w:rsid w:val="00BD4DB0"/>
    <w:rsid w:val="00BD7514"/>
    <w:rsid w:val="00BD7521"/>
    <w:rsid w:val="00BD775E"/>
    <w:rsid w:val="00BD7875"/>
    <w:rsid w:val="00BD7D2A"/>
    <w:rsid w:val="00BE0D2A"/>
    <w:rsid w:val="00BE1C25"/>
    <w:rsid w:val="00BE207C"/>
    <w:rsid w:val="00BE3260"/>
    <w:rsid w:val="00BE34BB"/>
    <w:rsid w:val="00BE39F3"/>
    <w:rsid w:val="00BE4545"/>
    <w:rsid w:val="00BE5F97"/>
    <w:rsid w:val="00BE6AE4"/>
    <w:rsid w:val="00BE7D6A"/>
    <w:rsid w:val="00BF2C68"/>
    <w:rsid w:val="00BF37D3"/>
    <w:rsid w:val="00BF3BAE"/>
    <w:rsid w:val="00BF3D41"/>
    <w:rsid w:val="00BF4519"/>
    <w:rsid w:val="00BF4BDC"/>
    <w:rsid w:val="00BF5807"/>
    <w:rsid w:val="00BF5C44"/>
    <w:rsid w:val="00BF6751"/>
    <w:rsid w:val="00BF6F28"/>
    <w:rsid w:val="00BF6F36"/>
    <w:rsid w:val="00BF75E4"/>
    <w:rsid w:val="00BF78AD"/>
    <w:rsid w:val="00BF7C1E"/>
    <w:rsid w:val="00C003E5"/>
    <w:rsid w:val="00C003FA"/>
    <w:rsid w:val="00C0116C"/>
    <w:rsid w:val="00C01DCF"/>
    <w:rsid w:val="00C02662"/>
    <w:rsid w:val="00C03759"/>
    <w:rsid w:val="00C03D3C"/>
    <w:rsid w:val="00C0467C"/>
    <w:rsid w:val="00C048F0"/>
    <w:rsid w:val="00C05917"/>
    <w:rsid w:val="00C0648F"/>
    <w:rsid w:val="00C067EE"/>
    <w:rsid w:val="00C0755A"/>
    <w:rsid w:val="00C07939"/>
    <w:rsid w:val="00C10545"/>
    <w:rsid w:val="00C11A98"/>
    <w:rsid w:val="00C147A0"/>
    <w:rsid w:val="00C14D0D"/>
    <w:rsid w:val="00C1636E"/>
    <w:rsid w:val="00C16C5C"/>
    <w:rsid w:val="00C1726E"/>
    <w:rsid w:val="00C17981"/>
    <w:rsid w:val="00C17E34"/>
    <w:rsid w:val="00C20011"/>
    <w:rsid w:val="00C20FBC"/>
    <w:rsid w:val="00C21292"/>
    <w:rsid w:val="00C22000"/>
    <w:rsid w:val="00C22223"/>
    <w:rsid w:val="00C22924"/>
    <w:rsid w:val="00C22AD4"/>
    <w:rsid w:val="00C2439D"/>
    <w:rsid w:val="00C2562E"/>
    <w:rsid w:val="00C25A9B"/>
    <w:rsid w:val="00C263C6"/>
    <w:rsid w:val="00C27207"/>
    <w:rsid w:val="00C277A2"/>
    <w:rsid w:val="00C27866"/>
    <w:rsid w:val="00C31241"/>
    <w:rsid w:val="00C31B3F"/>
    <w:rsid w:val="00C32CF8"/>
    <w:rsid w:val="00C33304"/>
    <w:rsid w:val="00C34148"/>
    <w:rsid w:val="00C3421C"/>
    <w:rsid w:val="00C34306"/>
    <w:rsid w:val="00C347A4"/>
    <w:rsid w:val="00C34E8D"/>
    <w:rsid w:val="00C36590"/>
    <w:rsid w:val="00C37F57"/>
    <w:rsid w:val="00C40576"/>
    <w:rsid w:val="00C41961"/>
    <w:rsid w:val="00C4242B"/>
    <w:rsid w:val="00C43314"/>
    <w:rsid w:val="00C437E8"/>
    <w:rsid w:val="00C45C35"/>
    <w:rsid w:val="00C46169"/>
    <w:rsid w:val="00C46240"/>
    <w:rsid w:val="00C47DCC"/>
    <w:rsid w:val="00C47F1D"/>
    <w:rsid w:val="00C520A6"/>
    <w:rsid w:val="00C527C4"/>
    <w:rsid w:val="00C528F7"/>
    <w:rsid w:val="00C538E8"/>
    <w:rsid w:val="00C53F77"/>
    <w:rsid w:val="00C54B5E"/>
    <w:rsid w:val="00C54EF8"/>
    <w:rsid w:val="00C5512F"/>
    <w:rsid w:val="00C56643"/>
    <w:rsid w:val="00C57D54"/>
    <w:rsid w:val="00C6001F"/>
    <w:rsid w:val="00C60030"/>
    <w:rsid w:val="00C6153F"/>
    <w:rsid w:val="00C63EDA"/>
    <w:rsid w:val="00C66886"/>
    <w:rsid w:val="00C6728C"/>
    <w:rsid w:val="00C67757"/>
    <w:rsid w:val="00C6793D"/>
    <w:rsid w:val="00C709B4"/>
    <w:rsid w:val="00C71C81"/>
    <w:rsid w:val="00C730B9"/>
    <w:rsid w:val="00C73810"/>
    <w:rsid w:val="00C746C6"/>
    <w:rsid w:val="00C748A0"/>
    <w:rsid w:val="00C74AD8"/>
    <w:rsid w:val="00C753C3"/>
    <w:rsid w:val="00C755A0"/>
    <w:rsid w:val="00C76B3D"/>
    <w:rsid w:val="00C76CD7"/>
    <w:rsid w:val="00C80A4B"/>
    <w:rsid w:val="00C80F08"/>
    <w:rsid w:val="00C82888"/>
    <w:rsid w:val="00C838FA"/>
    <w:rsid w:val="00C83913"/>
    <w:rsid w:val="00C84CF6"/>
    <w:rsid w:val="00C85689"/>
    <w:rsid w:val="00C85804"/>
    <w:rsid w:val="00C85966"/>
    <w:rsid w:val="00C86EEC"/>
    <w:rsid w:val="00C9035E"/>
    <w:rsid w:val="00C91670"/>
    <w:rsid w:val="00C91D9D"/>
    <w:rsid w:val="00C93700"/>
    <w:rsid w:val="00C95A91"/>
    <w:rsid w:val="00C95BB7"/>
    <w:rsid w:val="00C95D2C"/>
    <w:rsid w:val="00C96AE7"/>
    <w:rsid w:val="00C97FAE"/>
    <w:rsid w:val="00CA093C"/>
    <w:rsid w:val="00CA140A"/>
    <w:rsid w:val="00CA1ADB"/>
    <w:rsid w:val="00CA2B61"/>
    <w:rsid w:val="00CA319B"/>
    <w:rsid w:val="00CA43D5"/>
    <w:rsid w:val="00CA43F8"/>
    <w:rsid w:val="00CA48F0"/>
    <w:rsid w:val="00CA49FC"/>
    <w:rsid w:val="00CA4DB8"/>
    <w:rsid w:val="00CA5D9A"/>
    <w:rsid w:val="00CA61DF"/>
    <w:rsid w:val="00CA6566"/>
    <w:rsid w:val="00CA66A5"/>
    <w:rsid w:val="00CA7C76"/>
    <w:rsid w:val="00CA7D53"/>
    <w:rsid w:val="00CB0F58"/>
    <w:rsid w:val="00CB112E"/>
    <w:rsid w:val="00CB2024"/>
    <w:rsid w:val="00CB2283"/>
    <w:rsid w:val="00CB2286"/>
    <w:rsid w:val="00CB2485"/>
    <w:rsid w:val="00CB497D"/>
    <w:rsid w:val="00CB4C7B"/>
    <w:rsid w:val="00CB4E1D"/>
    <w:rsid w:val="00CB5EE5"/>
    <w:rsid w:val="00CB6853"/>
    <w:rsid w:val="00CB71FF"/>
    <w:rsid w:val="00CB7247"/>
    <w:rsid w:val="00CC0D19"/>
    <w:rsid w:val="00CC0E23"/>
    <w:rsid w:val="00CC1071"/>
    <w:rsid w:val="00CC412D"/>
    <w:rsid w:val="00CC4C54"/>
    <w:rsid w:val="00CC4E77"/>
    <w:rsid w:val="00CC5D92"/>
    <w:rsid w:val="00CC6B47"/>
    <w:rsid w:val="00CC7163"/>
    <w:rsid w:val="00CC725F"/>
    <w:rsid w:val="00CD0210"/>
    <w:rsid w:val="00CD052A"/>
    <w:rsid w:val="00CD058C"/>
    <w:rsid w:val="00CD2414"/>
    <w:rsid w:val="00CD2B2E"/>
    <w:rsid w:val="00CD2E0A"/>
    <w:rsid w:val="00CD4089"/>
    <w:rsid w:val="00CD492D"/>
    <w:rsid w:val="00CD54A4"/>
    <w:rsid w:val="00CD59D6"/>
    <w:rsid w:val="00CD656E"/>
    <w:rsid w:val="00CD6B1B"/>
    <w:rsid w:val="00CD6E11"/>
    <w:rsid w:val="00CD78ED"/>
    <w:rsid w:val="00CD79E1"/>
    <w:rsid w:val="00CE0237"/>
    <w:rsid w:val="00CE0FAF"/>
    <w:rsid w:val="00CE10DE"/>
    <w:rsid w:val="00CE14AF"/>
    <w:rsid w:val="00CE1CA2"/>
    <w:rsid w:val="00CE2C55"/>
    <w:rsid w:val="00CE2D7E"/>
    <w:rsid w:val="00CE367B"/>
    <w:rsid w:val="00CE5121"/>
    <w:rsid w:val="00CE5BB0"/>
    <w:rsid w:val="00CE707E"/>
    <w:rsid w:val="00CF0F41"/>
    <w:rsid w:val="00CF2406"/>
    <w:rsid w:val="00CF3077"/>
    <w:rsid w:val="00CF3C41"/>
    <w:rsid w:val="00CF4C46"/>
    <w:rsid w:val="00CF4E81"/>
    <w:rsid w:val="00CF4E99"/>
    <w:rsid w:val="00CF61CF"/>
    <w:rsid w:val="00CF6456"/>
    <w:rsid w:val="00CF7698"/>
    <w:rsid w:val="00CF7D60"/>
    <w:rsid w:val="00D00656"/>
    <w:rsid w:val="00D00885"/>
    <w:rsid w:val="00D00B26"/>
    <w:rsid w:val="00D01934"/>
    <w:rsid w:val="00D01AA6"/>
    <w:rsid w:val="00D01B49"/>
    <w:rsid w:val="00D03326"/>
    <w:rsid w:val="00D03D05"/>
    <w:rsid w:val="00D041C5"/>
    <w:rsid w:val="00D0420B"/>
    <w:rsid w:val="00D04A3F"/>
    <w:rsid w:val="00D06459"/>
    <w:rsid w:val="00D07428"/>
    <w:rsid w:val="00D104F4"/>
    <w:rsid w:val="00D10503"/>
    <w:rsid w:val="00D10C98"/>
    <w:rsid w:val="00D110A6"/>
    <w:rsid w:val="00D116C8"/>
    <w:rsid w:val="00D120AA"/>
    <w:rsid w:val="00D14228"/>
    <w:rsid w:val="00D15210"/>
    <w:rsid w:val="00D172DA"/>
    <w:rsid w:val="00D177A6"/>
    <w:rsid w:val="00D17C35"/>
    <w:rsid w:val="00D17D99"/>
    <w:rsid w:val="00D2062F"/>
    <w:rsid w:val="00D206AA"/>
    <w:rsid w:val="00D20F66"/>
    <w:rsid w:val="00D235EA"/>
    <w:rsid w:val="00D25652"/>
    <w:rsid w:val="00D30B1E"/>
    <w:rsid w:val="00D315B8"/>
    <w:rsid w:val="00D31AFC"/>
    <w:rsid w:val="00D31B9D"/>
    <w:rsid w:val="00D31E5C"/>
    <w:rsid w:val="00D32B92"/>
    <w:rsid w:val="00D32BD7"/>
    <w:rsid w:val="00D33420"/>
    <w:rsid w:val="00D33606"/>
    <w:rsid w:val="00D33872"/>
    <w:rsid w:val="00D339E5"/>
    <w:rsid w:val="00D34421"/>
    <w:rsid w:val="00D349A9"/>
    <w:rsid w:val="00D3567F"/>
    <w:rsid w:val="00D35B9D"/>
    <w:rsid w:val="00D3694A"/>
    <w:rsid w:val="00D36A03"/>
    <w:rsid w:val="00D36B0C"/>
    <w:rsid w:val="00D37015"/>
    <w:rsid w:val="00D373D1"/>
    <w:rsid w:val="00D3752E"/>
    <w:rsid w:val="00D37C57"/>
    <w:rsid w:val="00D40F97"/>
    <w:rsid w:val="00D4138A"/>
    <w:rsid w:val="00D42F83"/>
    <w:rsid w:val="00D4402B"/>
    <w:rsid w:val="00D4492D"/>
    <w:rsid w:val="00D45018"/>
    <w:rsid w:val="00D45463"/>
    <w:rsid w:val="00D4683E"/>
    <w:rsid w:val="00D46E1A"/>
    <w:rsid w:val="00D478AB"/>
    <w:rsid w:val="00D50261"/>
    <w:rsid w:val="00D50B89"/>
    <w:rsid w:val="00D51574"/>
    <w:rsid w:val="00D515E3"/>
    <w:rsid w:val="00D51779"/>
    <w:rsid w:val="00D51DE4"/>
    <w:rsid w:val="00D532B3"/>
    <w:rsid w:val="00D558CF"/>
    <w:rsid w:val="00D55E41"/>
    <w:rsid w:val="00D55F9A"/>
    <w:rsid w:val="00D6195C"/>
    <w:rsid w:val="00D627F9"/>
    <w:rsid w:val="00D62CA3"/>
    <w:rsid w:val="00D63189"/>
    <w:rsid w:val="00D6396C"/>
    <w:rsid w:val="00D63DB0"/>
    <w:rsid w:val="00D64C37"/>
    <w:rsid w:val="00D66998"/>
    <w:rsid w:val="00D67EA7"/>
    <w:rsid w:val="00D70370"/>
    <w:rsid w:val="00D70443"/>
    <w:rsid w:val="00D70CB3"/>
    <w:rsid w:val="00D70CFD"/>
    <w:rsid w:val="00D70EA7"/>
    <w:rsid w:val="00D70FFD"/>
    <w:rsid w:val="00D718D4"/>
    <w:rsid w:val="00D725A7"/>
    <w:rsid w:val="00D73C9A"/>
    <w:rsid w:val="00D73E88"/>
    <w:rsid w:val="00D74234"/>
    <w:rsid w:val="00D743F1"/>
    <w:rsid w:val="00D75196"/>
    <w:rsid w:val="00D75D24"/>
    <w:rsid w:val="00D75E08"/>
    <w:rsid w:val="00D76E60"/>
    <w:rsid w:val="00D77317"/>
    <w:rsid w:val="00D77830"/>
    <w:rsid w:val="00D8082A"/>
    <w:rsid w:val="00D80B6B"/>
    <w:rsid w:val="00D824C7"/>
    <w:rsid w:val="00D82FBC"/>
    <w:rsid w:val="00D83503"/>
    <w:rsid w:val="00D850A3"/>
    <w:rsid w:val="00D854DE"/>
    <w:rsid w:val="00D85699"/>
    <w:rsid w:val="00D90680"/>
    <w:rsid w:val="00D909E0"/>
    <w:rsid w:val="00D91E2E"/>
    <w:rsid w:val="00D921C3"/>
    <w:rsid w:val="00D92AC5"/>
    <w:rsid w:val="00D933D4"/>
    <w:rsid w:val="00D93E88"/>
    <w:rsid w:val="00D94127"/>
    <w:rsid w:val="00D94762"/>
    <w:rsid w:val="00D948B2"/>
    <w:rsid w:val="00D952F3"/>
    <w:rsid w:val="00D95CCD"/>
    <w:rsid w:val="00D9647A"/>
    <w:rsid w:val="00D969D8"/>
    <w:rsid w:val="00D96C14"/>
    <w:rsid w:val="00D970D3"/>
    <w:rsid w:val="00D97B7B"/>
    <w:rsid w:val="00DA1539"/>
    <w:rsid w:val="00DA1A59"/>
    <w:rsid w:val="00DA201A"/>
    <w:rsid w:val="00DA3E37"/>
    <w:rsid w:val="00DA3E3A"/>
    <w:rsid w:val="00DA55CE"/>
    <w:rsid w:val="00DA5CDC"/>
    <w:rsid w:val="00DA5F68"/>
    <w:rsid w:val="00DA608B"/>
    <w:rsid w:val="00DA6FC8"/>
    <w:rsid w:val="00DA7B1E"/>
    <w:rsid w:val="00DB0F28"/>
    <w:rsid w:val="00DB2EDA"/>
    <w:rsid w:val="00DB47E4"/>
    <w:rsid w:val="00DB494C"/>
    <w:rsid w:val="00DB4CBE"/>
    <w:rsid w:val="00DB4CDC"/>
    <w:rsid w:val="00DB586B"/>
    <w:rsid w:val="00DB6C21"/>
    <w:rsid w:val="00DB6C34"/>
    <w:rsid w:val="00DB6EB9"/>
    <w:rsid w:val="00DB6EBE"/>
    <w:rsid w:val="00DB7143"/>
    <w:rsid w:val="00DB780D"/>
    <w:rsid w:val="00DB7A28"/>
    <w:rsid w:val="00DB7C91"/>
    <w:rsid w:val="00DB7CF6"/>
    <w:rsid w:val="00DC1088"/>
    <w:rsid w:val="00DC17EF"/>
    <w:rsid w:val="00DC315D"/>
    <w:rsid w:val="00DC36E0"/>
    <w:rsid w:val="00DC4400"/>
    <w:rsid w:val="00DC45D0"/>
    <w:rsid w:val="00DC4B78"/>
    <w:rsid w:val="00DC56DF"/>
    <w:rsid w:val="00DC57CC"/>
    <w:rsid w:val="00DC7C34"/>
    <w:rsid w:val="00DD008C"/>
    <w:rsid w:val="00DD02A8"/>
    <w:rsid w:val="00DD0AD3"/>
    <w:rsid w:val="00DD120E"/>
    <w:rsid w:val="00DD19FD"/>
    <w:rsid w:val="00DD2EA7"/>
    <w:rsid w:val="00DD3639"/>
    <w:rsid w:val="00DD4B9E"/>
    <w:rsid w:val="00DD5074"/>
    <w:rsid w:val="00DD59AB"/>
    <w:rsid w:val="00DD6208"/>
    <w:rsid w:val="00DD6BF4"/>
    <w:rsid w:val="00DD7688"/>
    <w:rsid w:val="00DE1BC1"/>
    <w:rsid w:val="00DE2D33"/>
    <w:rsid w:val="00DE30BB"/>
    <w:rsid w:val="00DE47B7"/>
    <w:rsid w:val="00DE52F6"/>
    <w:rsid w:val="00DE556B"/>
    <w:rsid w:val="00DE5F45"/>
    <w:rsid w:val="00DE7A14"/>
    <w:rsid w:val="00DE7C68"/>
    <w:rsid w:val="00DF06D6"/>
    <w:rsid w:val="00DF206C"/>
    <w:rsid w:val="00DF286F"/>
    <w:rsid w:val="00DF47ED"/>
    <w:rsid w:val="00DF4E1A"/>
    <w:rsid w:val="00DF4F78"/>
    <w:rsid w:val="00DF50CF"/>
    <w:rsid w:val="00DF532B"/>
    <w:rsid w:val="00DF6813"/>
    <w:rsid w:val="00DF6CDA"/>
    <w:rsid w:val="00E00186"/>
    <w:rsid w:val="00E0181B"/>
    <w:rsid w:val="00E024C8"/>
    <w:rsid w:val="00E025C0"/>
    <w:rsid w:val="00E026D2"/>
    <w:rsid w:val="00E03547"/>
    <w:rsid w:val="00E04C1B"/>
    <w:rsid w:val="00E05B63"/>
    <w:rsid w:val="00E05DF0"/>
    <w:rsid w:val="00E06446"/>
    <w:rsid w:val="00E068AD"/>
    <w:rsid w:val="00E06AA1"/>
    <w:rsid w:val="00E06E32"/>
    <w:rsid w:val="00E10ACD"/>
    <w:rsid w:val="00E10B52"/>
    <w:rsid w:val="00E11053"/>
    <w:rsid w:val="00E114FB"/>
    <w:rsid w:val="00E11F6A"/>
    <w:rsid w:val="00E12D0E"/>
    <w:rsid w:val="00E13723"/>
    <w:rsid w:val="00E1397D"/>
    <w:rsid w:val="00E1397F"/>
    <w:rsid w:val="00E13BFE"/>
    <w:rsid w:val="00E141F6"/>
    <w:rsid w:val="00E1450E"/>
    <w:rsid w:val="00E14799"/>
    <w:rsid w:val="00E148C1"/>
    <w:rsid w:val="00E15FA6"/>
    <w:rsid w:val="00E17A19"/>
    <w:rsid w:val="00E20338"/>
    <w:rsid w:val="00E219E3"/>
    <w:rsid w:val="00E2232C"/>
    <w:rsid w:val="00E2259F"/>
    <w:rsid w:val="00E22947"/>
    <w:rsid w:val="00E23948"/>
    <w:rsid w:val="00E249E7"/>
    <w:rsid w:val="00E2547A"/>
    <w:rsid w:val="00E2616D"/>
    <w:rsid w:val="00E262D0"/>
    <w:rsid w:val="00E26E44"/>
    <w:rsid w:val="00E27700"/>
    <w:rsid w:val="00E301E9"/>
    <w:rsid w:val="00E30A4D"/>
    <w:rsid w:val="00E30C17"/>
    <w:rsid w:val="00E313F3"/>
    <w:rsid w:val="00E31DEA"/>
    <w:rsid w:val="00E32074"/>
    <w:rsid w:val="00E328C7"/>
    <w:rsid w:val="00E32BD1"/>
    <w:rsid w:val="00E33B35"/>
    <w:rsid w:val="00E3457B"/>
    <w:rsid w:val="00E34832"/>
    <w:rsid w:val="00E3491D"/>
    <w:rsid w:val="00E35700"/>
    <w:rsid w:val="00E35F97"/>
    <w:rsid w:val="00E36BBF"/>
    <w:rsid w:val="00E36F92"/>
    <w:rsid w:val="00E373EC"/>
    <w:rsid w:val="00E3783D"/>
    <w:rsid w:val="00E4059A"/>
    <w:rsid w:val="00E41133"/>
    <w:rsid w:val="00E415F3"/>
    <w:rsid w:val="00E42BD2"/>
    <w:rsid w:val="00E4307A"/>
    <w:rsid w:val="00E44058"/>
    <w:rsid w:val="00E44414"/>
    <w:rsid w:val="00E444B9"/>
    <w:rsid w:val="00E452A1"/>
    <w:rsid w:val="00E45661"/>
    <w:rsid w:val="00E45DC1"/>
    <w:rsid w:val="00E52AB0"/>
    <w:rsid w:val="00E52AEF"/>
    <w:rsid w:val="00E53089"/>
    <w:rsid w:val="00E5434C"/>
    <w:rsid w:val="00E55594"/>
    <w:rsid w:val="00E55D60"/>
    <w:rsid w:val="00E57FF6"/>
    <w:rsid w:val="00E62385"/>
    <w:rsid w:val="00E641E2"/>
    <w:rsid w:val="00E65239"/>
    <w:rsid w:val="00E6574C"/>
    <w:rsid w:val="00E65C4C"/>
    <w:rsid w:val="00E66729"/>
    <w:rsid w:val="00E66889"/>
    <w:rsid w:val="00E66A54"/>
    <w:rsid w:val="00E675A3"/>
    <w:rsid w:val="00E70523"/>
    <w:rsid w:val="00E70E1E"/>
    <w:rsid w:val="00E7124F"/>
    <w:rsid w:val="00E71DB4"/>
    <w:rsid w:val="00E720E5"/>
    <w:rsid w:val="00E73091"/>
    <w:rsid w:val="00E75A6B"/>
    <w:rsid w:val="00E77594"/>
    <w:rsid w:val="00E777A3"/>
    <w:rsid w:val="00E804CF"/>
    <w:rsid w:val="00E81249"/>
    <w:rsid w:val="00E832D8"/>
    <w:rsid w:val="00E8583C"/>
    <w:rsid w:val="00E86125"/>
    <w:rsid w:val="00E86AF6"/>
    <w:rsid w:val="00E86DA9"/>
    <w:rsid w:val="00E86E5F"/>
    <w:rsid w:val="00E87F7C"/>
    <w:rsid w:val="00E909FB"/>
    <w:rsid w:val="00E90B02"/>
    <w:rsid w:val="00E90DB8"/>
    <w:rsid w:val="00E91B1B"/>
    <w:rsid w:val="00E9234D"/>
    <w:rsid w:val="00E9264D"/>
    <w:rsid w:val="00E93467"/>
    <w:rsid w:val="00E93684"/>
    <w:rsid w:val="00E950D7"/>
    <w:rsid w:val="00E95361"/>
    <w:rsid w:val="00E975AC"/>
    <w:rsid w:val="00E9779F"/>
    <w:rsid w:val="00EA159E"/>
    <w:rsid w:val="00EA2F35"/>
    <w:rsid w:val="00EA6F05"/>
    <w:rsid w:val="00EA7A11"/>
    <w:rsid w:val="00EB0F6B"/>
    <w:rsid w:val="00EB1C58"/>
    <w:rsid w:val="00EB22D3"/>
    <w:rsid w:val="00EB2E3C"/>
    <w:rsid w:val="00EB2F31"/>
    <w:rsid w:val="00EB300B"/>
    <w:rsid w:val="00EB425B"/>
    <w:rsid w:val="00EB4ED2"/>
    <w:rsid w:val="00EB6FD6"/>
    <w:rsid w:val="00EC1344"/>
    <w:rsid w:val="00EC16B9"/>
    <w:rsid w:val="00EC335E"/>
    <w:rsid w:val="00EC49DA"/>
    <w:rsid w:val="00EC5AE6"/>
    <w:rsid w:val="00EC6808"/>
    <w:rsid w:val="00ED1892"/>
    <w:rsid w:val="00ED1969"/>
    <w:rsid w:val="00ED1B18"/>
    <w:rsid w:val="00ED25A2"/>
    <w:rsid w:val="00ED5EEC"/>
    <w:rsid w:val="00ED61C2"/>
    <w:rsid w:val="00ED7CAD"/>
    <w:rsid w:val="00EE0652"/>
    <w:rsid w:val="00EE0DCF"/>
    <w:rsid w:val="00EE0DE2"/>
    <w:rsid w:val="00EE1623"/>
    <w:rsid w:val="00EE2B39"/>
    <w:rsid w:val="00EE2DC2"/>
    <w:rsid w:val="00EE45B9"/>
    <w:rsid w:val="00EE4C23"/>
    <w:rsid w:val="00EE742A"/>
    <w:rsid w:val="00EF048B"/>
    <w:rsid w:val="00EF0841"/>
    <w:rsid w:val="00EF0D07"/>
    <w:rsid w:val="00EF1327"/>
    <w:rsid w:val="00EF19F8"/>
    <w:rsid w:val="00EF1E02"/>
    <w:rsid w:val="00EF2D6F"/>
    <w:rsid w:val="00EF3715"/>
    <w:rsid w:val="00EF395B"/>
    <w:rsid w:val="00EF4589"/>
    <w:rsid w:val="00EF45BC"/>
    <w:rsid w:val="00EF4EC8"/>
    <w:rsid w:val="00EF6B6E"/>
    <w:rsid w:val="00EF6D66"/>
    <w:rsid w:val="00EF71FE"/>
    <w:rsid w:val="00F00AC6"/>
    <w:rsid w:val="00F0175F"/>
    <w:rsid w:val="00F02732"/>
    <w:rsid w:val="00F02E36"/>
    <w:rsid w:val="00F0318E"/>
    <w:rsid w:val="00F03CF6"/>
    <w:rsid w:val="00F04B66"/>
    <w:rsid w:val="00F05B28"/>
    <w:rsid w:val="00F06734"/>
    <w:rsid w:val="00F1066A"/>
    <w:rsid w:val="00F108A1"/>
    <w:rsid w:val="00F11C08"/>
    <w:rsid w:val="00F11F67"/>
    <w:rsid w:val="00F132B1"/>
    <w:rsid w:val="00F14098"/>
    <w:rsid w:val="00F1501D"/>
    <w:rsid w:val="00F15B68"/>
    <w:rsid w:val="00F15E7E"/>
    <w:rsid w:val="00F175F8"/>
    <w:rsid w:val="00F21520"/>
    <w:rsid w:val="00F21D72"/>
    <w:rsid w:val="00F23784"/>
    <w:rsid w:val="00F23E60"/>
    <w:rsid w:val="00F24077"/>
    <w:rsid w:val="00F24EAE"/>
    <w:rsid w:val="00F2580A"/>
    <w:rsid w:val="00F258C6"/>
    <w:rsid w:val="00F2653C"/>
    <w:rsid w:val="00F26B2C"/>
    <w:rsid w:val="00F27BC1"/>
    <w:rsid w:val="00F27DE7"/>
    <w:rsid w:val="00F30314"/>
    <w:rsid w:val="00F30393"/>
    <w:rsid w:val="00F3059E"/>
    <w:rsid w:val="00F305CF"/>
    <w:rsid w:val="00F30DF0"/>
    <w:rsid w:val="00F31022"/>
    <w:rsid w:val="00F310DF"/>
    <w:rsid w:val="00F3218D"/>
    <w:rsid w:val="00F32283"/>
    <w:rsid w:val="00F34F8E"/>
    <w:rsid w:val="00F4104C"/>
    <w:rsid w:val="00F41E14"/>
    <w:rsid w:val="00F42A5D"/>
    <w:rsid w:val="00F42C5F"/>
    <w:rsid w:val="00F430B2"/>
    <w:rsid w:val="00F43A44"/>
    <w:rsid w:val="00F43E2D"/>
    <w:rsid w:val="00F44FED"/>
    <w:rsid w:val="00F4552B"/>
    <w:rsid w:val="00F46498"/>
    <w:rsid w:val="00F477C7"/>
    <w:rsid w:val="00F52B53"/>
    <w:rsid w:val="00F52BF9"/>
    <w:rsid w:val="00F53D14"/>
    <w:rsid w:val="00F54570"/>
    <w:rsid w:val="00F5494A"/>
    <w:rsid w:val="00F57584"/>
    <w:rsid w:val="00F576FD"/>
    <w:rsid w:val="00F57A35"/>
    <w:rsid w:val="00F57B1A"/>
    <w:rsid w:val="00F57DBD"/>
    <w:rsid w:val="00F60930"/>
    <w:rsid w:val="00F60C06"/>
    <w:rsid w:val="00F6160B"/>
    <w:rsid w:val="00F61974"/>
    <w:rsid w:val="00F63332"/>
    <w:rsid w:val="00F63EA5"/>
    <w:rsid w:val="00F64465"/>
    <w:rsid w:val="00F64B70"/>
    <w:rsid w:val="00F65F9D"/>
    <w:rsid w:val="00F664B3"/>
    <w:rsid w:val="00F66EE3"/>
    <w:rsid w:val="00F67576"/>
    <w:rsid w:val="00F67B19"/>
    <w:rsid w:val="00F720D3"/>
    <w:rsid w:val="00F7406C"/>
    <w:rsid w:val="00F74FB2"/>
    <w:rsid w:val="00F75DE6"/>
    <w:rsid w:val="00F76ECB"/>
    <w:rsid w:val="00F77798"/>
    <w:rsid w:val="00F80385"/>
    <w:rsid w:val="00F804DF"/>
    <w:rsid w:val="00F80750"/>
    <w:rsid w:val="00F80C71"/>
    <w:rsid w:val="00F81A76"/>
    <w:rsid w:val="00F8284E"/>
    <w:rsid w:val="00F835FB"/>
    <w:rsid w:val="00F8378D"/>
    <w:rsid w:val="00F84581"/>
    <w:rsid w:val="00F85E05"/>
    <w:rsid w:val="00F85E0C"/>
    <w:rsid w:val="00F90719"/>
    <w:rsid w:val="00F90F7A"/>
    <w:rsid w:val="00F918B9"/>
    <w:rsid w:val="00F91A0D"/>
    <w:rsid w:val="00F929B4"/>
    <w:rsid w:val="00F92D48"/>
    <w:rsid w:val="00F93869"/>
    <w:rsid w:val="00F93C0A"/>
    <w:rsid w:val="00F93CD1"/>
    <w:rsid w:val="00F9483F"/>
    <w:rsid w:val="00F96170"/>
    <w:rsid w:val="00F96BE2"/>
    <w:rsid w:val="00FA1BF2"/>
    <w:rsid w:val="00FA23FA"/>
    <w:rsid w:val="00FA372A"/>
    <w:rsid w:val="00FA3ED4"/>
    <w:rsid w:val="00FA4749"/>
    <w:rsid w:val="00FA673D"/>
    <w:rsid w:val="00FB0CB7"/>
    <w:rsid w:val="00FB1E51"/>
    <w:rsid w:val="00FB2ECD"/>
    <w:rsid w:val="00FB3468"/>
    <w:rsid w:val="00FB34B8"/>
    <w:rsid w:val="00FB413A"/>
    <w:rsid w:val="00FB433D"/>
    <w:rsid w:val="00FB4B04"/>
    <w:rsid w:val="00FB62B1"/>
    <w:rsid w:val="00FB77AC"/>
    <w:rsid w:val="00FB7928"/>
    <w:rsid w:val="00FB7BE3"/>
    <w:rsid w:val="00FC06BB"/>
    <w:rsid w:val="00FC088A"/>
    <w:rsid w:val="00FC2DBF"/>
    <w:rsid w:val="00FC373E"/>
    <w:rsid w:val="00FC42B5"/>
    <w:rsid w:val="00FC50FE"/>
    <w:rsid w:val="00FC60F1"/>
    <w:rsid w:val="00FC6863"/>
    <w:rsid w:val="00FC6C01"/>
    <w:rsid w:val="00FD0591"/>
    <w:rsid w:val="00FD0B86"/>
    <w:rsid w:val="00FD1A7D"/>
    <w:rsid w:val="00FD1E9E"/>
    <w:rsid w:val="00FD35F3"/>
    <w:rsid w:val="00FD4E73"/>
    <w:rsid w:val="00FD5A08"/>
    <w:rsid w:val="00FD6040"/>
    <w:rsid w:val="00FD6236"/>
    <w:rsid w:val="00FD76D3"/>
    <w:rsid w:val="00FD7CDC"/>
    <w:rsid w:val="00FE1086"/>
    <w:rsid w:val="00FE2961"/>
    <w:rsid w:val="00FE2985"/>
    <w:rsid w:val="00FE33F5"/>
    <w:rsid w:val="00FE3D48"/>
    <w:rsid w:val="00FE4642"/>
    <w:rsid w:val="00FE4809"/>
    <w:rsid w:val="00FE65BB"/>
    <w:rsid w:val="00FE670E"/>
    <w:rsid w:val="00FE69F9"/>
    <w:rsid w:val="00FE7B03"/>
    <w:rsid w:val="00FE7B79"/>
    <w:rsid w:val="00FF1004"/>
    <w:rsid w:val="00FF1806"/>
    <w:rsid w:val="00FF2E8A"/>
    <w:rsid w:val="00FF4DEC"/>
    <w:rsid w:val="00FF4E36"/>
    <w:rsid w:val="00FF5D01"/>
    <w:rsid w:val="00FF6224"/>
    <w:rsid w:val="00FF6871"/>
    <w:rsid w:val="00FF72E0"/>
    <w:rsid w:val="00FF77E0"/>
    <w:rsid w:val="017D161D"/>
    <w:rsid w:val="01863A06"/>
    <w:rsid w:val="038A6D69"/>
    <w:rsid w:val="03EB52D4"/>
    <w:rsid w:val="05881246"/>
    <w:rsid w:val="05C15DDC"/>
    <w:rsid w:val="06226A2D"/>
    <w:rsid w:val="09B54AAF"/>
    <w:rsid w:val="0A083E53"/>
    <w:rsid w:val="0A21442E"/>
    <w:rsid w:val="0A83722D"/>
    <w:rsid w:val="0B4B1B4C"/>
    <w:rsid w:val="0B93202F"/>
    <w:rsid w:val="0BA93A19"/>
    <w:rsid w:val="0BAD7C51"/>
    <w:rsid w:val="0C092007"/>
    <w:rsid w:val="0C276E92"/>
    <w:rsid w:val="0CA564BD"/>
    <w:rsid w:val="0CE92145"/>
    <w:rsid w:val="0D2E4A0B"/>
    <w:rsid w:val="0E3943B3"/>
    <w:rsid w:val="0E3F1062"/>
    <w:rsid w:val="0E9C3CC4"/>
    <w:rsid w:val="10125469"/>
    <w:rsid w:val="10914E30"/>
    <w:rsid w:val="10C018BB"/>
    <w:rsid w:val="111448DA"/>
    <w:rsid w:val="111D116A"/>
    <w:rsid w:val="11777A70"/>
    <w:rsid w:val="11836D6B"/>
    <w:rsid w:val="120A377B"/>
    <w:rsid w:val="129D0F35"/>
    <w:rsid w:val="130C006F"/>
    <w:rsid w:val="14091BF6"/>
    <w:rsid w:val="14C31E2F"/>
    <w:rsid w:val="157F3A17"/>
    <w:rsid w:val="159845ED"/>
    <w:rsid w:val="15B96036"/>
    <w:rsid w:val="16567B69"/>
    <w:rsid w:val="16A010F2"/>
    <w:rsid w:val="175301C5"/>
    <w:rsid w:val="18887CC1"/>
    <w:rsid w:val="197B671D"/>
    <w:rsid w:val="19803BE4"/>
    <w:rsid w:val="1A0841AA"/>
    <w:rsid w:val="1A40512C"/>
    <w:rsid w:val="1A8A730E"/>
    <w:rsid w:val="1B2811CC"/>
    <w:rsid w:val="1F1E2A11"/>
    <w:rsid w:val="1F222036"/>
    <w:rsid w:val="20032F0F"/>
    <w:rsid w:val="205E28EA"/>
    <w:rsid w:val="21272D0A"/>
    <w:rsid w:val="21FA0FFD"/>
    <w:rsid w:val="234A596B"/>
    <w:rsid w:val="236826B3"/>
    <w:rsid w:val="2458359C"/>
    <w:rsid w:val="24B549FC"/>
    <w:rsid w:val="25571433"/>
    <w:rsid w:val="2672793F"/>
    <w:rsid w:val="26A716C4"/>
    <w:rsid w:val="26D31667"/>
    <w:rsid w:val="28AD6C51"/>
    <w:rsid w:val="28D132BA"/>
    <w:rsid w:val="29C56443"/>
    <w:rsid w:val="2A146CFB"/>
    <w:rsid w:val="2C5931F6"/>
    <w:rsid w:val="2C9C38F6"/>
    <w:rsid w:val="2CC7667E"/>
    <w:rsid w:val="2D8F05A7"/>
    <w:rsid w:val="2EAF0EA7"/>
    <w:rsid w:val="2F0B2747"/>
    <w:rsid w:val="2FEF7231"/>
    <w:rsid w:val="306A50FD"/>
    <w:rsid w:val="30E35C14"/>
    <w:rsid w:val="318F5A99"/>
    <w:rsid w:val="31F7428B"/>
    <w:rsid w:val="32E20E3F"/>
    <w:rsid w:val="33125F9C"/>
    <w:rsid w:val="33F64B0B"/>
    <w:rsid w:val="34287CEA"/>
    <w:rsid w:val="35FB26E8"/>
    <w:rsid w:val="361E00D1"/>
    <w:rsid w:val="374E444A"/>
    <w:rsid w:val="38533C07"/>
    <w:rsid w:val="38F30221"/>
    <w:rsid w:val="3DC34CCA"/>
    <w:rsid w:val="3DF86269"/>
    <w:rsid w:val="3F0108DA"/>
    <w:rsid w:val="3F6F46C1"/>
    <w:rsid w:val="3FAF5943"/>
    <w:rsid w:val="40552417"/>
    <w:rsid w:val="411B5CD8"/>
    <w:rsid w:val="41F754A1"/>
    <w:rsid w:val="43394755"/>
    <w:rsid w:val="436641EC"/>
    <w:rsid w:val="4492574C"/>
    <w:rsid w:val="458022F1"/>
    <w:rsid w:val="46935D84"/>
    <w:rsid w:val="46CF181E"/>
    <w:rsid w:val="47056273"/>
    <w:rsid w:val="48977555"/>
    <w:rsid w:val="4A85116F"/>
    <w:rsid w:val="4ADC7296"/>
    <w:rsid w:val="4B471B58"/>
    <w:rsid w:val="4C58154E"/>
    <w:rsid w:val="4C64255A"/>
    <w:rsid w:val="4CAA146C"/>
    <w:rsid w:val="4D18358D"/>
    <w:rsid w:val="4D4578AA"/>
    <w:rsid w:val="4DE62664"/>
    <w:rsid w:val="4E463C78"/>
    <w:rsid w:val="4E7E27FF"/>
    <w:rsid w:val="51721A15"/>
    <w:rsid w:val="525423C5"/>
    <w:rsid w:val="536D19DC"/>
    <w:rsid w:val="53A64661"/>
    <w:rsid w:val="56664451"/>
    <w:rsid w:val="571021D0"/>
    <w:rsid w:val="571B49E7"/>
    <w:rsid w:val="57247E6E"/>
    <w:rsid w:val="579355D0"/>
    <w:rsid w:val="58316DE7"/>
    <w:rsid w:val="5A354AB0"/>
    <w:rsid w:val="5A3E0D98"/>
    <w:rsid w:val="5B0E2EDA"/>
    <w:rsid w:val="5B696347"/>
    <w:rsid w:val="5BA50711"/>
    <w:rsid w:val="5D880E6A"/>
    <w:rsid w:val="5DF57CCB"/>
    <w:rsid w:val="5F8B2926"/>
    <w:rsid w:val="5F92360C"/>
    <w:rsid w:val="5F9C0440"/>
    <w:rsid w:val="602A4E71"/>
    <w:rsid w:val="60BB6760"/>
    <w:rsid w:val="6130481B"/>
    <w:rsid w:val="61A75A0C"/>
    <w:rsid w:val="637836D8"/>
    <w:rsid w:val="648D0A85"/>
    <w:rsid w:val="65456534"/>
    <w:rsid w:val="67644615"/>
    <w:rsid w:val="678A4C4C"/>
    <w:rsid w:val="67C556EB"/>
    <w:rsid w:val="681273FA"/>
    <w:rsid w:val="692B7391"/>
    <w:rsid w:val="699F0D78"/>
    <w:rsid w:val="69C06ECC"/>
    <w:rsid w:val="6A694523"/>
    <w:rsid w:val="6BE95AEA"/>
    <w:rsid w:val="6C2801B9"/>
    <w:rsid w:val="6C3476CA"/>
    <w:rsid w:val="6D994C5C"/>
    <w:rsid w:val="6DF207EF"/>
    <w:rsid w:val="6E193EE6"/>
    <w:rsid w:val="6E8953C9"/>
    <w:rsid w:val="6EE16F4A"/>
    <w:rsid w:val="71674861"/>
    <w:rsid w:val="719A242C"/>
    <w:rsid w:val="733B2DBB"/>
    <w:rsid w:val="73450D16"/>
    <w:rsid w:val="74695886"/>
    <w:rsid w:val="74811348"/>
    <w:rsid w:val="74C649E4"/>
    <w:rsid w:val="75E97D34"/>
    <w:rsid w:val="769A3DF9"/>
    <w:rsid w:val="771B7CAA"/>
    <w:rsid w:val="78E37CF0"/>
    <w:rsid w:val="794A1968"/>
    <w:rsid w:val="7A4D7C63"/>
    <w:rsid w:val="7B60469C"/>
    <w:rsid w:val="7B797286"/>
    <w:rsid w:val="7C8C3E5E"/>
    <w:rsid w:val="7D176EE3"/>
    <w:rsid w:val="7E4C68DE"/>
    <w:rsid w:val="7EB722FD"/>
    <w:rsid w:val="7F1E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#000001">
      <v:fill color="white"/>
      <v:stroke color="#000001"/>
    </o:shapedefaults>
    <o:shapelayout v:ext="edit">
      <o:idmap v:ext="edit" data="1"/>
      <o:rules v:ext="edit">
        <o:r id="V:Rule1" type="connector" idref="#Line 4"/>
        <o:r id="V:Rule2" type="connector" idref="#Line 7"/>
        <o:r id="V:Rule3" type="connector" idref="#Line 6"/>
        <o:r id="V:Rule4" type="connector" idref="#Line 13"/>
        <o:r id="V:Rule5" type="connector" idref="#Line 12"/>
        <o:r id="V:Rule6" type="connector" idref="#Line 8"/>
        <o:r id="V:Rule7" type="connector" idref="#Line 9"/>
      </o:rules>
    </o:shapelayout>
  </w:shapeDefaults>
  <w:decimalSymbol w:val="."/>
  <w:listSeparator w:val=","/>
  <w14:docId w14:val="06580A61"/>
  <w15:docId w15:val="{FCB531F3-239F-4E59-84A5-CE5741F7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2B3505"/>
    <w:rPr>
      <w:rFonts w:ascii="宋体" w:hAnsi="Courier New"/>
      <w:kern w:val="0"/>
      <w:sz w:val="20"/>
      <w:szCs w:val="21"/>
    </w:rPr>
  </w:style>
  <w:style w:type="paragraph" w:styleId="a5">
    <w:name w:val="Balloon Text"/>
    <w:basedOn w:val="a"/>
    <w:link w:val="a6"/>
    <w:uiPriority w:val="99"/>
    <w:unhideWhenUsed/>
    <w:qFormat/>
    <w:rsid w:val="002B3505"/>
    <w:rPr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2B350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2B3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Normal (Web)"/>
    <w:basedOn w:val="a"/>
    <w:qFormat/>
    <w:rsid w:val="002B3505"/>
    <w:pPr>
      <w:spacing w:before="100" w:beforeAutospacing="1" w:after="100" w:afterAutospacing="1"/>
      <w:jc w:val="left"/>
    </w:pPr>
    <w:rPr>
      <w:kern w:val="0"/>
      <w:sz w:val="24"/>
    </w:rPr>
  </w:style>
  <w:style w:type="table" w:styleId="ac">
    <w:name w:val="Table Grid"/>
    <w:basedOn w:val="a1"/>
    <w:uiPriority w:val="39"/>
    <w:qFormat/>
    <w:rsid w:val="002B3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qFormat/>
    <w:rsid w:val="002B3505"/>
    <w:rPr>
      <w:color w:val="0000FF"/>
      <w:u w:val="single"/>
    </w:rPr>
  </w:style>
  <w:style w:type="character" w:customStyle="1" w:styleId="a8">
    <w:name w:val="页脚 字符"/>
    <w:link w:val="a7"/>
    <w:uiPriority w:val="99"/>
    <w:qFormat/>
    <w:rsid w:val="002B3505"/>
    <w:rPr>
      <w:sz w:val="18"/>
      <w:szCs w:val="18"/>
    </w:rPr>
  </w:style>
  <w:style w:type="character" w:customStyle="1" w:styleId="aa">
    <w:name w:val="页眉 字符"/>
    <w:link w:val="a9"/>
    <w:uiPriority w:val="99"/>
    <w:qFormat/>
    <w:rsid w:val="002B3505"/>
    <w:rPr>
      <w:sz w:val="18"/>
      <w:szCs w:val="18"/>
    </w:rPr>
  </w:style>
  <w:style w:type="character" w:customStyle="1" w:styleId="a4">
    <w:name w:val="纯文本 字符"/>
    <w:link w:val="a3"/>
    <w:uiPriority w:val="99"/>
    <w:qFormat/>
    <w:rsid w:val="002B3505"/>
    <w:rPr>
      <w:rFonts w:ascii="宋体" w:eastAsia="宋体" w:hAnsi="Courier New" w:cs="Times New Roman"/>
      <w:kern w:val="0"/>
      <w:szCs w:val="21"/>
    </w:rPr>
  </w:style>
  <w:style w:type="character" w:customStyle="1" w:styleId="a6">
    <w:name w:val="批注框文本 字符"/>
    <w:link w:val="a5"/>
    <w:uiPriority w:val="99"/>
    <w:semiHidden/>
    <w:qFormat/>
    <w:rsid w:val="002B3505"/>
    <w:rPr>
      <w:sz w:val="18"/>
      <w:szCs w:val="18"/>
    </w:rPr>
  </w:style>
  <w:style w:type="character" w:customStyle="1" w:styleId="Char">
    <w:name w:val="纯文本 Char"/>
    <w:qFormat/>
    <w:rsid w:val="002B3505"/>
    <w:rPr>
      <w:rFonts w:ascii="宋体" w:eastAsia="宋体" w:hAnsi="Courier New" w:cs="Times New Roman"/>
      <w:kern w:val="0"/>
      <w:szCs w:val="21"/>
    </w:rPr>
  </w:style>
  <w:style w:type="paragraph" w:customStyle="1" w:styleId="04">
    <w:name w:val="正文_0_4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">
    <w:name w:val="列出段落1"/>
    <w:basedOn w:val="a"/>
    <w:uiPriority w:val="99"/>
    <w:qFormat/>
    <w:rsid w:val="002B3505"/>
    <w:pPr>
      <w:spacing w:line="240" w:lineRule="exact"/>
      <w:ind w:left="720"/>
      <w:contextualSpacing/>
    </w:pPr>
    <w:rPr>
      <w:rFonts w:ascii="Times New Roman" w:hAnsi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2B3505"/>
    <w:pPr>
      <w:ind w:firstLineChars="200" w:firstLine="420"/>
    </w:pPr>
  </w:style>
  <w:style w:type="paragraph" w:customStyle="1" w:styleId="27">
    <w:name w:val="正文_27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0">
    <w:name w:val="正文_0"/>
    <w:link w:val="0Char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customStyle="1" w:styleId="10">
    <w:name w:val="正文_1"/>
    <w:qFormat/>
    <w:rsid w:val="002B350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964A3B"/>
    <w:pPr>
      <w:widowControl/>
      <w:spacing w:line="300" w:lineRule="auto"/>
      <w:ind w:firstLineChars="200" w:firstLine="200"/>
    </w:pPr>
    <w:rPr>
      <w:rFonts w:ascii="Times New Roman" w:hAnsi="Times New Roman"/>
      <w:szCs w:val="20"/>
    </w:rPr>
  </w:style>
  <w:style w:type="character" w:customStyle="1" w:styleId="0Char">
    <w:name w:val="正文_0 Char"/>
    <w:link w:val="0"/>
    <w:qFormat/>
    <w:locked/>
    <w:rsid w:val="00A00E00"/>
    <w:rPr>
      <w:rFonts w:ascii="Calibri" w:eastAsia="宋体" w:hAnsi="Calibri" w:cs="Times New Roman"/>
      <w:kern w:val="2"/>
      <w:sz w:val="21"/>
      <w:szCs w:val="24"/>
    </w:rPr>
  </w:style>
  <w:style w:type="character" w:customStyle="1" w:styleId="topic-content">
    <w:name w:val="topic-content"/>
    <w:basedOn w:val="a0"/>
    <w:rsid w:val="00CD6B1B"/>
  </w:style>
  <w:style w:type="paragraph" w:customStyle="1" w:styleId="CharCharCharCharCharCharCharCharChar">
    <w:name w:val="Char Char Char Char Char Char Char Char Char"/>
    <w:basedOn w:val="a"/>
    <w:link w:val="CharCharCharCharCharCharCharCharCharChar"/>
    <w:rsid w:val="00936D03"/>
    <w:pPr>
      <w:widowControl/>
      <w:spacing w:line="300" w:lineRule="auto"/>
      <w:ind w:firstLineChars="200" w:firstLine="200"/>
    </w:pPr>
    <w:rPr>
      <w:rFonts w:ascii="Times New Roman" w:hAnsi="Times New Roman"/>
      <w:kern w:val="0"/>
      <w:szCs w:val="20"/>
    </w:rPr>
  </w:style>
  <w:style w:type="character" w:customStyle="1" w:styleId="CharCharCharCharCharCharCharCharCharChar">
    <w:name w:val="Char Char Char Char Char Char Char Char Char Char"/>
    <w:basedOn w:val="a0"/>
    <w:link w:val="CharCharCharCharCharCharCharCharChar"/>
    <w:rsid w:val="00936D03"/>
    <w:rPr>
      <w:rFonts w:ascii="Times New Roman" w:eastAsia="宋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4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7.bin"/><Relationship Id="rId324" Type="http://schemas.openxmlformats.org/officeDocument/2006/relationships/oleObject" Target="embeddings/oleObject162.bin"/><Relationship Id="rId366" Type="http://schemas.openxmlformats.org/officeDocument/2006/relationships/oleObject" Target="embeddings/oleObject184.bin"/><Relationship Id="rId170" Type="http://schemas.openxmlformats.org/officeDocument/2006/relationships/oleObject" Target="embeddings/oleObject83.bin"/><Relationship Id="rId226" Type="http://schemas.openxmlformats.org/officeDocument/2006/relationships/image" Target="media/image109.wmf"/><Relationship Id="rId433" Type="http://schemas.openxmlformats.org/officeDocument/2006/relationships/oleObject" Target="embeddings/oleObject221.bin"/><Relationship Id="rId268" Type="http://schemas.openxmlformats.org/officeDocument/2006/relationships/oleObject" Target="embeddings/oleObject134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2.wmf"/><Relationship Id="rId335" Type="http://schemas.openxmlformats.org/officeDocument/2006/relationships/image" Target="media/image162.wmf"/><Relationship Id="rId377" Type="http://schemas.openxmlformats.org/officeDocument/2006/relationships/image" Target="media/image180.wmf"/><Relationship Id="rId5" Type="http://schemas.openxmlformats.org/officeDocument/2006/relationships/footnotes" Target="footnotes.xml"/><Relationship Id="rId181" Type="http://schemas.openxmlformats.org/officeDocument/2006/relationships/image" Target="media/image87.wmf"/><Relationship Id="rId237" Type="http://schemas.openxmlformats.org/officeDocument/2006/relationships/oleObject" Target="embeddings/oleObject117.bin"/><Relationship Id="rId402" Type="http://schemas.openxmlformats.org/officeDocument/2006/relationships/oleObject" Target="embeddings/oleObject204.bin"/><Relationship Id="rId279" Type="http://schemas.openxmlformats.org/officeDocument/2006/relationships/image" Target="media/image134.wmf"/><Relationship Id="rId444" Type="http://schemas.openxmlformats.org/officeDocument/2006/relationships/image" Target="media/image212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46" Type="http://schemas.openxmlformats.org/officeDocument/2006/relationships/image" Target="media/image167.wmf"/><Relationship Id="rId388" Type="http://schemas.openxmlformats.org/officeDocument/2006/relationships/oleObject" Target="embeddings/oleObject197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92" Type="http://schemas.openxmlformats.org/officeDocument/2006/relationships/image" Target="media/image92.wmf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11.bin"/><Relationship Id="rId248" Type="http://schemas.openxmlformats.org/officeDocument/2006/relationships/image" Target="media/image12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image" Target="media/image152.wmf"/><Relationship Id="rId357" Type="http://schemas.openxmlformats.org/officeDocument/2006/relationships/oleObject" Target="embeddings/oleObject179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8.bin"/><Relationship Id="rId217" Type="http://schemas.openxmlformats.org/officeDocument/2006/relationships/image" Target="media/image105.wmf"/><Relationship Id="rId399" Type="http://schemas.openxmlformats.org/officeDocument/2006/relationships/image" Target="media/image191.wmf"/><Relationship Id="rId6" Type="http://schemas.openxmlformats.org/officeDocument/2006/relationships/endnotes" Target="endnotes.xml"/><Relationship Id="rId238" Type="http://schemas.openxmlformats.org/officeDocument/2006/relationships/image" Target="media/image115.wmf"/><Relationship Id="rId259" Type="http://schemas.openxmlformats.org/officeDocument/2006/relationships/image" Target="media/image124.wmf"/><Relationship Id="rId424" Type="http://schemas.openxmlformats.org/officeDocument/2006/relationships/image" Target="media/image202.wmf"/><Relationship Id="rId445" Type="http://schemas.openxmlformats.org/officeDocument/2006/relationships/oleObject" Target="embeddings/oleObject22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5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26" Type="http://schemas.openxmlformats.org/officeDocument/2006/relationships/oleObject" Target="embeddings/oleObject163.bin"/><Relationship Id="rId347" Type="http://schemas.openxmlformats.org/officeDocument/2006/relationships/oleObject" Target="embeddings/oleObject174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3.wmf"/><Relationship Id="rId151" Type="http://schemas.openxmlformats.org/officeDocument/2006/relationships/oleObject" Target="embeddings/oleObject72.bin"/><Relationship Id="rId368" Type="http://schemas.openxmlformats.org/officeDocument/2006/relationships/oleObject" Target="embeddings/oleObject186.bin"/><Relationship Id="rId389" Type="http://schemas.openxmlformats.org/officeDocument/2006/relationships/image" Target="media/image186.wmf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5.bin"/><Relationship Id="rId207" Type="http://schemas.openxmlformats.org/officeDocument/2006/relationships/image" Target="media/image100.wmf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3.bin"/><Relationship Id="rId414" Type="http://schemas.openxmlformats.org/officeDocument/2006/relationships/image" Target="media/image197.wmf"/><Relationship Id="rId435" Type="http://schemas.openxmlformats.org/officeDocument/2006/relationships/oleObject" Target="embeddings/oleObject22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0.bin"/><Relationship Id="rId281" Type="http://schemas.openxmlformats.org/officeDocument/2006/relationships/image" Target="media/image135.wmf"/><Relationship Id="rId316" Type="http://schemas.openxmlformats.org/officeDocument/2006/relationships/oleObject" Target="embeddings/oleObject158.bin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20" Type="http://schemas.openxmlformats.org/officeDocument/2006/relationships/image" Target="media/image58.wmf"/><Relationship Id="rId141" Type="http://schemas.openxmlformats.org/officeDocument/2006/relationships/oleObject" Target="embeddings/oleObject67.bin"/><Relationship Id="rId358" Type="http://schemas.openxmlformats.org/officeDocument/2006/relationships/image" Target="media/image173.wmf"/><Relationship Id="rId379" Type="http://schemas.openxmlformats.org/officeDocument/2006/relationships/image" Target="media/image181.wmf"/><Relationship Id="rId7" Type="http://schemas.openxmlformats.org/officeDocument/2006/relationships/image" Target="media/image1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7.bin"/><Relationship Id="rId239" Type="http://schemas.openxmlformats.org/officeDocument/2006/relationships/oleObject" Target="embeddings/oleObject118.bin"/><Relationship Id="rId390" Type="http://schemas.openxmlformats.org/officeDocument/2006/relationships/oleObject" Target="embeddings/oleObject198.bin"/><Relationship Id="rId404" Type="http://schemas.openxmlformats.org/officeDocument/2006/relationships/oleObject" Target="embeddings/oleObject205.bin"/><Relationship Id="rId425" Type="http://schemas.openxmlformats.org/officeDocument/2006/relationships/oleObject" Target="embeddings/oleObject217.bin"/><Relationship Id="rId446" Type="http://schemas.openxmlformats.org/officeDocument/2006/relationships/image" Target="media/image213.wmf"/><Relationship Id="rId250" Type="http://schemas.openxmlformats.org/officeDocument/2006/relationships/image" Target="media/image121.wmf"/><Relationship Id="rId271" Type="http://schemas.openxmlformats.org/officeDocument/2006/relationships/image" Target="media/image130.wmf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58.wmf"/><Relationship Id="rId348" Type="http://schemas.openxmlformats.org/officeDocument/2006/relationships/image" Target="media/image168.wmf"/><Relationship Id="rId369" Type="http://schemas.openxmlformats.org/officeDocument/2006/relationships/oleObject" Target="embeddings/oleObject187.bin"/><Relationship Id="rId152" Type="http://schemas.openxmlformats.org/officeDocument/2006/relationships/image" Target="media/image74.wmf"/><Relationship Id="rId173" Type="http://schemas.openxmlformats.org/officeDocument/2006/relationships/image" Target="media/image83.wmf"/><Relationship Id="rId194" Type="http://schemas.openxmlformats.org/officeDocument/2006/relationships/image" Target="media/image93.wmf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3.bin"/><Relationship Id="rId380" Type="http://schemas.openxmlformats.org/officeDocument/2006/relationships/oleObject" Target="embeddings/oleObject193.bin"/><Relationship Id="rId415" Type="http://schemas.openxmlformats.org/officeDocument/2006/relationships/oleObject" Target="embeddings/oleObject212.bin"/><Relationship Id="rId436" Type="http://schemas.openxmlformats.org/officeDocument/2006/relationships/image" Target="media/image208.wmf"/><Relationship Id="rId240" Type="http://schemas.openxmlformats.org/officeDocument/2006/relationships/image" Target="media/image116.wmf"/><Relationship Id="rId261" Type="http://schemas.openxmlformats.org/officeDocument/2006/relationships/image" Target="media/image125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1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9.bin"/><Relationship Id="rId359" Type="http://schemas.openxmlformats.org/officeDocument/2006/relationships/oleObject" Target="embeddings/oleObject18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6.wmf"/><Relationship Id="rId370" Type="http://schemas.openxmlformats.org/officeDocument/2006/relationships/image" Target="media/image177.wmf"/><Relationship Id="rId391" Type="http://schemas.openxmlformats.org/officeDocument/2006/relationships/image" Target="media/image187.wmf"/><Relationship Id="rId405" Type="http://schemas.openxmlformats.org/officeDocument/2006/relationships/oleObject" Target="embeddings/oleObject206.bin"/><Relationship Id="rId426" Type="http://schemas.openxmlformats.org/officeDocument/2006/relationships/image" Target="media/image203.wmf"/><Relationship Id="rId447" Type="http://schemas.openxmlformats.org/officeDocument/2006/relationships/oleObject" Target="embeddings/oleObject228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6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4.bin"/><Relationship Id="rId349" Type="http://schemas.openxmlformats.org/officeDocument/2006/relationships/oleObject" Target="embeddings/oleObject175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5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101.wmf"/><Relationship Id="rId360" Type="http://schemas.openxmlformats.org/officeDocument/2006/relationships/image" Target="media/image174.wmf"/><Relationship Id="rId381" Type="http://schemas.openxmlformats.org/officeDocument/2006/relationships/image" Target="media/image182.wmf"/><Relationship Id="rId416" Type="http://schemas.openxmlformats.org/officeDocument/2006/relationships/image" Target="media/image198.wmf"/><Relationship Id="rId220" Type="http://schemas.openxmlformats.org/officeDocument/2006/relationships/oleObject" Target="embeddings/oleObject108.bin"/><Relationship Id="rId241" Type="http://schemas.openxmlformats.org/officeDocument/2006/relationships/oleObject" Target="embeddings/oleObject119.bin"/><Relationship Id="rId437" Type="http://schemas.openxmlformats.org/officeDocument/2006/relationships/oleObject" Target="embeddings/oleObject22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9.bin"/><Relationship Id="rId339" Type="http://schemas.openxmlformats.org/officeDocument/2006/relationships/image" Target="media/image164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64" Type="http://schemas.openxmlformats.org/officeDocument/2006/relationships/oleObject" Target="embeddings/oleObject80.bin"/><Relationship Id="rId185" Type="http://schemas.openxmlformats.org/officeDocument/2006/relationships/image" Target="media/image89.wmf"/><Relationship Id="rId350" Type="http://schemas.openxmlformats.org/officeDocument/2006/relationships/image" Target="media/image169.wmf"/><Relationship Id="rId371" Type="http://schemas.openxmlformats.org/officeDocument/2006/relationships/oleObject" Target="embeddings/oleObject188.bin"/><Relationship Id="rId406" Type="http://schemas.openxmlformats.org/officeDocument/2006/relationships/oleObject" Target="embeddings/oleObject207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9.bin"/><Relationship Id="rId427" Type="http://schemas.openxmlformats.org/officeDocument/2006/relationships/oleObject" Target="embeddings/oleObject218.bin"/><Relationship Id="rId448" Type="http://schemas.openxmlformats.org/officeDocument/2006/relationships/image" Target="media/image21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2.wmf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329" Type="http://schemas.openxmlformats.org/officeDocument/2006/relationships/image" Target="media/image159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70.bin"/><Relationship Id="rId361" Type="http://schemas.openxmlformats.org/officeDocument/2006/relationships/oleObject" Target="embeddings/oleObject181.bin"/><Relationship Id="rId196" Type="http://schemas.openxmlformats.org/officeDocument/2006/relationships/image" Target="media/image94.wmf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94.bin"/><Relationship Id="rId417" Type="http://schemas.openxmlformats.org/officeDocument/2006/relationships/oleObject" Target="embeddings/oleObject213.bin"/><Relationship Id="rId438" Type="http://schemas.openxmlformats.org/officeDocument/2006/relationships/image" Target="media/image209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7.wmf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2.bin"/><Relationship Id="rId319" Type="http://schemas.openxmlformats.org/officeDocument/2006/relationships/image" Target="media/image154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330" Type="http://schemas.openxmlformats.org/officeDocument/2006/relationships/oleObject" Target="embeddings/oleObject165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6.bin"/><Relationship Id="rId372" Type="http://schemas.openxmlformats.org/officeDocument/2006/relationships/oleObject" Target="embeddings/oleObject189.bin"/><Relationship Id="rId393" Type="http://schemas.openxmlformats.org/officeDocument/2006/relationships/image" Target="media/image188.wmf"/><Relationship Id="rId407" Type="http://schemas.openxmlformats.org/officeDocument/2006/relationships/image" Target="media/image194.wmf"/><Relationship Id="rId428" Type="http://schemas.openxmlformats.org/officeDocument/2006/relationships/image" Target="media/image204.wmf"/><Relationship Id="rId449" Type="http://schemas.openxmlformats.org/officeDocument/2006/relationships/oleObject" Target="embeddings/oleObject229.bin"/><Relationship Id="rId211" Type="http://schemas.openxmlformats.org/officeDocument/2006/relationships/image" Target="media/image102.wmf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5.bin"/><Relationship Id="rId274" Type="http://schemas.openxmlformats.org/officeDocument/2006/relationships/oleObject" Target="embeddings/oleObject137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320" Type="http://schemas.openxmlformats.org/officeDocument/2006/relationships/oleObject" Target="embeddings/oleObject160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341" Type="http://schemas.openxmlformats.org/officeDocument/2006/relationships/image" Target="media/image165.wmf"/><Relationship Id="rId362" Type="http://schemas.openxmlformats.org/officeDocument/2006/relationships/image" Target="media/image175.wmf"/><Relationship Id="rId383" Type="http://schemas.openxmlformats.org/officeDocument/2006/relationships/image" Target="media/image183.wmf"/><Relationship Id="rId418" Type="http://schemas.openxmlformats.org/officeDocument/2006/relationships/image" Target="media/image199.wmf"/><Relationship Id="rId439" Type="http://schemas.openxmlformats.org/officeDocument/2006/relationships/oleObject" Target="embeddings/oleObject224.bin"/><Relationship Id="rId201" Type="http://schemas.openxmlformats.org/officeDocument/2006/relationships/image" Target="media/image97.wmf"/><Relationship Id="rId222" Type="http://schemas.openxmlformats.org/officeDocument/2006/relationships/image" Target="media/image107.wmf"/><Relationship Id="rId243" Type="http://schemas.openxmlformats.org/officeDocument/2006/relationships/oleObject" Target="embeddings/oleObject120.bin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7.wmf"/><Relationship Id="rId450" Type="http://schemas.openxmlformats.org/officeDocument/2006/relationships/footer" Target="footer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50.wmf"/><Relationship Id="rId124" Type="http://schemas.openxmlformats.org/officeDocument/2006/relationships/image" Target="media/image60.wmf"/><Relationship Id="rId310" Type="http://schemas.openxmlformats.org/officeDocument/2006/relationships/oleObject" Target="embeddings/oleObject155.bin"/><Relationship Id="rId70" Type="http://schemas.openxmlformats.org/officeDocument/2006/relationships/image" Target="media/image33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331" Type="http://schemas.openxmlformats.org/officeDocument/2006/relationships/image" Target="media/image160.wmf"/><Relationship Id="rId352" Type="http://schemas.openxmlformats.org/officeDocument/2006/relationships/image" Target="media/image170.wmf"/><Relationship Id="rId373" Type="http://schemas.openxmlformats.org/officeDocument/2006/relationships/image" Target="media/image178.wmf"/><Relationship Id="rId394" Type="http://schemas.openxmlformats.org/officeDocument/2006/relationships/oleObject" Target="embeddings/oleObject200.bin"/><Relationship Id="rId408" Type="http://schemas.openxmlformats.org/officeDocument/2006/relationships/oleObject" Target="embeddings/oleObject208.bin"/><Relationship Id="rId429" Type="http://schemas.openxmlformats.org/officeDocument/2006/relationships/oleObject" Target="embeddings/oleObject219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3.wmf"/><Relationship Id="rId440" Type="http://schemas.openxmlformats.org/officeDocument/2006/relationships/image" Target="media/image2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8.bin"/><Relationship Id="rId300" Type="http://schemas.openxmlformats.org/officeDocument/2006/relationships/oleObject" Target="embeddings/oleObject150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9.wmf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5.wmf"/><Relationship Id="rId198" Type="http://schemas.openxmlformats.org/officeDocument/2006/relationships/image" Target="media/image95.emf"/><Relationship Id="rId321" Type="http://schemas.openxmlformats.org/officeDocument/2006/relationships/image" Target="media/image155.wmf"/><Relationship Id="rId342" Type="http://schemas.openxmlformats.org/officeDocument/2006/relationships/oleObject" Target="embeddings/oleObject171.bin"/><Relationship Id="rId363" Type="http://schemas.openxmlformats.org/officeDocument/2006/relationships/oleObject" Target="embeddings/oleObject182.bin"/><Relationship Id="rId384" Type="http://schemas.openxmlformats.org/officeDocument/2006/relationships/oleObject" Target="embeddings/oleObject195.bin"/><Relationship Id="rId419" Type="http://schemas.openxmlformats.org/officeDocument/2006/relationships/oleObject" Target="embeddings/oleObject214.bin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8.wmf"/><Relationship Id="rId430" Type="http://schemas.openxmlformats.org/officeDocument/2006/relationships/image" Target="media/image20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7.wmf"/><Relationship Id="rId286" Type="http://schemas.openxmlformats.org/officeDocument/2006/relationships/oleObject" Target="embeddings/oleObject143.bin"/><Relationship Id="rId451" Type="http://schemas.openxmlformats.org/officeDocument/2006/relationships/fontTable" Target="fontTable.xml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9.bin"/><Relationship Id="rId146" Type="http://schemas.openxmlformats.org/officeDocument/2006/relationships/image" Target="media/image71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6.bin"/><Relationship Id="rId353" Type="http://schemas.openxmlformats.org/officeDocument/2006/relationships/oleObject" Target="embeddings/oleObject177.bin"/><Relationship Id="rId374" Type="http://schemas.openxmlformats.org/officeDocument/2006/relationships/oleObject" Target="embeddings/oleObject190.bin"/><Relationship Id="rId395" Type="http://schemas.openxmlformats.org/officeDocument/2006/relationships/image" Target="media/image189.wmf"/><Relationship Id="rId409" Type="http://schemas.openxmlformats.org/officeDocument/2006/relationships/image" Target="media/image195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image" Target="media/image113.wmf"/><Relationship Id="rId420" Type="http://schemas.openxmlformats.org/officeDocument/2006/relationships/image" Target="media/image200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6.bin"/><Relationship Id="rId276" Type="http://schemas.openxmlformats.org/officeDocument/2006/relationships/oleObject" Target="embeddings/oleObject138.bin"/><Relationship Id="rId297" Type="http://schemas.openxmlformats.org/officeDocument/2006/relationships/image" Target="media/image143.wmf"/><Relationship Id="rId441" Type="http://schemas.openxmlformats.org/officeDocument/2006/relationships/oleObject" Target="embeddings/oleObject225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6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5.wmf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6.wmf"/><Relationship Id="rId364" Type="http://schemas.openxmlformats.org/officeDocument/2006/relationships/oleObject" Target="embeddings/oleObject18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4.wmf"/><Relationship Id="rId19" Type="http://schemas.openxmlformats.org/officeDocument/2006/relationships/image" Target="media/image7.wmf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1.bin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8.wmf"/><Relationship Id="rId410" Type="http://schemas.openxmlformats.org/officeDocument/2006/relationships/oleObject" Target="embeddings/oleObject209.bin"/><Relationship Id="rId431" Type="http://schemas.openxmlformats.org/officeDocument/2006/relationships/oleObject" Target="embeddings/oleObject220.bin"/><Relationship Id="rId452" Type="http://schemas.openxmlformats.org/officeDocument/2006/relationships/theme" Target="theme/theme1.xml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6.bin"/><Relationship Id="rId333" Type="http://schemas.openxmlformats.org/officeDocument/2006/relationships/image" Target="media/image161.wmf"/><Relationship Id="rId354" Type="http://schemas.openxmlformats.org/officeDocument/2006/relationships/image" Target="media/image171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3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201.bin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oleObject" Target="embeddings/oleObject116.bin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9.bin"/><Relationship Id="rId400" Type="http://schemas.openxmlformats.org/officeDocument/2006/relationships/oleObject" Target="embeddings/oleObject203.bin"/><Relationship Id="rId421" Type="http://schemas.openxmlformats.org/officeDocument/2006/relationships/oleObject" Target="embeddings/oleObject215.bin"/><Relationship Id="rId442" Type="http://schemas.openxmlformats.org/officeDocument/2006/relationships/image" Target="media/image211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51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179" Type="http://schemas.openxmlformats.org/officeDocument/2006/relationships/image" Target="media/image86.wmf"/><Relationship Id="rId365" Type="http://schemas.openxmlformats.org/officeDocument/2006/relationships/image" Target="media/image176.wmf"/><Relationship Id="rId386" Type="http://schemas.openxmlformats.org/officeDocument/2006/relationships/oleObject" Target="embeddings/oleObject196.bin"/><Relationship Id="rId190" Type="http://schemas.openxmlformats.org/officeDocument/2006/relationships/image" Target="media/image91.wmf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9.wmf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4.bin"/><Relationship Id="rId411" Type="http://schemas.openxmlformats.org/officeDocument/2006/relationships/oleObject" Target="embeddings/oleObject210.bin"/><Relationship Id="rId432" Type="http://schemas.openxmlformats.org/officeDocument/2006/relationships/image" Target="media/image206.wmf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0.bin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2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7.bin"/><Relationship Id="rId355" Type="http://schemas.openxmlformats.org/officeDocument/2006/relationships/oleObject" Target="embeddings/oleObject178.bin"/><Relationship Id="rId376" Type="http://schemas.openxmlformats.org/officeDocument/2006/relationships/oleObject" Target="embeddings/oleObject191.bin"/><Relationship Id="rId397" Type="http://schemas.openxmlformats.org/officeDocument/2006/relationships/image" Target="media/image190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4.wmf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8.bin"/><Relationship Id="rId278" Type="http://schemas.openxmlformats.org/officeDocument/2006/relationships/oleObject" Target="embeddings/oleObject139.bin"/><Relationship Id="rId401" Type="http://schemas.openxmlformats.org/officeDocument/2006/relationships/image" Target="media/image192.wmf"/><Relationship Id="rId422" Type="http://schemas.openxmlformats.org/officeDocument/2006/relationships/image" Target="media/image201.wmf"/><Relationship Id="rId443" Type="http://schemas.openxmlformats.org/officeDocument/2006/relationships/oleObject" Target="embeddings/oleObject226.bin"/><Relationship Id="rId303" Type="http://schemas.openxmlformats.org/officeDocument/2006/relationships/image" Target="media/image146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73.bin"/><Relationship Id="rId387" Type="http://schemas.openxmlformats.org/officeDocument/2006/relationships/image" Target="media/image185.wmf"/><Relationship Id="rId191" Type="http://schemas.openxmlformats.org/officeDocument/2006/relationships/oleObject" Target="embeddings/oleObject94.bin"/><Relationship Id="rId205" Type="http://schemas.openxmlformats.org/officeDocument/2006/relationships/image" Target="media/image99.wmf"/><Relationship Id="rId247" Type="http://schemas.openxmlformats.org/officeDocument/2006/relationships/oleObject" Target="embeddings/oleObject122.bin"/><Relationship Id="rId412" Type="http://schemas.openxmlformats.org/officeDocument/2006/relationships/image" Target="media/image196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39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7.bin"/><Relationship Id="rId356" Type="http://schemas.openxmlformats.org/officeDocument/2006/relationships/image" Target="media/image172.wmf"/><Relationship Id="rId398" Type="http://schemas.openxmlformats.org/officeDocument/2006/relationships/oleObject" Target="embeddings/oleObject202.bin"/><Relationship Id="rId95" Type="http://schemas.openxmlformats.org/officeDocument/2006/relationships/image" Target="media/image46.wmf"/><Relationship Id="rId160" Type="http://schemas.openxmlformats.org/officeDocument/2006/relationships/image" Target="media/image77.wmf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6.bin"/><Relationship Id="rId258" Type="http://schemas.openxmlformats.org/officeDocument/2006/relationships/oleObject" Target="embeddings/oleObject129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image" Target="media/image157.wmf"/><Relationship Id="rId367" Type="http://schemas.openxmlformats.org/officeDocument/2006/relationships/oleObject" Target="embeddings/oleObject185.bin"/><Relationship Id="rId171" Type="http://schemas.openxmlformats.org/officeDocument/2006/relationships/image" Target="media/image82.wmf"/><Relationship Id="rId227" Type="http://schemas.openxmlformats.org/officeDocument/2006/relationships/oleObject" Target="embeddings/oleObject112.bin"/><Relationship Id="rId269" Type="http://schemas.openxmlformats.org/officeDocument/2006/relationships/image" Target="media/image129.wmf"/><Relationship Id="rId434" Type="http://schemas.openxmlformats.org/officeDocument/2006/relationships/image" Target="media/image207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8.bin"/><Relationship Id="rId75" Type="http://schemas.openxmlformats.org/officeDocument/2006/relationships/image" Target="media/image36.wmf"/><Relationship Id="rId140" Type="http://schemas.openxmlformats.org/officeDocument/2006/relationships/image" Target="media/image68.wmf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92.bin"/><Relationship Id="rId403" Type="http://schemas.openxmlformats.org/officeDocument/2006/relationships/image" Target="media/image19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2020&#28145;&#22323;&#19968;&#27169;\2020&#24180;&#28145;&#22323;&#32771;&#35797;&#25968;&#23398;&#35797;&#39064;(&#29702;&#31185;)9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488"/>
    <customShpInfo spid="_x0000_s14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2020年深圳考试数学试题(理科)9</Template>
  <TotalTime>155</TotalTime>
  <Pages>1</Pages>
  <Words>1304</Words>
  <Characters>7438</Characters>
  <Application>Microsoft Office Word</Application>
  <DocSecurity>0</DocSecurity>
  <Lines>61</Lines>
  <Paragraphs>17</Paragraphs>
  <ScaleCrop>false</ScaleCrop>
  <Company>微软中国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绝密★启用前                                                 试卷类型：A</dc:title>
  <dc:creator>Yalin</dc:creator>
  <cp:lastModifiedBy>lizhimin</cp:lastModifiedBy>
  <cp:revision>117</cp:revision>
  <cp:lastPrinted>2020-04-09T14:41:00Z</cp:lastPrinted>
  <dcterms:created xsi:type="dcterms:W3CDTF">2020-03-02T03:05:00Z</dcterms:created>
  <dcterms:modified xsi:type="dcterms:W3CDTF">2020-04-09T14:41:00Z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2052-11.1.0.9440</vt:lpwstr>
  </property>
</Properties>
</file>